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043" w:rsidRDefault="00BA6043" w:rsidP="00AF79FB">
      <w:pPr>
        <w:tabs>
          <w:tab w:val="left" w:pos="6034"/>
        </w:tabs>
        <w:rPr>
          <w:rFonts w:ascii="Arial" w:hAnsi="Arial" w:cs="Arial"/>
          <w:b/>
          <w:bCs/>
          <w:sz w:val="36"/>
          <w:u w:val="single"/>
        </w:rPr>
      </w:pPr>
    </w:p>
    <w:p w:rsidR="00C72A7E" w:rsidRDefault="00BA6043" w:rsidP="00C72A7E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86296B">
        <w:rPr>
          <w:rFonts w:ascii="Arial" w:hAnsi="Arial" w:cs="Arial"/>
          <w:b/>
          <w:bCs/>
          <w:sz w:val="36"/>
          <w:u w:val="single"/>
        </w:rPr>
        <w:t>Obliczenia statyczno – wytrzymałości</w:t>
      </w:r>
      <w:r w:rsidR="0080671C" w:rsidRPr="0086296B">
        <w:rPr>
          <w:rFonts w:ascii="Arial" w:hAnsi="Arial" w:cs="Arial"/>
          <w:b/>
          <w:bCs/>
          <w:sz w:val="36"/>
          <w:u w:val="single"/>
        </w:rPr>
        <w:t>owe konstrukcji nośnej hali</w:t>
      </w:r>
      <w:r w:rsidRPr="0086296B">
        <w:rPr>
          <w:rFonts w:ascii="Arial" w:hAnsi="Arial" w:cs="Arial"/>
          <w:b/>
          <w:bCs/>
          <w:sz w:val="36"/>
          <w:u w:val="single"/>
        </w:rPr>
        <w:t xml:space="preserve"> </w:t>
      </w:r>
      <w:r w:rsidR="006A4FEF" w:rsidRPr="0086296B">
        <w:rPr>
          <w:rFonts w:ascii="Arial" w:hAnsi="Arial" w:cs="Arial"/>
          <w:b/>
          <w:bCs/>
          <w:sz w:val="36"/>
          <w:u w:val="single"/>
        </w:rPr>
        <w:t xml:space="preserve">dla </w:t>
      </w:r>
      <w:r w:rsidR="00A761E1" w:rsidRPr="0086296B">
        <w:rPr>
          <w:rFonts w:ascii="Arial" w:hAnsi="Arial" w:cs="Arial"/>
          <w:b/>
          <w:bCs/>
          <w:sz w:val="36"/>
          <w:u w:val="single"/>
        </w:rPr>
        <w:t xml:space="preserve">– </w:t>
      </w:r>
      <w:r w:rsidR="00333F8E">
        <w:rPr>
          <w:rFonts w:ascii="Arial" w:hAnsi="Arial" w:cs="Arial"/>
          <w:b/>
          <w:bCs/>
          <w:sz w:val="36"/>
          <w:u w:val="single"/>
        </w:rPr>
        <w:t>Hala produkcyjna Mazur</w:t>
      </w:r>
      <w:r w:rsidR="005C5CF6" w:rsidRPr="005C5CF6">
        <w:rPr>
          <w:rFonts w:ascii="Arial" w:hAnsi="Arial" w:cs="Arial"/>
          <w:b/>
          <w:bCs/>
          <w:sz w:val="36"/>
          <w:u w:val="single"/>
        </w:rPr>
        <w:t>, l</w:t>
      </w:r>
      <w:r w:rsidR="00F70730" w:rsidRPr="005C5CF6">
        <w:rPr>
          <w:rFonts w:ascii="Arial" w:hAnsi="Arial" w:cs="Arial"/>
          <w:b/>
          <w:bCs/>
          <w:sz w:val="36"/>
          <w:u w:val="single"/>
        </w:rPr>
        <w:t>okalizacja:</w:t>
      </w:r>
      <w:r w:rsidR="00AE78BB" w:rsidRPr="005C5CF6">
        <w:rPr>
          <w:rFonts w:ascii="Arial" w:hAnsi="Arial" w:cs="Arial"/>
          <w:b/>
          <w:bCs/>
          <w:sz w:val="36"/>
          <w:u w:val="single"/>
        </w:rPr>
        <w:t xml:space="preserve"> </w:t>
      </w:r>
      <w:r w:rsidR="00C72A7E">
        <w:rPr>
          <w:rFonts w:ascii="Arial" w:hAnsi="Arial" w:cs="Arial"/>
          <w:b/>
          <w:bCs/>
          <w:sz w:val="36"/>
          <w:u w:val="single"/>
        </w:rPr>
        <w:t xml:space="preserve">dz. nr </w:t>
      </w:r>
      <w:r w:rsidR="00333F8E">
        <w:rPr>
          <w:rFonts w:ascii="Arial" w:hAnsi="Arial" w:cs="Arial"/>
          <w:b/>
          <w:bCs/>
          <w:sz w:val="36"/>
          <w:u w:val="single"/>
        </w:rPr>
        <w:t>ewid. 548/20</w:t>
      </w:r>
      <w:r w:rsidR="00C72A7E">
        <w:rPr>
          <w:rFonts w:ascii="Arial" w:hAnsi="Arial" w:cs="Arial"/>
          <w:b/>
          <w:bCs/>
          <w:sz w:val="36"/>
          <w:u w:val="single"/>
        </w:rPr>
        <w:t>,</w:t>
      </w:r>
      <w:r w:rsidR="00E64B67" w:rsidRPr="00E64B67">
        <w:rPr>
          <w:rFonts w:ascii="Arial" w:hAnsi="Arial" w:cs="Arial"/>
          <w:b/>
          <w:bCs/>
          <w:sz w:val="36"/>
          <w:u w:val="single"/>
        </w:rPr>
        <w:t xml:space="preserve"> </w:t>
      </w:r>
      <w:r w:rsidR="00BE1E0B">
        <w:rPr>
          <w:rFonts w:ascii="Arial" w:hAnsi="Arial" w:cs="Arial"/>
          <w:b/>
          <w:bCs/>
          <w:sz w:val="36"/>
          <w:u w:val="single"/>
        </w:rPr>
        <w:t>obr</w:t>
      </w:r>
      <w:r w:rsidR="00333F8E">
        <w:rPr>
          <w:rFonts w:ascii="Arial" w:hAnsi="Arial" w:cs="Arial"/>
          <w:b/>
          <w:bCs/>
          <w:sz w:val="36"/>
          <w:u w:val="single"/>
        </w:rPr>
        <w:t>. 10</w:t>
      </w:r>
      <w:r w:rsidR="00BE1E0B">
        <w:rPr>
          <w:rFonts w:ascii="Arial" w:hAnsi="Arial" w:cs="Arial"/>
          <w:b/>
          <w:bCs/>
          <w:sz w:val="36"/>
          <w:u w:val="single"/>
        </w:rPr>
        <w:t xml:space="preserve">, gm. </w:t>
      </w:r>
      <w:r w:rsidR="00333F8E">
        <w:rPr>
          <w:rFonts w:ascii="Arial" w:hAnsi="Arial" w:cs="Arial"/>
          <w:b/>
          <w:bCs/>
          <w:sz w:val="36"/>
          <w:u w:val="single"/>
        </w:rPr>
        <w:t>Dębica</w:t>
      </w:r>
    </w:p>
    <w:p w:rsidR="003407D0" w:rsidRPr="009C775F" w:rsidRDefault="003407D0" w:rsidP="00C72A7E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5C5CF6">
        <w:rPr>
          <w:rFonts w:ascii="Arial" w:hAnsi="Arial" w:cs="Arial"/>
          <w:b/>
          <w:bCs/>
          <w:sz w:val="36"/>
          <w:u w:val="single"/>
        </w:rPr>
        <w:t xml:space="preserve">nr projektu </w:t>
      </w:r>
      <w:r w:rsidR="00FE16CB" w:rsidRPr="005C5CF6">
        <w:rPr>
          <w:rFonts w:ascii="Arial" w:hAnsi="Arial" w:cs="Arial"/>
          <w:b/>
          <w:bCs/>
          <w:sz w:val="36"/>
          <w:u w:val="single"/>
        </w:rPr>
        <w:t>P-</w:t>
      </w:r>
      <w:r w:rsidR="00C72A7E">
        <w:rPr>
          <w:rFonts w:ascii="Arial" w:hAnsi="Arial" w:cs="Arial"/>
          <w:b/>
          <w:bCs/>
          <w:sz w:val="36"/>
          <w:u w:val="single"/>
        </w:rPr>
        <w:t>16</w:t>
      </w:r>
      <w:r w:rsidR="00757EEE" w:rsidRPr="005C5CF6">
        <w:rPr>
          <w:rFonts w:ascii="Arial" w:hAnsi="Arial" w:cs="Arial"/>
          <w:b/>
          <w:bCs/>
          <w:sz w:val="36"/>
          <w:u w:val="single"/>
        </w:rPr>
        <w:t>-</w:t>
      </w:r>
      <w:r w:rsidR="00333F8E">
        <w:rPr>
          <w:rFonts w:ascii="Arial" w:hAnsi="Arial" w:cs="Arial"/>
          <w:b/>
          <w:bCs/>
          <w:sz w:val="36"/>
          <w:u w:val="single"/>
        </w:rPr>
        <w:t>43</w:t>
      </w:r>
    </w:p>
    <w:p w:rsidR="003407D0" w:rsidRPr="003407D0" w:rsidRDefault="003407D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BA6043" w:rsidRDefault="00BA6043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831344" w:rsidRDefault="00831344">
      <w:pPr>
        <w:jc w:val="center"/>
        <w:rPr>
          <w:rFonts w:ascii="Arial" w:hAnsi="Arial" w:cs="Arial"/>
          <w:b/>
          <w:bCs/>
          <w:sz w:val="36"/>
          <w:u w:val="single"/>
        </w:rPr>
      </w:pP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7005"/>
      </w:tblGrid>
      <w:tr w:rsidR="00BA6043">
        <w:trPr>
          <w:trHeight w:val="64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BA6043" w:rsidRDefault="00BA6043">
            <w:pPr>
              <w:rPr>
                <w:i/>
                <w:iCs/>
                <w:sz w:val="24"/>
              </w:rPr>
            </w:pPr>
          </w:p>
          <w:p w:rsidR="00AF79FB" w:rsidRDefault="00AF79FB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Autor obliczeń:</w:t>
            </w: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AF79FB" w:rsidRDefault="00AF79FB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</w:p>
          <w:p w:rsidR="00BA6043" w:rsidRDefault="00BA6043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Sprawdzający:</w:t>
            </w:r>
          </w:p>
          <w:p w:rsidR="00BA6043" w:rsidRDefault="00BA6043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  <w:p w:rsidR="0033331F" w:rsidRDefault="0033331F">
            <w:pPr>
              <w:jc w:val="center"/>
              <w:rPr>
                <w:sz w:val="24"/>
              </w:rPr>
            </w:pPr>
          </w:p>
        </w:tc>
        <w:tc>
          <w:tcPr>
            <w:tcW w:w="7005" w:type="dxa"/>
            <w:tcBorders>
              <w:top w:val="nil"/>
              <w:left w:val="nil"/>
              <w:bottom w:val="nil"/>
              <w:right w:val="nil"/>
            </w:tcBorders>
          </w:tcPr>
          <w:p w:rsidR="00BA6043" w:rsidRPr="004B7760" w:rsidRDefault="00BA6043">
            <w:pPr>
              <w:rPr>
                <w:sz w:val="24"/>
              </w:rPr>
            </w:pPr>
          </w:p>
          <w:p w:rsidR="00AC6E29" w:rsidRPr="004B7760" w:rsidRDefault="00AC6E29" w:rsidP="00CB437E">
            <w:pPr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 w:rsidP="00CB437E">
            <w:pPr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C72A7E" w:rsidRPr="004B7760" w:rsidRDefault="00C72A7E" w:rsidP="00C72A7E">
            <w:pPr>
              <w:jc w:val="center"/>
              <w:rPr>
                <w:rFonts w:ascii="Arial" w:hAnsi="Arial"/>
                <w:sz w:val="16"/>
              </w:rPr>
            </w:pPr>
            <w:r w:rsidRPr="004B7760">
              <w:rPr>
                <w:rFonts w:ascii="Arial" w:hAnsi="Arial"/>
                <w:sz w:val="16"/>
              </w:rPr>
              <w:t>Inżynier Budownictwa Lądowego</w:t>
            </w:r>
          </w:p>
          <w:p w:rsidR="00C72A7E" w:rsidRPr="004B7760" w:rsidRDefault="00C72A7E" w:rsidP="00C72A7E">
            <w:pPr>
              <w:jc w:val="center"/>
              <w:rPr>
                <w:rFonts w:ascii="Arial" w:hAnsi="Arial"/>
                <w:sz w:val="16"/>
              </w:rPr>
            </w:pPr>
            <w:r w:rsidRPr="004B7760">
              <w:rPr>
                <w:b/>
                <w:i/>
                <w:sz w:val="16"/>
              </w:rPr>
              <w:t>mgr inż. Jarosław Krośnicki</w:t>
            </w:r>
          </w:p>
          <w:p w:rsidR="00C72A7E" w:rsidRPr="004B7760" w:rsidRDefault="00C72A7E" w:rsidP="00C72A7E">
            <w:pPr>
              <w:jc w:val="center"/>
              <w:rPr>
                <w:rFonts w:ascii="Arial" w:hAnsi="Arial"/>
                <w:sz w:val="14"/>
              </w:rPr>
            </w:pPr>
            <w:r w:rsidRPr="004B7760">
              <w:rPr>
                <w:rFonts w:ascii="Arial" w:hAnsi="Arial"/>
                <w:sz w:val="14"/>
              </w:rPr>
              <w:t>specjalność konstrukcyjno-budowlana</w:t>
            </w:r>
          </w:p>
          <w:p w:rsidR="00220029" w:rsidRPr="00220029" w:rsidRDefault="00C72A7E" w:rsidP="00C72A7E">
            <w:pPr>
              <w:jc w:val="center"/>
              <w:rPr>
                <w:rFonts w:ascii="Arial" w:hAnsi="Arial"/>
                <w:sz w:val="14"/>
              </w:rPr>
            </w:pPr>
            <w:r w:rsidRPr="004B7760">
              <w:rPr>
                <w:rFonts w:ascii="Arial" w:hAnsi="Arial"/>
                <w:sz w:val="14"/>
              </w:rPr>
              <w:t>upr. proj. 5445/Gd/92</w:t>
            </w:r>
          </w:p>
          <w:p w:rsidR="00CB437E" w:rsidRPr="004B7760" w:rsidRDefault="00CB437E" w:rsidP="00CB437E">
            <w:pPr>
              <w:jc w:val="center"/>
              <w:rPr>
                <w:rFonts w:ascii="Arial" w:hAnsi="Arial"/>
                <w:sz w:val="16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AC6E29" w:rsidRPr="004B7760" w:rsidRDefault="00AC6E29">
            <w:pPr>
              <w:jc w:val="center"/>
              <w:rPr>
                <w:rFonts w:ascii="Arial" w:hAnsi="Arial"/>
                <w:sz w:val="14"/>
              </w:rPr>
            </w:pPr>
          </w:p>
          <w:p w:rsidR="00BA6043" w:rsidRPr="004B7760" w:rsidRDefault="00B069CA">
            <w:pPr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CB437E" w:rsidRPr="004B7760" w:rsidRDefault="00CB437E" w:rsidP="00CB437E">
            <w:pPr>
              <w:jc w:val="center"/>
              <w:rPr>
                <w:rFonts w:ascii="Arial" w:hAnsi="Arial"/>
                <w:sz w:val="16"/>
              </w:rPr>
            </w:pPr>
          </w:p>
          <w:p w:rsidR="00CB437E" w:rsidRPr="004B7760" w:rsidRDefault="00CB437E" w:rsidP="00CB437E">
            <w:pPr>
              <w:jc w:val="center"/>
              <w:rPr>
                <w:rFonts w:ascii="Arial" w:hAnsi="Arial"/>
                <w:sz w:val="16"/>
              </w:rPr>
            </w:pPr>
          </w:p>
          <w:p w:rsidR="00CB437E" w:rsidRPr="004B7760" w:rsidRDefault="00CB437E" w:rsidP="00B52FB9">
            <w:pPr>
              <w:rPr>
                <w:rFonts w:ascii="Arial" w:hAnsi="Arial"/>
                <w:sz w:val="16"/>
              </w:rPr>
            </w:pPr>
          </w:p>
          <w:p w:rsidR="00CB437E" w:rsidRPr="004B7760" w:rsidRDefault="00CB437E" w:rsidP="00CB437E">
            <w:pPr>
              <w:jc w:val="center"/>
              <w:rPr>
                <w:rFonts w:ascii="Arial" w:hAnsi="Arial"/>
                <w:sz w:val="16"/>
              </w:rPr>
            </w:pPr>
          </w:p>
          <w:p w:rsidR="00CB437E" w:rsidRPr="004B7760" w:rsidRDefault="00CB437E" w:rsidP="00CB437E">
            <w:pPr>
              <w:jc w:val="center"/>
              <w:rPr>
                <w:rFonts w:ascii="Arial" w:hAnsi="Arial"/>
                <w:sz w:val="16"/>
              </w:rPr>
            </w:pPr>
          </w:p>
          <w:p w:rsidR="00CB437E" w:rsidRPr="004B7760" w:rsidRDefault="00CB437E" w:rsidP="00CB437E">
            <w:pPr>
              <w:jc w:val="center"/>
              <w:rPr>
                <w:rFonts w:ascii="Arial" w:hAnsi="Arial"/>
                <w:sz w:val="16"/>
              </w:rPr>
            </w:pPr>
          </w:p>
          <w:p w:rsidR="00C72A7E" w:rsidRPr="004B7760" w:rsidRDefault="00C72A7E" w:rsidP="00C72A7E">
            <w:pPr>
              <w:jc w:val="center"/>
              <w:rPr>
                <w:rFonts w:ascii="Arial" w:hAnsi="Arial"/>
                <w:sz w:val="16"/>
              </w:rPr>
            </w:pPr>
            <w:r w:rsidRPr="004B7760">
              <w:rPr>
                <w:rFonts w:ascii="Arial" w:hAnsi="Arial"/>
                <w:sz w:val="16"/>
              </w:rPr>
              <w:t>Inżynier Budownictwa Lądowego</w:t>
            </w:r>
          </w:p>
          <w:p w:rsidR="00C72A7E" w:rsidRPr="00762565" w:rsidRDefault="00C72A7E" w:rsidP="00C72A7E">
            <w:pPr>
              <w:rPr>
                <w:rFonts w:ascii="Arial" w:hAnsi="Arial"/>
                <w:sz w:val="16"/>
              </w:rPr>
            </w:pPr>
            <w:r>
              <w:rPr>
                <w:b/>
                <w:i/>
                <w:sz w:val="16"/>
              </w:rPr>
              <w:t xml:space="preserve">                                                             </w:t>
            </w:r>
            <w:r w:rsidRPr="00762565">
              <w:rPr>
                <w:b/>
                <w:i/>
                <w:sz w:val="16"/>
              </w:rPr>
              <w:t>mgr inż. Arkadiusz Sadowski</w:t>
            </w:r>
          </w:p>
          <w:p w:rsidR="00C72A7E" w:rsidRDefault="00C72A7E" w:rsidP="00C72A7E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                                                           </w:t>
            </w:r>
            <w:r w:rsidRPr="00762565">
              <w:rPr>
                <w:rFonts w:ascii="Arial" w:hAnsi="Arial"/>
                <w:sz w:val="14"/>
              </w:rPr>
              <w:t>specjalność konstrukcyjno-budowlan</w:t>
            </w:r>
            <w:r>
              <w:rPr>
                <w:rFonts w:ascii="Arial" w:hAnsi="Arial"/>
                <w:sz w:val="14"/>
              </w:rPr>
              <w:t>a</w:t>
            </w:r>
          </w:p>
          <w:p w:rsidR="00675ABF" w:rsidRPr="00C72A7E" w:rsidRDefault="00C72A7E" w:rsidP="00C72A7E">
            <w:pPr>
              <w:rPr>
                <w:sz w:val="14"/>
                <w:szCs w:val="14"/>
              </w:rPr>
            </w:pPr>
            <w:r w:rsidRPr="00C72A7E">
              <w:rPr>
                <w:rFonts w:ascii="Arial" w:hAnsi="Arial"/>
                <w:sz w:val="14"/>
                <w:szCs w:val="14"/>
              </w:rPr>
              <w:t xml:space="preserve">                                                                          POM/0133/POOK/11</w:t>
            </w:r>
          </w:p>
          <w:p w:rsidR="00AF79FB" w:rsidRDefault="00AF79FB">
            <w:pPr>
              <w:rPr>
                <w:sz w:val="24"/>
              </w:rPr>
            </w:pPr>
          </w:p>
          <w:p w:rsidR="005C1C54" w:rsidRPr="004B7760" w:rsidRDefault="005C1C54">
            <w:pPr>
              <w:rPr>
                <w:sz w:val="24"/>
              </w:rPr>
            </w:pPr>
          </w:p>
          <w:p w:rsidR="00BA6043" w:rsidRPr="004B7760" w:rsidRDefault="00BA6043">
            <w:pPr>
              <w:rPr>
                <w:sz w:val="24"/>
              </w:rPr>
            </w:pPr>
          </w:p>
          <w:p w:rsidR="00CB437E" w:rsidRPr="004B7760" w:rsidRDefault="00CB437E">
            <w:pPr>
              <w:rPr>
                <w:sz w:val="24"/>
              </w:rPr>
            </w:pPr>
          </w:p>
          <w:p w:rsidR="00675ABF" w:rsidRPr="004B7760" w:rsidRDefault="00675ABF">
            <w:pPr>
              <w:rPr>
                <w:sz w:val="24"/>
              </w:rPr>
            </w:pPr>
          </w:p>
          <w:p w:rsidR="000335BB" w:rsidRDefault="000335BB">
            <w:pPr>
              <w:rPr>
                <w:sz w:val="24"/>
              </w:rPr>
            </w:pPr>
          </w:p>
          <w:p w:rsidR="00675ABF" w:rsidRDefault="00675ABF">
            <w:pPr>
              <w:rPr>
                <w:sz w:val="24"/>
              </w:rPr>
            </w:pPr>
          </w:p>
          <w:p w:rsidR="00C72A7E" w:rsidRDefault="00C72A7E">
            <w:pPr>
              <w:rPr>
                <w:sz w:val="24"/>
              </w:rPr>
            </w:pPr>
          </w:p>
          <w:p w:rsidR="00831344" w:rsidRPr="004B7760" w:rsidRDefault="00831344">
            <w:pPr>
              <w:rPr>
                <w:sz w:val="24"/>
              </w:rPr>
            </w:pPr>
          </w:p>
        </w:tc>
      </w:tr>
      <w:tr w:rsidR="00BA6043">
        <w:trPr>
          <w:cantSplit/>
          <w:trHeight w:val="64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6043" w:rsidRDefault="00C72A7E" w:rsidP="00900EEA">
            <w:pPr>
              <w:pStyle w:val="Nagwek7"/>
              <w:spacing w:before="1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Gdańsk</w:t>
            </w:r>
            <w:r w:rsidR="00BA6043">
              <w:rPr>
                <w:rFonts w:cs="Arial"/>
                <w:bCs/>
              </w:rPr>
              <w:t xml:space="preserve">              </w:t>
            </w:r>
            <w:r w:rsidR="00333F8E">
              <w:rPr>
                <w:rFonts w:cs="Arial"/>
                <w:bCs/>
              </w:rPr>
              <w:t xml:space="preserve">                               Wrzesień</w:t>
            </w:r>
            <w:r w:rsidR="00BA6043">
              <w:rPr>
                <w:rFonts w:cs="Arial"/>
                <w:bCs/>
              </w:rPr>
              <w:t xml:space="preserve">    </w:t>
            </w:r>
            <w:r>
              <w:rPr>
                <w:rFonts w:cs="Arial"/>
                <w:bCs/>
              </w:rPr>
              <w:t xml:space="preserve">             </w:t>
            </w:r>
            <w:r w:rsidR="00BA6043">
              <w:rPr>
                <w:rFonts w:cs="Arial"/>
                <w:bCs/>
              </w:rPr>
              <w:t xml:space="preserve">     </w:t>
            </w:r>
            <w:r>
              <w:rPr>
                <w:rFonts w:cs="Arial"/>
                <w:bCs/>
              </w:rPr>
              <w:t xml:space="preserve">                            2016</w:t>
            </w:r>
          </w:p>
          <w:p w:rsidR="00900EEA" w:rsidRDefault="00900EEA" w:rsidP="00900EEA"/>
          <w:p w:rsidR="00AE78BB" w:rsidRDefault="00AE78BB" w:rsidP="00900EEA"/>
          <w:p w:rsidR="00AE78BB" w:rsidRDefault="00AE78BB" w:rsidP="00900EEA"/>
          <w:p w:rsidR="00BE1E0B" w:rsidRDefault="00BE1E0B" w:rsidP="00900EEA"/>
          <w:p w:rsidR="00C72A7E" w:rsidRPr="00900EEA" w:rsidRDefault="00C72A7E" w:rsidP="00900EEA"/>
        </w:tc>
      </w:tr>
    </w:tbl>
    <w:p w:rsidR="00CD7867" w:rsidRDefault="00CD7867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BA6043" w:rsidRDefault="00BA6043">
      <w:pPr>
        <w:jc w:val="center"/>
        <w:rPr>
          <w:rFonts w:ascii="Arial" w:hAnsi="Arial" w:cs="Arial"/>
          <w:b/>
          <w:bCs/>
          <w:sz w:val="36"/>
          <w:u w:val="single"/>
        </w:rPr>
      </w:pPr>
      <w:r>
        <w:rPr>
          <w:rFonts w:ascii="Arial" w:hAnsi="Arial" w:cs="Arial"/>
          <w:b/>
          <w:bCs/>
          <w:sz w:val="36"/>
          <w:u w:val="single"/>
        </w:rPr>
        <w:lastRenderedPageBreak/>
        <w:t>Spis zawartości obliczeń</w:t>
      </w:r>
    </w:p>
    <w:p w:rsidR="00BA6043" w:rsidRDefault="00BA6043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BA6043" w:rsidRDefault="00BA6043">
      <w:pPr>
        <w:rPr>
          <w:sz w:val="24"/>
        </w:rPr>
      </w:pPr>
    </w:p>
    <w:p w:rsidR="00BA6043" w:rsidRDefault="00A50A7B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Zestawienie o</w:t>
      </w:r>
      <w:r w:rsidR="00BA6043">
        <w:rPr>
          <w:rFonts w:ascii="Arial" w:hAnsi="Arial" w:cs="Arial"/>
        </w:rPr>
        <w:t>bciąże</w:t>
      </w:r>
      <w:r>
        <w:rPr>
          <w:rFonts w:ascii="Arial" w:hAnsi="Arial" w:cs="Arial"/>
        </w:rPr>
        <w:t>ń</w:t>
      </w:r>
      <w:r w:rsidR="00BA6043">
        <w:rPr>
          <w:rFonts w:ascii="Arial" w:hAnsi="Arial" w:cs="Arial"/>
        </w:rPr>
        <w:tab/>
      </w:r>
      <w:r w:rsidR="00BA6043">
        <w:rPr>
          <w:rFonts w:ascii="Arial" w:hAnsi="Arial" w:cs="Arial"/>
        </w:rPr>
        <w:tab/>
      </w:r>
      <w:r w:rsidR="00BA6043">
        <w:rPr>
          <w:rFonts w:ascii="Arial" w:hAnsi="Arial" w:cs="Arial"/>
        </w:rPr>
        <w:tab/>
      </w:r>
      <w:r w:rsidR="00BA6043">
        <w:rPr>
          <w:rFonts w:ascii="Arial" w:hAnsi="Arial" w:cs="Arial"/>
        </w:rPr>
        <w:tab/>
      </w:r>
      <w:r w:rsidR="00BA6043">
        <w:rPr>
          <w:rFonts w:ascii="Arial" w:hAnsi="Arial" w:cs="Arial"/>
        </w:rPr>
        <w:tab/>
      </w:r>
      <w:r w:rsidR="00BA6043">
        <w:rPr>
          <w:rFonts w:ascii="Arial" w:hAnsi="Arial" w:cs="Arial"/>
        </w:rPr>
        <w:tab/>
      </w:r>
      <w:r w:rsidR="00BA6043">
        <w:rPr>
          <w:rFonts w:ascii="Arial" w:hAnsi="Arial" w:cs="Arial"/>
        </w:rPr>
        <w:tab/>
        <w:t xml:space="preserve">str. </w:t>
      </w:r>
      <w:r w:rsidR="006A30C4">
        <w:rPr>
          <w:rFonts w:ascii="Arial" w:hAnsi="Arial" w:cs="Arial"/>
        </w:rPr>
        <w:t>3</w:t>
      </w:r>
    </w:p>
    <w:p w:rsidR="00267B4A" w:rsidRDefault="00817CD8" w:rsidP="0004670F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Rama </w:t>
      </w:r>
      <w:r w:rsidR="00A50A7B">
        <w:rPr>
          <w:rFonts w:ascii="Arial" w:hAnsi="Arial" w:cs="Arial"/>
        </w:rPr>
        <w:t>szczytowa w osi 1</w:t>
      </w:r>
      <w:r w:rsidR="00A50A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671C">
        <w:rPr>
          <w:rFonts w:ascii="Arial" w:hAnsi="Arial" w:cs="Arial"/>
        </w:rPr>
        <w:tab/>
      </w:r>
      <w:r w:rsidR="009A0F7A">
        <w:rPr>
          <w:rFonts w:ascii="Arial" w:hAnsi="Arial" w:cs="Arial"/>
        </w:rPr>
        <w:tab/>
      </w:r>
      <w:r w:rsidR="009A0F7A">
        <w:rPr>
          <w:rFonts w:ascii="Arial" w:hAnsi="Arial" w:cs="Arial"/>
        </w:rPr>
        <w:tab/>
      </w:r>
      <w:r w:rsidR="009A0F7A">
        <w:rPr>
          <w:rFonts w:ascii="Arial" w:hAnsi="Arial" w:cs="Arial"/>
        </w:rPr>
        <w:tab/>
      </w:r>
      <w:r w:rsidR="00264996">
        <w:rPr>
          <w:rFonts w:ascii="Arial" w:hAnsi="Arial" w:cs="Arial"/>
        </w:rPr>
        <w:t xml:space="preserve">str. </w:t>
      </w:r>
      <w:r w:rsidR="00224BFB">
        <w:rPr>
          <w:rFonts w:ascii="Arial" w:hAnsi="Arial" w:cs="Arial"/>
        </w:rPr>
        <w:t>6</w:t>
      </w:r>
      <w:r w:rsidR="00842627" w:rsidRPr="0004670F">
        <w:rPr>
          <w:rFonts w:ascii="Arial" w:hAnsi="Arial" w:cs="Arial"/>
        </w:rPr>
        <w:tab/>
      </w:r>
    </w:p>
    <w:p w:rsidR="00654D1E" w:rsidRDefault="00A50A7B" w:rsidP="00A50A7B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A50A7B">
        <w:rPr>
          <w:rFonts w:ascii="Arial" w:hAnsi="Arial" w:cs="Arial"/>
        </w:rPr>
        <w:t>Rama główna w osiach 2-5 i 7-9</w:t>
      </w:r>
      <w:r w:rsidR="00817CD8">
        <w:rPr>
          <w:rFonts w:ascii="Arial" w:hAnsi="Arial" w:cs="Arial"/>
        </w:rPr>
        <w:tab/>
      </w:r>
      <w:r w:rsidR="00817CD8">
        <w:rPr>
          <w:rFonts w:ascii="Arial" w:hAnsi="Arial" w:cs="Arial"/>
        </w:rPr>
        <w:tab/>
      </w:r>
      <w:r w:rsidR="003D4CC0">
        <w:rPr>
          <w:rFonts w:ascii="Arial" w:hAnsi="Arial" w:cs="Arial"/>
        </w:rPr>
        <w:tab/>
      </w:r>
      <w:r w:rsidR="00D56383">
        <w:rPr>
          <w:rFonts w:ascii="Arial" w:hAnsi="Arial" w:cs="Arial"/>
        </w:rPr>
        <w:t xml:space="preserve"> </w:t>
      </w:r>
      <w:r w:rsidR="00654D1E">
        <w:rPr>
          <w:rFonts w:ascii="Arial" w:hAnsi="Arial" w:cs="Arial"/>
        </w:rPr>
        <w:tab/>
      </w:r>
      <w:r w:rsidR="00654D1E">
        <w:rPr>
          <w:rFonts w:ascii="Arial" w:hAnsi="Arial" w:cs="Arial"/>
        </w:rPr>
        <w:tab/>
      </w:r>
      <w:r w:rsidR="00654D1E">
        <w:rPr>
          <w:rFonts w:ascii="Arial" w:hAnsi="Arial" w:cs="Arial"/>
        </w:rPr>
        <w:tab/>
        <w:t xml:space="preserve">str. </w:t>
      </w:r>
      <w:r>
        <w:rPr>
          <w:rFonts w:ascii="Arial" w:hAnsi="Arial" w:cs="Arial"/>
        </w:rPr>
        <w:t>19</w:t>
      </w:r>
    </w:p>
    <w:p w:rsidR="00563774" w:rsidRDefault="00A50A7B" w:rsidP="00A50A7B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A50A7B">
        <w:rPr>
          <w:rFonts w:ascii="Arial" w:hAnsi="Arial" w:cs="Arial"/>
        </w:rPr>
        <w:t xml:space="preserve">Rama </w:t>
      </w:r>
      <w:r>
        <w:rPr>
          <w:rFonts w:ascii="Arial" w:hAnsi="Arial" w:cs="Arial"/>
        </w:rPr>
        <w:t>w osi 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17CD8">
        <w:rPr>
          <w:rFonts w:ascii="Arial" w:hAnsi="Arial" w:cs="Arial"/>
        </w:rPr>
        <w:tab/>
      </w:r>
      <w:r w:rsidR="00BE1E0B">
        <w:rPr>
          <w:rFonts w:ascii="Arial" w:hAnsi="Arial" w:cs="Arial"/>
        </w:rPr>
        <w:tab/>
      </w:r>
      <w:r w:rsidR="00817CD8">
        <w:rPr>
          <w:rFonts w:ascii="Arial" w:hAnsi="Arial" w:cs="Arial"/>
        </w:rPr>
        <w:tab/>
      </w:r>
      <w:r w:rsidR="00563774">
        <w:rPr>
          <w:rFonts w:ascii="Arial" w:hAnsi="Arial" w:cs="Arial"/>
        </w:rPr>
        <w:t xml:space="preserve"> </w:t>
      </w:r>
      <w:r w:rsidR="00563774"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  <w:t xml:space="preserve">str. </w:t>
      </w:r>
      <w:r>
        <w:rPr>
          <w:rFonts w:ascii="Arial" w:hAnsi="Arial" w:cs="Arial"/>
        </w:rPr>
        <w:t>34</w:t>
      </w:r>
    </w:p>
    <w:p w:rsidR="00A50A7B" w:rsidRPr="00A50A7B" w:rsidRDefault="00A50A7B" w:rsidP="00A50A7B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Rama </w:t>
      </w:r>
      <w:r w:rsidR="009D7D47">
        <w:rPr>
          <w:rFonts w:ascii="Arial" w:hAnsi="Arial" w:cs="Arial"/>
        </w:rPr>
        <w:t>szczytowa w osi 10</w:t>
      </w:r>
      <w:r w:rsidR="009D7D47">
        <w:rPr>
          <w:rFonts w:ascii="Arial" w:hAnsi="Arial" w:cs="Arial"/>
        </w:rPr>
        <w:tab/>
      </w:r>
      <w:r w:rsidR="009D7D47">
        <w:rPr>
          <w:rFonts w:ascii="Arial" w:hAnsi="Arial" w:cs="Arial"/>
        </w:rPr>
        <w:tab/>
      </w:r>
      <w:r w:rsidR="009D7D47">
        <w:rPr>
          <w:rFonts w:ascii="Arial" w:hAnsi="Arial" w:cs="Arial"/>
        </w:rPr>
        <w:tab/>
      </w:r>
      <w:r w:rsidR="009D7D47">
        <w:rPr>
          <w:rFonts w:ascii="Arial" w:hAnsi="Arial" w:cs="Arial"/>
        </w:rPr>
        <w:tab/>
        <w:t xml:space="preserve"> </w:t>
      </w:r>
      <w:r w:rsidR="009D7D47">
        <w:rPr>
          <w:rFonts w:ascii="Arial" w:hAnsi="Arial" w:cs="Arial"/>
        </w:rPr>
        <w:tab/>
      </w:r>
      <w:r w:rsidR="009D7D47">
        <w:rPr>
          <w:rFonts w:ascii="Arial" w:hAnsi="Arial" w:cs="Arial"/>
        </w:rPr>
        <w:tab/>
      </w:r>
      <w:r w:rsidR="009D7D47">
        <w:rPr>
          <w:rFonts w:ascii="Arial" w:hAnsi="Arial" w:cs="Arial"/>
        </w:rPr>
        <w:tab/>
        <w:t>str. 46</w:t>
      </w:r>
    </w:p>
    <w:p w:rsidR="00563774" w:rsidRDefault="00817CD8" w:rsidP="00563774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Stężenia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</w:r>
      <w:r w:rsidR="00435C56">
        <w:rPr>
          <w:rFonts w:ascii="Arial" w:hAnsi="Arial" w:cs="Arial"/>
        </w:rPr>
        <w:t xml:space="preserve">  </w:t>
      </w:r>
      <w:r w:rsidR="00435C56"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  <w:t xml:space="preserve"> </w:t>
      </w:r>
      <w:r w:rsidR="00563774">
        <w:rPr>
          <w:rFonts w:ascii="Arial" w:hAnsi="Arial" w:cs="Arial"/>
        </w:rPr>
        <w:tab/>
      </w:r>
      <w:r w:rsidR="00563774">
        <w:rPr>
          <w:rFonts w:ascii="Arial" w:hAnsi="Arial" w:cs="Arial"/>
        </w:rPr>
        <w:tab/>
        <w:t xml:space="preserve">str. </w:t>
      </w:r>
      <w:r w:rsidR="009D7D47">
        <w:rPr>
          <w:rFonts w:ascii="Arial" w:hAnsi="Arial" w:cs="Arial"/>
        </w:rPr>
        <w:t>59</w:t>
      </w:r>
    </w:p>
    <w:p w:rsidR="007C4E17" w:rsidRPr="00A80D30" w:rsidRDefault="00817CD8" w:rsidP="00A80D30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Płatwie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0C33">
        <w:rPr>
          <w:rFonts w:ascii="Arial" w:hAnsi="Arial" w:cs="Arial"/>
        </w:rPr>
        <w:tab/>
      </w:r>
      <w:r w:rsidR="00AE0C33">
        <w:rPr>
          <w:rFonts w:ascii="Arial" w:hAnsi="Arial" w:cs="Arial"/>
        </w:rPr>
        <w:tab/>
      </w:r>
      <w:r w:rsidR="00AE0C33">
        <w:rPr>
          <w:rFonts w:ascii="Arial" w:hAnsi="Arial" w:cs="Arial"/>
        </w:rPr>
        <w:tab/>
      </w:r>
      <w:r w:rsidR="00AE0C33">
        <w:rPr>
          <w:rFonts w:ascii="Arial" w:hAnsi="Arial" w:cs="Arial"/>
        </w:rPr>
        <w:tab/>
      </w:r>
      <w:r w:rsidR="00A80D30">
        <w:rPr>
          <w:rFonts w:ascii="Arial" w:hAnsi="Arial" w:cs="Arial"/>
        </w:rPr>
        <w:tab/>
      </w:r>
      <w:r w:rsidR="00A80D30">
        <w:rPr>
          <w:rFonts w:ascii="Arial" w:hAnsi="Arial" w:cs="Arial"/>
        </w:rPr>
        <w:tab/>
        <w:t xml:space="preserve">str. </w:t>
      </w:r>
      <w:r w:rsidR="009D7D47">
        <w:rPr>
          <w:rFonts w:ascii="Arial" w:hAnsi="Arial" w:cs="Arial"/>
        </w:rPr>
        <w:t>61</w:t>
      </w:r>
    </w:p>
    <w:p w:rsidR="00BA6043" w:rsidRDefault="00817CD8" w:rsidP="00AA0E5D">
      <w:pPr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Reakcje podporowe</w:t>
      </w:r>
      <w:r>
        <w:rPr>
          <w:rFonts w:ascii="Arial" w:hAnsi="Arial" w:cs="Arial"/>
        </w:rPr>
        <w:tab/>
      </w:r>
      <w:r w:rsidR="00D468E6">
        <w:rPr>
          <w:rFonts w:ascii="Arial" w:hAnsi="Arial" w:cs="Arial"/>
        </w:rPr>
        <w:tab/>
      </w:r>
      <w:r w:rsidR="00D468E6">
        <w:rPr>
          <w:rFonts w:ascii="Arial" w:hAnsi="Arial" w:cs="Arial"/>
        </w:rPr>
        <w:tab/>
      </w:r>
      <w:r w:rsidR="00D468E6">
        <w:rPr>
          <w:rFonts w:ascii="Arial" w:hAnsi="Arial" w:cs="Arial"/>
        </w:rPr>
        <w:tab/>
      </w:r>
      <w:r w:rsidR="00D468E6">
        <w:rPr>
          <w:rFonts w:ascii="Arial" w:hAnsi="Arial" w:cs="Arial"/>
        </w:rPr>
        <w:tab/>
      </w:r>
      <w:r w:rsidR="00D468E6">
        <w:rPr>
          <w:rFonts w:ascii="Arial" w:hAnsi="Arial" w:cs="Arial"/>
        </w:rPr>
        <w:tab/>
      </w:r>
      <w:r w:rsidR="00D468E6">
        <w:rPr>
          <w:rFonts w:ascii="Arial" w:hAnsi="Arial" w:cs="Arial"/>
        </w:rPr>
        <w:tab/>
        <w:t xml:space="preserve">str. </w:t>
      </w:r>
      <w:r w:rsidR="009D7D47">
        <w:rPr>
          <w:rFonts w:ascii="Arial" w:hAnsi="Arial" w:cs="Arial"/>
        </w:rPr>
        <w:t>68</w:t>
      </w:r>
      <w:bookmarkStart w:id="0" w:name="_GoBack"/>
      <w:bookmarkEnd w:id="0"/>
    </w:p>
    <w:p w:rsidR="00264996" w:rsidRDefault="00264996" w:rsidP="00264996">
      <w:pPr>
        <w:spacing w:line="360" w:lineRule="auto"/>
        <w:ind w:left="360"/>
        <w:rPr>
          <w:rFonts w:ascii="Arial" w:hAnsi="Arial" w:cs="Arial"/>
        </w:rPr>
      </w:pPr>
    </w:p>
    <w:p w:rsidR="00CD7E0F" w:rsidRDefault="00CD7E0F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6C04C3" w:rsidRDefault="006C04C3" w:rsidP="00264996">
      <w:pPr>
        <w:spacing w:line="360" w:lineRule="auto"/>
        <w:ind w:left="360"/>
        <w:rPr>
          <w:rFonts w:ascii="Arial" w:hAnsi="Arial" w:cs="Arial"/>
        </w:rPr>
      </w:pPr>
    </w:p>
    <w:p w:rsidR="00435C56" w:rsidRDefault="00435C56" w:rsidP="00435C56">
      <w:pPr>
        <w:spacing w:line="360" w:lineRule="auto"/>
        <w:rPr>
          <w:rFonts w:ascii="Arial" w:hAnsi="Arial" w:cs="Arial"/>
        </w:rPr>
      </w:pPr>
    </w:p>
    <w:p w:rsidR="00A50A7B" w:rsidRDefault="00A50A7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50A7B" w:rsidRPr="004C7B28" w:rsidRDefault="00A50A7B" w:rsidP="00A50A7B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lastRenderedPageBreak/>
        <w:t>1.  Z</w:t>
      </w:r>
      <w:r w:rsidRPr="004C7B28">
        <w:rPr>
          <w:rFonts w:ascii="Arial" w:hAnsi="Arial" w:cs="Arial"/>
          <w:b/>
          <w:bCs/>
          <w:sz w:val="32"/>
          <w:szCs w:val="32"/>
          <w:u w:val="single"/>
        </w:rPr>
        <w:t>estawienie obciążeń</w:t>
      </w:r>
    </w:p>
    <w:p w:rsidR="00A50A7B" w:rsidRDefault="00A50A7B" w:rsidP="00A50A7B">
      <w:pPr>
        <w:autoSpaceDE w:val="0"/>
        <w:autoSpaceDN w:val="0"/>
        <w:adjustRightInd w:val="0"/>
        <w:spacing w:before="120" w:after="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Obciążenia stałe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Rodzaj: ciężar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Typ: stałe </w:t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1.1.1. Ciężar dachu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0,22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A50A7B" w:rsidRPr="004C7B28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 w:rsidRPr="004C7B28">
        <w:rPr>
          <w:sz w:val="24"/>
          <w:szCs w:val="24"/>
          <w:lang w:val="en-US"/>
        </w:rPr>
        <w:t>Q</w:t>
      </w:r>
      <w:r w:rsidRPr="004C7B28">
        <w:rPr>
          <w:sz w:val="24"/>
          <w:szCs w:val="24"/>
          <w:vertAlign w:val="subscript"/>
          <w:lang w:val="en-US"/>
        </w:rPr>
        <w:t>o1</w:t>
      </w:r>
      <w:r w:rsidRPr="004C7B28">
        <w:rPr>
          <w:sz w:val="24"/>
          <w:szCs w:val="24"/>
          <w:lang w:val="en-US"/>
        </w:rPr>
        <w:t xml:space="preserve"> = 0,25 kN/m</w:t>
      </w:r>
      <w:r w:rsidRPr="004C7B28">
        <w:rPr>
          <w:sz w:val="24"/>
          <w:szCs w:val="24"/>
          <w:vertAlign w:val="superscript"/>
          <w:lang w:val="en-US"/>
        </w:rPr>
        <w:t>2</w:t>
      </w:r>
      <w:r w:rsidRPr="004C7B28">
        <w:rPr>
          <w:sz w:val="24"/>
          <w:szCs w:val="24"/>
          <w:lang w:val="en-US"/>
        </w:rPr>
        <w:t>,</w:t>
      </w:r>
      <w:r w:rsidRPr="004C7B28">
        <w:rPr>
          <w:sz w:val="24"/>
          <w:szCs w:val="24"/>
          <w:lang w:val="en-US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4C7B28">
        <w:rPr>
          <w:sz w:val="24"/>
          <w:szCs w:val="24"/>
          <w:vertAlign w:val="subscript"/>
          <w:lang w:val="en-US"/>
        </w:rPr>
        <w:t>f1</w:t>
      </w:r>
      <w:r w:rsidRPr="004C7B28">
        <w:rPr>
          <w:sz w:val="24"/>
          <w:szCs w:val="24"/>
          <w:lang w:val="en-US"/>
        </w:rPr>
        <w:t xml:space="preserve"> = 1,15,</w:t>
      </w:r>
    </w:p>
    <w:p w:rsidR="00A50A7B" w:rsidRPr="004C7B28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US"/>
        </w:rPr>
      </w:pPr>
      <w:r w:rsidRPr="004C7B28">
        <w:rPr>
          <w:sz w:val="24"/>
          <w:szCs w:val="24"/>
          <w:lang w:val="en-US"/>
        </w:rPr>
        <w:tab/>
        <w:t>Q</w:t>
      </w:r>
      <w:r w:rsidRPr="004C7B28">
        <w:rPr>
          <w:sz w:val="24"/>
          <w:szCs w:val="24"/>
          <w:vertAlign w:val="subscript"/>
          <w:lang w:val="en-US"/>
        </w:rPr>
        <w:t>o2</w:t>
      </w:r>
      <w:r w:rsidRPr="004C7B28">
        <w:rPr>
          <w:sz w:val="24"/>
          <w:szCs w:val="24"/>
          <w:lang w:val="en-US"/>
        </w:rPr>
        <w:t xml:space="preserve"> = 0,22 kN/m</w:t>
      </w:r>
      <w:r w:rsidRPr="004C7B28">
        <w:rPr>
          <w:sz w:val="24"/>
          <w:szCs w:val="24"/>
          <w:vertAlign w:val="superscript"/>
          <w:lang w:val="en-US"/>
        </w:rPr>
        <w:t>2</w:t>
      </w:r>
      <w:r w:rsidRPr="004C7B28">
        <w:rPr>
          <w:sz w:val="24"/>
          <w:szCs w:val="24"/>
          <w:lang w:val="en-US"/>
        </w:rPr>
        <w:t>,</w:t>
      </w:r>
      <w:r w:rsidRPr="004C7B28">
        <w:rPr>
          <w:sz w:val="24"/>
          <w:szCs w:val="24"/>
          <w:lang w:val="en-US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4C7B28">
        <w:rPr>
          <w:sz w:val="24"/>
          <w:szCs w:val="24"/>
          <w:vertAlign w:val="subscript"/>
          <w:lang w:val="en-US"/>
        </w:rPr>
        <w:t>f2</w:t>
      </w:r>
      <w:r w:rsidRPr="004C7B28">
        <w:rPr>
          <w:sz w:val="24"/>
          <w:szCs w:val="24"/>
          <w:lang w:val="en-US"/>
        </w:rPr>
        <w:t xml:space="preserve"> = 1,00.</w:t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1.1.2. Ciężar ściany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0,19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A50A7B" w:rsidRPr="004C7B28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 w:rsidRPr="004C7B28">
        <w:rPr>
          <w:sz w:val="24"/>
          <w:szCs w:val="24"/>
          <w:lang w:val="en-US"/>
        </w:rPr>
        <w:t>Q</w:t>
      </w:r>
      <w:r w:rsidRPr="004C7B28">
        <w:rPr>
          <w:sz w:val="24"/>
          <w:szCs w:val="24"/>
          <w:vertAlign w:val="subscript"/>
          <w:lang w:val="en-US"/>
        </w:rPr>
        <w:t>o1</w:t>
      </w:r>
      <w:r w:rsidRPr="004C7B28">
        <w:rPr>
          <w:sz w:val="24"/>
          <w:szCs w:val="24"/>
          <w:lang w:val="en-US"/>
        </w:rPr>
        <w:t xml:space="preserve"> = 0,22 kN/m</w:t>
      </w:r>
      <w:r w:rsidRPr="004C7B28">
        <w:rPr>
          <w:sz w:val="24"/>
          <w:szCs w:val="24"/>
          <w:vertAlign w:val="superscript"/>
          <w:lang w:val="en-US"/>
        </w:rPr>
        <w:t>2</w:t>
      </w:r>
      <w:r w:rsidRPr="004C7B28">
        <w:rPr>
          <w:sz w:val="24"/>
          <w:szCs w:val="24"/>
          <w:lang w:val="en-US"/>
        </w:rPr>
        <w:t>,</w:t>
      </w:r>
      <w:r w:rsidRPr="004C7B28">
        <w:rPr>
          <w:sz w:val="24"/>
          <w:szCs w:val="24"/>
          <w:lang w:val="en-US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4C7B28">
        <w:rPr>
          <w:sz w:val="24"/>
          <w:szCs w:val="24"/>
          <w:vertAlign w:val="subscript"/>
          <w:lang w:val="en-US"/>
        </w:rPr>
        <w:t>f1</w:t>
      </w:r>
      <w:r w:rsidRPr="004C7B28">
        <w:rPr>
          <w:sz w:val="24"/>
          <w:szCs w:val="24"/>
          <w:lang w:val="en-US"/>
        </w:rPr>
        <w:t xml:space="preserve"> = 1,15,</w:t>
      </w:r>
    </w:p>
    <w:p w:rsidR="00A50A7B" w:rsidRPr="004C7B28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US"/>
        </w:rPr>
      </w:pPr>
      <w:r w:rsidRPr="004C7B28">
        <w:rPr>
          <w:sz w:val="24"/>
          <w:szCs w:val="24"/>
          <w:lang w:val="en-US"/>
        </w:rPr>
        <w:tab/>
        <w:t>Q</w:t>
      </w:r>
      <w:r w:rsidRPr="004C7B28">
        <w:rPr>
          <w:sz w:val="24"/>
          <w:szCs w:val="24"/>
          <w:vertAlign w:val="subscript"/>
          <w:lang w:val="en-US"/>
        </w:rPr>
        <w:t>o2</w:t>
      </w:r>
      <w:r w:rsidRPr="004C7B28">
        <w:rPr>
          <w:sz w:val="24"/>
          <w:szCs w:val="24"/>
          <w:lang w:val="en-US"/>
        </w:rPr>
        <w:t xml:space="preserve"> = 0,19 kN/m</w:t>
      </w:r>
      <w:r w:rsidRPr="004C7B28">
        <w:rPr>
          <w:sz w:val="24"/>
          <w:szCs w:val="24"/>
          <w:vertAlign w:val="superscript"/>
          <w:lang w:val="en-US"/>
        </w:rPr>
        <w:t>2</w:t>
      </w:r>
      <w:r w:rsidRPr="004C7B28">
        <w:rPr>
          <w:sz w:val="24"/>
          <w:szCs w:val="24"/>
          <w:lang w:val="en-US"/>
        </w:rPr>
        <w:t>,</w:t>
      </w:r>
      <w:r w:rsidRPr="004C7B28">
        <w:rPr>
          <w:sz w:val="24"/>
          <w:szCs w:val="24"/>
          <w:lang w:val="en-US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4C7B28">
        <w:rPr>
          <w:sz w:val="24"/>
          <w:szCs w:val="24"/>
          <w:vertAlign w:val="subscript"/>
          <w:lang w:val="en-US"/>
        </w:rPr>
        <w:t>f2</w:t>
      </w:r>
      <w:r w:rsidRPr="004C7B28">
        <w:rPr>
          <w:sz w:val="24"/>
          <w:szCs w:val="24"/>
          <w:lang w:val="en-US"/>
        </w:rPr>
        <w:t xml:space="preserve"> = 1,00.</w:t>
      </w:r>
    </w:p>
    <w:p w:rsidR="00A50A7B" w:rsidRDefault="00A50A7B" w:rsidP="00A50A7B">
      <w:pPr>
        <w:autoSpaceDE w:val="0"/>
        <w:autoSpaceDN w:val="0"/>
        <w:adjustRightInd w:val="0"/>
        <w:spacing w:before="120" w:after="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1.2. Obciążenia użytkowe, technologiczne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Rodzaj: użytkowe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Typ: zmienne </w:t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1.2.1. Obciążenie użytkowe dachu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0,1 = 0,10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0,11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1,15,</w:t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120" w:after="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1.3. Śnieg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Rodzaj: użytkowe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Typ: zmienne </w:t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1.3.1. Śnieg maksymalny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0,9 · 0,8 = 0,72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1,08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1.3.2. Śnieg zredukowany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0,9 · 0,8 · 0,5 = 0,36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0,54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120" w:after="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1.4. Wiatr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Rodzaj: użytkowe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Typ: zmienne </w:t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1.4.1. Parcie wiatru na ścianę podłużną - D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0,5790 · 0,700 = 0,41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0,61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1.4.2. Ssanie wiatru na ścianę podłużną - E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0,5790 · ( - 0,300 ) = -0,17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-0,26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1.4.3. Ssanie wiatru na dach - większość połaci nawietrznej - H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- 0,540 ) = -0,35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-0,52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1.4.4. Ssanie wiatru na dach - pas okapowy połaci nawietrznej o szerokości e/10 - G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- 1,120 ) = -0,73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-1,09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1.4.5. Ssanie wiatru na dach - pas okapowy połaci nawietrznej o szerokości e/10 - rama szczytowa - F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lastRenderedPageBreak/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- 1,540 ) = -1,00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-1,50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1.4.6. Ssanie wiatru na dach - większość połaci zawietrznej, przy ssaniu wiatru na połać nawietrzną - I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- 0,560 ) = -0,37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-0,55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1.4.7. Ssanie wiatru na dach - pas kalenicowy połaci zawietrznej o szerokości e/10, przy ssaniu wiatru na połać nawietrzną - J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- 0,680 ) = -0,44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-0,66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1.4.8. Parcie wiatru na dach - większość połaci nawietrznej - H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( 0,0400 ) = 0,03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0,04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1.4.9. Parcie wiatru na dach - pas okapowy połaci nawietrznej - F, G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( 0,040 ) = 0,03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0,04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1.4.10. Ssanie / parcie na większość połaci zawietrznej, przy parciu na połać nawietrzną - I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- 0,560 ) = -0,37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-0,55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1.4.11. Ssanie / parcie na pas kalenicowy połaci zawietrznej, przy parciu na połać nawietrzną - J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- 0,6800 ) = -0,44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-0,66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1.4.12. Parcie wiatru na ścianę szczytową - D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0,700 = 0,46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0,69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1.4.13. Ssanie wiatru na ścianę szczytową - E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- 0,300 ) = -0,20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-0,30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1.4.14. Ssanie wiatru na ściany podłużne, przy wietrze prostopadłym do ściany szczytowej - B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0,5790 · ( - 0,800 ) = -0,46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-0,69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1.4.15. Ssanie wiatru na ściany podłużne, przy wietrze prostopadłym do ściany szczytowej - rama szczytowa -  A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0,5790 · ( - 1,200 ) = -0,69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-1,03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1.4.16. Ssanie wiatru na dach, przy wietrze prostopadłym do ściany szczytowej - H, I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- 0,680 ) = -0,44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-0,66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1.4.17. Ssanie wiatru na dach, przy wietrze prostopadłym do ściany szczytowej - rama szczytowa - część okapowa połaci e/4 - F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- 1,540 ) = -1,00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-1,50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1.4.18. Ssanie wiatru na dach, przy wietrze prostopadłym do ściany szczytowej - rama szczytowa - część kalenicowa połaci - G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- 1,300 ) = -0,85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lastRenderedPageBreak/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-1,27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1.4.19. Ciśnienie wewnętrzne - podciśnienie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0,6520 · ( - 0,300 ) = -0,20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-0,30 kN/m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1.4.20. Ciśnienie wewnętrzne - nadciśnienie</w:t>
      </w:r>
    </w:p>
    <w:p w:rsidR="00A50A7B" w:rsidRPr="00A84721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>Q</w:t>
      </w:r>
      <w:r w:rsidRPr="00A84721">
        <w:rPr>
          <w:sz w:val="24"/>
          <w:szCs w:val="24"/>
          <w:vertAlign w:val="subscript"/>
          <w:lang w:val="en-GB"/>
        </w:rPr>
        <w:t>k</w:t>
      </w:r>
      <w:r w:rsidRPr="00A84721">
        <w:rPr>
          <w:sz w:val="24"/>
          <w:szCs w:val="24"/>
          <w:lang w:val="en-GB"/>
        </w:rPr>
        <w:t xml:space="preserve"> = 0,6520 · ( 0,200 ) · 0 = 0,00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.</w:t>
      </w:r>
    </w:p>
    <w:p w:rsidR="00A50A7B" w:rsidRPr="00A84721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  <w:lang w:val="en-GB"/>
        </w:rPr>
      </w:pPr>
      <w:r w:rsidRPr="00A84721">
        <w:rPr>
          <w:sz w:val="24"/>
          <w:szCs w:val="24"/>
          <w:lang w:val="en-GB"/>
        </w:rPr>
        <w:tab/>
        <w:t>Q</w:t>
      </w:r>
      <w:r w:rsidRPr="00A84721">
        <w:rPr>
          <w:sz w:val="24"/>
          <w:szCs w:val="24"/>
          <w:vertAlign w:val="subscript"/>
          <w:lang w:val="en-GB"/>
        </w:rPr>
        <w:t>o</w:t>
      </w:r>
      <w:r w:rsidRPr="00A84721">
        <w:rPr>
          <w:sz w:val="24"/>
          <w:szCs w:val="24"/>
          <w:lang w:val="en-GB"/>
        </w:rPr>
        <w:t xml:space="preserve"> = 0,00 kN/m</w:t>
      </w:r>
      <w:r w:rsidRPr="00A84721">
        <w:rPr>
          <w:sz w:val="24"/>
          <w:szCs w:val="24"/>
          <w:vertAlign w:val="superscript"/>
          <w:lang w:val="en-GB"/>
        </w:rPr>
        <w:t>2</w:t>
      </w:r>
      <w:r w:rsidRPr="00A84721">
        <w:rPr>
          <w:sz w:val="24"/>
          <w:szCs w:val="24"/>
          <w:lang w:val="en-GB"/>
        </w:rPr>
        <w:t>,</w:t>
      </w:r>
      <w:r w:rsidRPr="00A84721">
        <w:rPr>
          <w:sz w:val="24"/>
          <w:szCs w:val="24"/>
          <w:lang w:val="en-GB"/>
        </w:rPr>
        <w:tab/>
      </w:r>
      <w:r>
        <w:rPr>
          <w:rFonts w:ascii="Symbol" w:hAnsi="Symbol" w:cs="Symbol"/>
          <w:sz w:val="24"/>
          <w:szCs w:val="24"/>
        </w:rPr>
        <w:t></w:t>
      </w:r>
      <w:r w:rsidRPr="00A84721">
        <w:rPr>
          <w:sz w:val="24"/>
          <w:szCs w:val="24"/>
          <w:vertAlign w:val="subscript"/>
          <w:lang w:val="en-GB"/>
        </w:rPr>
        <w:t>f</w:t>
      </w:r>
      <w:r w:rsidRPr="00A84721">
        <w:rPr>
          <w:sz w:val="24"/>
          <w:szCs w:val="24"/>
          <w:lang w:val="en-GB"/>
        </w:rPr>
        <w:t xml:space="preserve"> = 1,50,</w:t>
      </w:r>
      <w:r w:rsidRPr="00A84721">
        <w:rPr>
          <w:sz w:val="24"/>
          <w:szCs w:val="24"/>
          <w:lang w:val="en-GB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120" w:after="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1.5. Siły ze stężeń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Rodzaj: inne </w:t>
      </w:r>
    </w:p>
    <w:p w:rsidR="00A50A7B" w:rsidRDefault="00A50A7B" w:rsidP="00A50A7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Typ: zmienne </w:t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1.5.1. Siła ściskająca w ryglu ramy od stężenia połaciowego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48 · 0,6 + 7 = 35,80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53,70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1.5.2. Siła rozciągająca w ryglu ramy od stężenia połaciowego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- ( 48 · 0,6 + 7 ) = -35,80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-53,70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1.5.3. Siła w słupie zewnętrznym od stężenia pionowego - w dół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19 · 0,6 + 4 = 15,40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23,10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1.5.4. Siła w słupie zewnętrznym od stężenia pionowego - w górę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- ( 19 + 4 · 0,00 ) = -19,00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-28,50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1.5.5. Siła w słupie zewnętrznym od stężenia pionowego - w dół - pole skrajne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29 · 0,6 + 8 = 25,40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27,94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1,10,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1.5.6. Siła w słupie zewnętrznym od stężenia pionowego - w górę - pole skrajne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- ( 29 + 8 · 0,00 ) = -29,00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-31,90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1,10,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1.5.7. Siła w słupie wewnętrznym od stężenia pionowego - w dół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 = 0,00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0,00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50A7B" w:rsidRDefault="00A50A7B" w:rsidP="00A50A7B">
      <w:pPr>
        <w:autoSpaceDE w:val="0"/>
        <w:autoSpaceDN w:val="0"/>
        <w:adjustRightInd w:val="0"/>
        <w:spacing w:before="60" w:after="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1.5.8. Siła w słupie wewnętrznym od stężenia pionowego - w górę</w:t>
      </w:r>
    </w:p>
    <w:p w:rsidR="00A50A7B" w:rsidRDefault="00A50A7B" w:rsidP="00A50A7B">
      <w:pPr>
        <w:autoSpaceDE w:val="0"/>
        <w:autoSpaceDN w:val="0"/>
        <w:adjustRightInd w:val="0"/>
        <w:spacing w:before="30" w:after="30"/>
        <w:ind w:left="360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 = 0 = 0,00 kN </w:t>
      </w:r>
    </w:p>
    <w:p w:rsidR="00A50A7B" w:rsidRDefault="00A50A7B" w:rsidP="00A50A7B">
      <w:pPr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= 0,00 kN,</w:t>
      </w:r>
      <w:r>
        <w:rPr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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1,50,</w:t>
      </w:r>
    </w:p>
    <w:p w:rsidR="00A50A7B" w:rsidRDefault="00A50A7B" w:rsidP="00A50A7B"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17CD8" w:rsidRDefault="00817CD8" w:rsidP="00987F06">
      <w:pPr>
        <w:spacing w:line="360" w:lineRule="auto"/>
        <w:rPr>
          <w:rFonts w:ascii="Arial" w:hAnsi="Arial" w:cs="Arial"/>
        </w:rPr>
      </w:pPr>
    </w:p>
    <w:p w:rsidR="00817CD8" w:rsidRDefault="00817CD8" w:rsidP="00987F06">
      <w:pPr>
        <w:spacing w:line="360" w:lineRule="auto"/>
        <w:rPr>
          <w:rFonts w:ascii="Arial" w:hAnsi="Arial" w:cs="Arial"/>
        </w:rPr>
      </w:pPr>
    </w:p>
    <w:p w:rsidR="00A50A7B" w:rsidRDefault="00A50A7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50A7B" w:rsidRPr="003D305E" w:rsidRDefault="00A50A7B" w:rsidP="00A50A7B">
      <w:pPr>
        <w:autoSpaceDE w:val="0"/>
        <w:autoSpaceDN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2. </w:t>
      </w:r>
      <w:r w:rsidRPr="00A50A7B">
        <w:rPr>
          <w:rFonts w:ascii="Arial" w:hAnsi="Arial" w:cs="Arial"/>
          <w:b/>
          <w:sz w:val="32"/>
          <w:szCs w:val="32"/>
          <w:u w:val="single"/>
        </w:rPr>
        <w:t>Rama szczytowa w osi 1</w:t>
      </w:r>
    </w:p>
    <w:p w:rsidR="00A50A7B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NAZWA: Rama 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1                           Nazwa: "I 160 PE"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5DED2C49" wp14:editId="6EC8E00E">
            <wp:extent cx="5082540" cy="508254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4,1      Yc=      8,0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 869,0      Jy=     68,3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 869,0      Iy=     68,3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6,6      iy=      1,8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108,6      Wy=     16,7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-108,6      Wy=    -16,7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20,1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15,8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 869,0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I 160 PE           0    0,00    0,00      0,0      0,0    20,1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2                           Nazwa: "I 160 HEA"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2B487CBD" wp14:editId="16E617AF">
            <wp:extent cx="5082540" cy="508254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8,0      Yc=      7,6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1673,0      Jy=    616,0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1673,0      Iy=    616,0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6,6      iy=      4,0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220,1      Wy=     77,0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-220,1      Wy=    -77,0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38,8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30,5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1673,0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I 160 HEA          0    0,00    0,00      0,0      0,0    38,8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3                           Nazwa: "I 160 PE"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142750D2" wp14:editId="43543D43">
            <wp:extent cx="5082540" cy="508254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8,0      Yc=      4,1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90,0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  68,3      Jy=    869,0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 869,0      Iy=     68,3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6,6      iy=      1,8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108,6      Wy=     16,7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-108,6      Wy=    -16,7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20,1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15,8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  68,3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I 160 PE          90    0,00   -0,00     -0,0      0,0    20,1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4                           Nazwa: "I 180 PE"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11BF1D4B" wp14:editId="6BD37393">
            <wp:extent cx="5082540" cy="508254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9,0      Yc=      4,6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90,0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 101,0      Jy=   1320,0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1320,0      Iy=    101,0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7,4      iy=      2,1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146,7      Wy=     22,2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-146,7      Wy=    -22,2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23,9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18,8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 101,0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I 180 PE          90    0,00   -0,00     -0,0      0,0    23,9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5                           Nazwa: "R 12x6"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2A05CA7C" wp14:editId="3B35C918">
            <wp:extent cx="5082540" cy="508254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Klasa 8.8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0,6      Yc=      0,6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   0,1      Jy=      0,1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   0,1      Iy=      0,1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0,3      iy=      0,3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  0,2      Wy=      0,2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  -0,2      Wy=     -0,2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 1,1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   0,1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R *12x6            0    0,00    0,00      0,0      0,0     1,1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6                           Nazwa: "Okap"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19707397" wp14:editId="0A0F217B">
            <wp:extent cx="5082540" cy="508254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Bez ciężaru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4,5      Yc=     10,0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2140,0      Jy=    117,0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2140,0      Iy=    117,0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8,0      iy=      1,9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214,0      Wy=     26,0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-214,0      Wy=    -26,0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33,5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2140,0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I 200              0    0,00    0,00      0,0      0,0    33,5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 xml:space="preserve">WĘZŁY: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018412F3" wp14:editId="42D7AEA6">
            <wp:extent cx="5760720" cy="23622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PRĘTY: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6753DCE3" wp14:editId="174DD9D1">
            <wp:extent cx="5760720" cy="23622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PRZEKROJE PRĘTÓW: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20A9E93D" wp14:editId="3165997C">
            <wp:extent cx="5760720" cy="23622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PRĘTY UKŁADU: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t xml:space="preserve">         Typy prętów: 00 - sztyw.-sztyw.;  01 - sztyw.-przegub;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lastRenderedPageBreak/>
        <w:t xml:space="preserve">                      10 - przegub-sztyw.; 11 - przegub-przegub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Pręt: Typ: A:  B:     Lx[m]:   Ly[m]:  L[m]:  Red.EJ: Przekrój: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1   11    1   2     0,000    4,190   4,190  1,000   2 I 160 HEA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2   00    2  13     4,874    0,598   4,911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3   00   13  11     6,400    0,786   6,448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4   00   11   5     6,400    0,786   6,448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5   00    5  15     0,300   -0,037   0,302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6   00   15  12     6,100   -0,749   6,146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7   00   12  14     6,400   -0,786   6,448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8   00   14   3     4,874   -0,598   4,911  1,000   1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9   11    3   4     0,000   -4,190   4,190  1,000   2 I 160 HEA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10   00    2   6     0,000    0,430   0,430  1,000   6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11   00    7   3     0,000   -0,430   0,430  1,000   6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12   11   15   8     0,000   -6,323   6,323  1,000   4 I 180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13   00    9   2     0,540    0,066   0,544  1,000   6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14   00    3  10     0,540   -0,066   0,544  1,000   6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15   11   13  16     0,000   -4,788   4,788  1,000   3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16   11   11  17     0,000   -5,574   5,574  1,000   3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17   11   12  18     0,000   -5,574   5,574  1,000   3 I 160 PE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18   11   14  19     0,000   -4,788   4,788  1,000   3 I 160 PE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19   22   15  18     6,100   -6,323   8,786  1,000   5 R 12x6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20   22    8  12     6,100    5,574   8,263  1,000   5 R 12x6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==================================================================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</w:t>
      </w:r>
      <w:r w:rsidRPr="003D305E">
        <w:rPr>
          <w:rFonts w:ascii="Courier New" w:hAnsi="Courier New" w:cs="Courier New"/>
          <w:b/>
          <w:bCs/>
        </w:rPr>
        <w:t>W  Y  N  I  K  I  wg PN 82/B-02000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</w:t>
      </w:r>
      <w:r w:rsidRPr="003D305E">
        <w:rPr>
          <w:rFonts w:ascii="Courier New" w:hAnsi="Courier New" w:cs="Courier New"/>
          <w:b/>
          <w:bCs/>
        </w:rPr>
        <w:t xml:space="preserve"> Teoria I-go rzędu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b/>
          <w:bCs/>
        </w:rPr>
        <w:t>Kombinatoryka obciążeń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==================================================================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OBCIĄŻENIOWE WSPÓŁ. BEZPIECZ.: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Grupa:                              Znaczenie:     </w:t>
      </w:r>
      <w:r w:rsidRPr="003D305E">
        <w:rPr>
          <w:rFonts w:ascii="Symbol" w:hAnsi="Symbol" w:cs="Symbol"/>
        </w:rPr>
        <w:t></w:t>
      </w:r>
      <w:r w:rsidRPr="003D305E">
        <w:rPr>
          <w:rFonts w:ascii="Courier New" w:hAnsi="Courier New" w:cs="Courier New"/>
        </w:rPr>
        <w:t xml:space="preserve">d:    </w:t>
      </w:r>
      <w:r w:rsidRPr="003D305E">
        <w:rPr>
          <w:rFonts w:ascii="Symbol" w:hAnsi="Symbol" w:cs="Symbol"/>
        </w:rPr>
        <w:t></w:t>
      </w:r>
      <w:r w:rsidRPr="003D305E">
        <w:rPr>
          <w:rFonts w:ascii="Courier New" w:hAnsi="Courier New" w:cs="Courier New"/>
        </w:rPr>
        <w:t>f: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Ciężar wł.                                               1,15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A -"Obciążenia stałe"              Stałe                 1,15/1,00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B -"Obciązenie użytkowe dachu"     Zmienne    1   1,00   1,15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 -"Śnieg maksymalny"      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D -"Wiatr na ściany z lewej"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E -"Wiatr na ściany z prawej"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F -"Ssanie na dach z lewej"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 -"Ssanie na dach z prawej"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H -"Parcie na dach z lewej"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I -"Parcie na dach z prawej"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J -"Siły ze stężenia w dół"        Zmienne    1   1,00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K -"Siły ze stężenia w górę"       Zmienne    1   1,00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 -"Śnieg zredukowany z lewej"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O -"Śnieg zredukowany z prawej"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 -"Wiatr prost. do ści. szcz."    Zmienne    1   0,00   1,50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Q -"Max wiatr - L"         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R -"Max wiatr - P"         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RELACJE GRUP OBCIĄŻEŃ: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Grupa obc.:                     Relacje: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Ciężar wł.                      ZAWSZE     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A -"Obciążenia stałe"           ZAWSZE  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B -"Obciązenie użytkowe dachu"  EWENTUALNIE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 -"Śnieg maksymalny"      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NOQR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D -"Wiatr na ściany z lewej"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EGIJKPQR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E -"Wiatr na ściany z prawej"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DFHJKPQR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F -"Ssanie na dach z lewej"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EGHIJKPR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 -"Ssanie na dach z prawej"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DFHIJKPQ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H -"Parcie na dach z lewej"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EFGIJKPR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I -"Parcie na dach z prawej"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DFGHJKPQ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J -"Siły ze stężenia w dół"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DEFGHIKQR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K -"Siły ze stężenia w górę"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DEFGHIJQR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 -"Śnieg zredukowany z lewej"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COQR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O -"Śnieg zredukowany z prawej"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CNQR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 -"Wiatr prost. do ści. szcz."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Q -"Max wiatr - L"         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CDEGIJKNOPR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R -"Max wiatr - P"         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CDEFHJKNOPQ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KRYTERIA KOMBINACJI OBCIĄŻEŃ: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Nr:    Specyfikacja: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 xml:space="preserve"> 1      ZAWSZE     : A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EWENTUALNIE: B+C+D+E+F+G+H+I+N+O+P+Q+R+J+K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MOMENTY-OBWIEDNIE: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21BDF919" wp14:editId="1009FFC3">
            <wp:extent cx="5760720" cy="23622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TNĄCE-OBWIEDNIE:  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6AA5A0D9" wp14:editId="6F1889D5">
            <wp:extent cx="5760720" cy="2362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 xml:space="preserve">NORMALNE-OBWIEDNIE: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1B6CAAE4" wp14:editId="32E49FB5">
            <wp:extent cx="5760720" cy="2362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SIŁY PRZEKROJOWE - WARTOŚCI EKSTREMALNE:</w:t>
      </w:r>
      <w:r w:rsidRPr="003D305E">
        <w:rPr>
          <w:rFonts w:ascii="Courier New" w:hAnsi="Courier New" w:cs="Courier New"/>
        </w:rPr>
        <w:t xml:space="preserve">  </w:t>
      </w:r>
      <w:r w:rsidRPr="003D305E">
        <w:rPr>
          <w:rFonts w:ascii="Courier New" w:hAnsi="Courier New" w:cs="Courier New"/>
          <w:sz w:val="18"/>
          <w:szCs w:val="18"/>
        </w:rPr>
        <w:t>T.I rzędu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Pręt: x[m]:    M[kNm]:    Q[kN]:    N[kN]:  Kombinacja obciążeń: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>------------------------------------------------------------------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1   2,095  </w:t>
      </w:r>
      <w:r w:rsidRPr="00B71731">
        <w:rPr>
          <w:rFonts w:ascii="Courier New" w:hAnsi="Courier New" w:cs="Courier New"/>
          <w:b/>
          <w:bCs/>
        </w:rPr>
        <w:t xml:space="preserve">     3,16*</w:t>
      </w:r>
      <w:r w:rsidRPr="00B71731">
        <w:rPr>
          <w:rFonts w:ascii="Courier New" w:hAnsi="Courier New" w:cs="Courier New"/>
        </w:rPr>
        <w:t xml:space="preserve">    -0,00     -4,01   ABHQ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2,095  </w:t>
      </w:r>
      <w:r w:rsidRPr="00B71731">
        <w:rPr>
          <w:rFonts w:ascii="Courier New" w:hAnsi="Courier New" w:cs="Courier New"/>
          <w:b/>
          <w:bCs/>
        </w:rPr>
        <w:t xml:space="preserve">    -5,45*</w:t>
      </w:r>
      <w:r w:rsidRPr="00B71731">
        <w:rPr>
          <w:rFonts w:ascii="Courier New" w:hAnsi="Courier New" w:cs="Courier New"/>
        </w:rPr>
        <w:t xml:space="preserve">    -0,00    -38,42   ABJOP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0,000       0,00 </w:t>
      </w:r>
      <w:r w:rsidRPr="00B71731">
        <w:rPr>
          <w:rFonts w:ascii="Courier New" w:hAnsi="Courier New" w:cs="Courier New"/>
          <w:b/>
          <w:bCs/>
        </w:rPr>
        <w:t xml:space="preserve">    -5,20*</w:t>
      </w:r>
      <w:r w:rsidRPr="00B71731">
        <w:rPr>
          <w:rFonts w:ascii="Courier New" w:hAnsi="Courier New" w:cs="Courier New"/>
        </w:rPr>
        <w:t xml:space="preserve">   -39,61   ABJOP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4,190      -0,00 </w:t>
      </w:r>
      <w:r w:rsidRPr="00B71731">
        <w:rPr>
          <w:rFonts w:ascii="Courier New" w:hAnsi="Courier New" w:cs="Courier New"/>
          <w:b/>
          <w:bCs/>
        </w:rPr>
        <w:t xml:space="preserve">     5,20*</w:t>
      </w:r>
      <w:r w:rsidRPr="00B71731">
        <w:rPr>
          <w:rFonts w:ascii="Courier New" w:hAnsi="Courier New" w:cs="Courier New"/>
        </w:rPr>
        <w:t xml:space="preserve">   -37,22   ABJOP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4,190      -0,00      5,20 </w:t>
      </w:r>
      <w:r w:rsidRPr="00B71731">
        <w:rPr>
          <w:rFonts w:ascii="Courier New" w:hAnsi="Courier New" w:cs="Courier New"/>
          <w:b/>
          <w:bCs/>
        </w:rPr>
        <w:t xml:space="preserve">     7,91*</w:t>
      </w:r>
      <w:r w:rsidRPr="00B71731">
        <w:rPr>
          <w:rFonts w:ascii="Courier New" w:hAnsi="Courier New" w:cs="Courier New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</w:rPr>
        <w:t xml:space="preserve">   -49,17*</w:t>
      </w:r>
      <w:r w:rsidRPr="00B71731">
        <w:rPr>
          <w:rFonts w:ascii="Courier New" w:hAnsi="Courier New" w:cs="Courier New"/>
        </w:rPr>
        <w:t xml:space="preserve">  ABJO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2   4,911  </w:t>
      </w:r>
      <w:r w:rsidRPr="00B71731">
        <w:rPr>
          <w:rFonts w:ascii="Courier New" w:hAnsi="Courier New" w:cs="Courier New"/>
          <w:b/>
          <w:bCs/>
        </w:rPr>
        <w:t xml:space="preserve">     8,24*</w:t>
      </w:r>
      <w:r w:rsidRPr="00B71731">
        <w:rPr>
          <w:rFonts w:ascii="Courier New" w:hAnsi="Courier New" w:cs="Courier New"/>
        </w:rPr>
        <w:t xml:space="preserve">     8,75      7,66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4,911  </w:t>
      </w:r>
      <w:r w:rsidRPr="00B71731">
        <w:rPr>
          <w:rFonts w:ascii="Courier New" w:hAnsi="Courier New" w:cs="Courier New"/>
          <w:b/>
          <w:bCs/>
        </w:rPr>
        <w:t xml:space="preserve">   -12,87*</w:t>
      </w:r>
      <w:r w:rsidRPr="00B71731">
        <w:rPr>
          <w:rFonts w:ascii="Courier New" w:hAnsi="Courier New" w:cs="Courier New"/>
        </w:rPr>
        <w:t xml:space="preserve">   -12,64     -2,03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4,911     -12,87 </w:t>
      </w:r>
      <w:r w:rsidRPr="00B71731">
        <w:rPr>
          <w:rFonts w:ascii="Courier New" w:hAnsi="Courier New" w:cs="Courier New"/>
          <w:b/>
          <w:bCs/>
        </w:rPr>
        <w:t xml:space="preserve">   -12,64*</w:t>
      </w:r>
      <w:r w:rsidRPr="00B71731">
        <w:rPr>
          <w:rFonts w:ascii="Courier New" w:hAnsi="Courier New" w:cs="Courier New"/>
        </w:rPr>
        <w:t xml:space="preserve">    -2,03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4,911      -0,90     -0,15 </w:t>
      </w:r>
      <w:r w:rsidRPr="00B71731">
        <w:rPr>
          <w:rFonts w:ascii="Courier New" w:hAnsi="Courier New" w:cs="Courier New"/>
          <w:b/>
          <w:bCs/>
        </w:rPr>
        <w:t xml:space="preserve">     8,75*</w:t>
      </w:r>
      <w:r w:rsidRPr="00B71731">
        <w:rPr>
          <w:rFonts w:ascii="Courier New" w:hAnsi="Courier New" w:cs="Courier New"/>
        </w:rPr>
        <w:t xml:space="preserve">  ABCJP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0,000      -0,33      7,56 </w:t>
      </w:r>
      <w:r w:rsidRPr="00B71731">
        <w:rPr>
          <w:rFonts w:ascii="Courier New" w:hAnsi="Courier New" w:cs="Courier New"/>
          <w:b/>
          <w:bCs/>
        </w:rPr>
        <w:t xml:space="preserve">    -4,21*</w:t>
      </w:r>
      <w:r w:rsidRPr="00B71731">
        <w:rPr>
          <w:rFonts w:ascii="Courier New" w:hAnsi="Courier New" w:cs="Courier New"/>
        </w:rPr>
        <w:t xml:space="preserve">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3   6,448  </w:t>
      </w:r>
      <w:r w:rsidRPr="00B71731">
        <w:rPr>
          <w:rFonts w:ascii="Courier New" w:hAnsi="Courier New" w:cs="Courier New"/>
          <w:b/>
          <w:bCs/>
        </w:rPr>
        <w:t xml:space="preserve">     8,61*</w:t>
      </w:r>
      <w:r w:rsidRPr="00B71731">
        <w:rPr>
          <w:rFonts w:ascii="Courier New" w:hAnsi="Courier New" w:cs="Courier New"/>
        </w:rPr>
        <w:t xml:space="preserve">     7,67     10,21 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6,448  </w:t>
      </w:r>
      <w:r w:rsidRPr="00B71731">
        <w:rPr>
          <w:rFonts w:ascii="Courier New" w:hAnsi="Courier New" w:cs="Courier New"/>
          <w:b/>
          <w:bCs/>
        </w:rPr>
        <w:t xml:space="preserve">   -16,38*</w:t>
      </w:r>
      <w:r w:rsidRPr="00B71731">
        <w:rPr>
          <w:rFonts w:ascii="Courier New" w:hAnsi="Courier New" w:cs="Courier New"/>
        </w:rPr>
        <w:t xml:space="preserve">   -13,81     -2,29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6,448     -16,38 </w:t>
      </w:r>
      <w:r w:rsidRPr="00B71731">
        <w:rPr>
          <w:rFonts w:ascii="Courier New" w:hAnsi="Courier New" w:cs="Courier New"/>
          <w:b/>
          <w:bCs/>
        </w:rPr>
        <w:t xml:space="preserve">   -13,81*</w:t>
      </w:r>
      <w:r w:rsidRPr="00B71731">
        <w:rPr>
          <w:rFonts w:ascii="Courier New" w:hAnsi="Courier New" w:cs="Courier New"/>
        </w:rPr>
        <w:t xml:space="preserve">    -2,29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6,448      -2,93     -2,09 </w:t>
      </w:r>
      <w:r w:rsidRPr="00B71731">
        <w:rPr>
          <w:rFonts w:ascii="Courier New" w:hAnsi="Courier New" w:cs="Courier New"/>
          <w:b/>
          <w:bCs/>
        </w:rPr>
        <w:t xml:space="preserve">    11,41*</w:t>
      </w:r>
      <w:r w:rsidRPr="00B71731">
        <w:rPr>
          <w:rFonts w:ascii="Courier New" w:hAnsi="Courier New" w:cs="Courier New"/>
        </w:rPr>
        <w:t xml:space="preserve">  ABOP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0,000     -12,87     12,78 </w:t>
      </w:r>
      <w:r w:rsidRPr="00B71731">
        <w:rPr>
          <w:rFonts w:ascii="Courier New" w:hAnsi="Courier New" w:cs="Courier New"/>
          <w:b/>
          <w:bCs/>
        </w:rPr>
        <w:t xml:space="preserve">    -5,15*</w:t>
      </w:r>
      <w:r w:rsidRPr="00B71731">
        <w:rPr>
          <w:rFonts w:ascii="Courier New" w:hAnsi="Courier New" w:cs="Courier New"/>
        </w:rPr>
        <w:t xml:space="preserve">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4   3,422  </w:t>
      </w:r>
      <w:r w:rsidRPr="00B71731">
        <w:rPr>
          <w:rFonts w:ascii="Courier New" w:hAnsi="Courier New" w:cs="Courier New"/>
          <w:b/>
          <w:bCs/>
        </w:rPr>
        <w:t xml:space="preserve">     9,59*</w:t>
      </w:r>
      <w:r w:rsidRPr="00B71731">
        <w:rPr>
          <w:rFonts w:ascii="Courier New" w:hAnsi="Courier New" w:cs="Courier New"/>
        </w:rPr>
        <w:t xml:space="preserve">     0,56     -4,27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0,000  </w:t>
      </w:r>
      <w:r w:rsidRPr="00B71731">
        <w:rPr>
          <w:rFonts w:ascii="Courier New" w:hAnsi="Courier New" w:cs="Courier New"/>
          <w:b/>
          <w:bCs/>
        </w:rPr>
        <w:t xml:space="preserve">   -16,38*</w:t>
      </w:r>
      <w:r w:rsidRPr="00B71731">
        <w:rPr>
          <w:rFonts w:ascii="Courier New" w:hAnsi="Courier New" w:cs="Courier New"/>
        </w:rPr>
        <w:t xml:space="preserve">    14,62     -5,78   ABDHO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B71731">
        <w:rPr>
          <w:rFonts w:ascii="Courier New" w:hAnsi="Courier New" w:cs="Courier New"/>
        </w:rPr>
        <w:t xml:space="preserve">      </w:t>
      </w:r>
      <w:r w:rsidRPr="003D305E">
        <w:rPr>
          <w:rFonts w:ascii="Courier New" w:hAnsi="Courier New" w:cs="Courier New"/>
          <w:lang w:val="en-US"/>
        </w:rPr>
        <w:t xml:space="preserve">0,000     -16,38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14,62*</w:t>
      </w:r>
      <w:r w:rsidRPr="003D305E">
        <w:rPr>
          <w:rFonts w:ascii="Courier New" w:hAnsi="Courier New" w:cs="Courier New"/>
          <w:lang w:val="en-US"/>
        </w:rPr>
        <w:t xml:space="preserve">    -5,78   ABDHO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6,448      -0,77     -1,50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13,76*</w:t>
      </w:r>
      <w:r w:rsidRPr="003D305E">
        <w:rPr>
          <w:rFonts w:ascii="Courier New" w:hAnsi="Courier New" w:cs="Courier New"/>
          <w:lang w:val="en-US"/>
        </w:rPr>
        <w:t xml:space="preserve">  ABCJP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-16,38     14,62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-5,78*</w:t>
      </w:r>
      <w:r w:rsidRPr="003D305E">
        <w:rPr>
          <w:rFonts w:ascii="Courier New" w:hAnsi="Courier New" w:cs="Courier New"/>
          <w:lang w:val="en-US"/>
        </w:rPr>
        <w:t xml:space="preserve">  ABDHO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5   0,302 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7,80*</w:t>
      </w:r>
      <w:r w:rsidRPr="003D305E">
        <w:rPr>
          <w:rFonts w:ascii="Courier New" w:hAnsi="Courier New" w:cs="Courier New"/>
          <w:lang w:val="en-US"/>
        </w:rPr>
        <w:t xml:space="preserve">     4,70     14,04   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0,302  </w:t>
      </w:r>
      <w:r w:rsidRPr="003D305E">
        <w:rPr>
          <w:rFonts w:ascii="Courier New" w:hAnsi="Courier New" w:cs="Courier New"/>
          <w:b/>
          <w:bCs/>
          <w:lang w:val="en-US"/>
        </w:rPr>
        <w:t xml:space="preserve">   -13,91*</w:t>
      </w:r>
      <w:r w:rsidRPr="003D305E">
        <w:rPr>
          <w:rFonts w:ascii="Courier New" w:hAnsi="Courier New" w:cs="Courier New"/>
          <w:lang w:val="en-US"/>
        </w:rPr>
        <w:t xml:space="preserve">   -13,15     -2,74   ABCE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0,302     -13,91 </w:t>
      </w:r>
      <w:r w:rsidRPr="003D305E">
        <w:rPr>
          <w:rFonts w:ascii="Courier New" w:hAnsi="Courier New" w:cs="Courier New"/>
          <w:b/>
          <w:bCs/>
          <w:lang w:val="en-US"/>
        </w:rPr>
        <w:t xml:space="preserve">   -13,15*</w:t>
      </w:r>
      <w:r w:rsidRPr="003D305E">
        <w:rPr>
          <w:rFonts w:ascii="Courier New" w:hAnsi="Courier New" w:cs="Courier New"/>
          <w:lang w:val="en-US"/>
        </w:rPr>
        <w:t xml:space="preserve">    -2,74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3D305E">
        <w:rPr>
          <w:rFonts w:ascii="Courier New" w:hAnsi="Courier New" w:cs="Courier New"/>
          <w:lang w:val="en-US"/>
        </w:rPr>
        <w:t xml:space="preserve">      </w:t>
      </w:r>
      <w:r w:rsidRPr="00B71731">
        <w:rPr>
          <w:rFonts w:ascii="Courier New" w:hAnsi="Courier New" w:cs="Courier New"/>
          <w:lang w:val="de-DE"/>
        </w:rPr>
        <w:t xml:space="preserve">0,000       6,49      3,99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14,07*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0,302     -12,74    -12,07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-5,89*</w:t>
      </w:r>
      <w:r w:rsidRPr="00B71731">
        <w:rPr>
          <w:rFonts w:ascii="Courier New" w:hAnsi="Courier New" w:cs="Courier New"/>
          <w:lang w:val="de-DE"/>
        </w:rPr>
        <w:t xml:space="preserve">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6   0,000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7,80*</w:t>
      </w:r>
      <w:r w:rsidRPr="00B71731">
        <w:rPr>
          <w:rFonts w:ascii="Courier New" w:hAnsi="Courier New" w:cs="Courier New"/>
          <w:lang w:val="de-DE"/>
        </w:rPr>
        <w:t xml:space="preserve">    -7,28     12,21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-14,59*</w:t>
      </w:r>
      <w:r w:rsidRPr="00B71731">
        <w:rPr>
          <w:rFonts w:ascii="Courier New" w:hAnsi="Courier New" w:cs="Courier New"/>
          <w:lang w:val="de-DE"/>
        </w:rPr>
        <w:t xml:space="preserve">   -13,39     -5,63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   -14,59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-13,39*</w:t>
      </w:r>
      <w:r w:rsidRPr="00B71731">
        <w:rPr>
          <w:rFonts w:ascii="Courier New" w:hAnsi="Courier New" w:cs="Courier New"/>
          <w:lang w:val="de-DE"/>
        </w:rPr>
        <w:t xml:space="preserve">    -5,63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-2,24      1,73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13,65*</w:t>
      </w:r>
      <w:r w:rsidRPr="00B71731">
        <w:rPr>
          <w:rFonts w:ascii="Courier New" w:hAnsi="Courier New" w:cs="Courier New"/>
          <w:lang w:val="de-DE"/>
        </w:rPr>
        <w:t xml:space="preserve">  ABCJP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   -10,85    -10,05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-5,94*</w:t>
      </w:r>
      <w:r w:rsidRPr="00B71731">
        <w:rPr>
          <w:rFonts w:ascii="Courier New" w:hAnsi="Courier New" w:cs="Courier New"/>
          <w:lang w:val="de-DE"/>
        </w:rPr>
        <w:t xml:space="preserve">  ABDHN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7   6,448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8,51*</w:t>
      </w:r>
      <w:r w:rsidRPr="00B71731">
        <w:rPr>
          <w:rFonts w:ascii="Courier New" w:hAnsi="Courier New" w:cs="Courier New"/>
          <w:lang w:val="de-DE"/>
        </w:rPr>
        <w:t xml:space="preserve">     7,74      9,68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lastRenderedPageBreak/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-14,59*</w:t>
      </w:r>
      <w:r w:rsidRPr="00B71731">
        <w:rPr>
          <w:rFonts w:ascii="Courier New" w:hAnsi="Courier New" w:cs="Courier New"/>
          <w:lang w:val="de-DE"/>
        </w:rPr>
        <w:t xml:space="preserve">    13,45     -2,33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-14,59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13,45*</w:t>
      </w:r>
      <w:r w:rsidRPr="00B71731">
        <w:rPr>
          <w:rFonts w:ascii="Courier New" w:hAnsi="Courier New" w:cs="Courier New"/>
          <w:lang w:val="de-DE"/>
        </w:rPr>
        <w:t xml:space="preserve">    -2,33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-2,55      2,02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11,40*</w:t>
      </w:r>
      <w:r w:rsidRPr="00B71731">
        <w:rPr>
          <w:rFonts w:ascii="Courier New" w:hAnsi="Courier New" w:cs="Courier New"/>
          <w:lang w:val="de-DE"/>
        </w:rPr>
        <w:t xml:space="preserve">  ABNP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6,448     -13,43    -13,17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-5,20*</w:t>
      </w:r>
      <w:r w:rsidRPr="00B71731">
        <w:rPr>
          <w:rFonts w:ascii="Courier New" w:hAnsi="Courier New" w:cs="Courier New"/>
          <w:lang w:val="de-DE"/>
        </w:rPr>
        <w:t xml:space="preserve">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8   0,000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8,51*</w:t>
      </w:r>
      <w:r w:rsidRPr="00B71731">
        <w:rPr>
          <w:rFonts w:ascii="Courier New" w:hAnsi="Courier New" w:cs="Courier New"/>
          <w:lang w:val="de-DE"/>
        </w:rPr>
        <w:t xml:space="preserve">    -8,81      7,65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-13,43*</w:t>
      </w:r>
      <w:r w:rsidRPr="00B71731">
        <w:rPr>
          <w:rFonts w:ascii="Courier New" w:hAnsi="Courier New" w:cs="Courier New"/>
          <w:lang w:val="de-DE"/>
        </w:rPr>
        <w:t xml:space="preserve">    12,75     -2,02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-13,43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12,75*</w:t>
      </w:r>
      <w:r w:rsidRPr="00B71731">
        <w:rPr>
          <w:rFonts w:ascii="Courier New" w:hAnsi="Courier New" w:cs="Courier New"/>
          <w:lang w:val="de-DE"/>
        </w:rPr>
        <w:t xml:space="preserve">    -2,02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-1,03      0,18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8,75*</w:t>
      </w:r>
      <w:r w:rsidRPr="00B71731">
        <w:rPr>
          <w:rFonts w:ascii="Courier New" w:hAnsi="Courier New" w:cs="Courier New"/>
          <w:lang w:val="de-DE"/>
        </w:rPr>
        <w:t xml:space="preserve">  ABCJP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4,911      -0,33     -7,46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-4,20*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9   2,095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3,16*</w:t>
      </w:r>
      <w:r w:rsidRPr="00B71731">
        <w:rPr>
          <w:rFonts w:ascii="Courier New" w:hAnsi="Courier New" w:cs="Courier New"/>
          <w:lang w:val="de-DE"/>
        </w:rPr>
        <w:t xml:space="preserve">    -0,00     -3,98   ABIR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2,095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-5,45*</w:t>
      </w:r>
      <w:r w:rsidRPr="00B71731">
        <w:rPr>
          <w:rFonts w:ascii="Courier New" w:hAnsi="Courier New" w:cs="Courier New"/>
          <w:lang w:val="de-DE"/>
        </w:rPr>
        <w:t xml:space="preserve">    -0,00      6,72 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-5,20*</w:t>
      </w:r>
      <w:r w:rsidRPr="00B71731">
        <w:rPr>
          <w:rFonts w:ascii="Courier New" w:hAnsi="Courier New" w:cs="Courier New"/>
          <w:lang w:val="de-DE"/>
        </w:rPr>
        <w:t xml:space="preserve">     7,85 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4,190 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5,20*</w:t>
      </w:r>
      <w:r w:rsidRPr="00B71731">
        <w:rPr>
          <w:rFonts w:ascii="Courier New" w:hAnsi="Courier New" w:cs="Courier New"/>
          <w:lang w:val="de-DE"/>
        </w:rPr>
        <w:t xml:space="preserve">     5,59 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-5,20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7,85*</w:t>
      </w:r>
      <w:r w:rsidRPr="00B71731">
        <w:rPr>
          <w:rFonts w:ascii="Courier New" w:hAnsi="Courier New" w:cs="Courier New"/>
          <w:lang w:val="de-DE"/>
        </w:rPr>
        <w:t xml:space="preserve">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4,190      -0,00     -2,72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-12,14*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10   0,000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0,23*</w:t>
      </w:r>
      <w:r w:rsidRPr="00B71731">
        <w:rPr>
          <w:rFonts w:ascii="Courier New" w:hAnsi="Courier New" w:cs="Courier New"/>
          <w:lang w:val="de-DE"/>
        </w:rPr>
        <w:t xml:space="preserve">    -1,07     -0,09   ACP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-0,13*</w:t>
      </w:r>
      <w:r w:rsidRPr="00B71731">
        <w:rPr>
          <w:rFonts w:ascii="Courier New" w:hAnsi="Courier New" w:cs="Courier New"/>
          <w:lang w:val="de-DE"/>
        </w:rPr>
        <w:t xml:space="preserve">     0,62     -0,09   ABFQ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0,000       0,23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-1,07*</w:t>
      </w:r>
      <w:r w:rsidRPr="00B71731">
        <w:rPr>
          <w:rFonts w:ascii="Courier New" w:hAnsi="Courier New" w:cs="Courier New"/>
          <w:lang w:val="de-DE"/>
        </w:rPr>
        <w:t xml:space="preserve">    -0,09   ACP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-0,00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ABGR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0,23     -1,07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-0,09*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11   0,430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0,23*</w:t>
      </w:r>
      <w:r w:rsidRPr="00B71731">
        <w:rPr>
          <w:rFonts w:ascii="Courier New" w:hAnsi="Courier New" w:cs="Courier New"/>
          <w:lang w:val="de-DE"/>
        </w:rPr>
        <w:t xml:space="preserve">     1,07     -0,09   ACP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-0,13*</w:t>
      </w:r>
      <w:r w:rsidRPr="00B71731">
        <w:rPr>
          <w:rFonts w:ascii="Courier New" w:hAnsi="Courier New" w:cs="Courier New"/>
          <w:lang w:val="de-DE"/>
        </w:rPr>
        <w:t xml:space="preserve">    -0,62     -0,09   ABR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0,430       0,23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1,07*</w:t>
      </w:r>
      <w:r w:rsidRPr="00B71731">
        <w:rPr>
          <w:rFonts w:ascii="Courier New" w:hAnsi="Courier New" w:cs="Courier New"/>
          <w:lang w:val="de-DE"/>
        </w:rPr>
        <w:t xml:space="preserve">    -0,09   ACP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0,430       0,23      1,07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-0,09*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12   0,000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-28,65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6,323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-30,02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-28,65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6,323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-30,02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-28,65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6,323       0,00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-30,02 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11,76*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6,323       0,00      0,00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-30,02*</w:t>
      </w:r>
      <w:r w:rsidRPr="00B71731">
        <w:rPr>
          <w:rFonts w:ascii="Courier New" w:hAnsi="Courier New" w:cs="Courier New"/>
          <w:lang w:val="de-DE"/>
        </w:rPr>
        <w:t xml:space="preserve">  ABCE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13   0,544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0,58*</w:t>
      </w:r>
      <w:r w:rsidRPr="00B71731">
        <w:rPr>
          <w:rFonts w:ascii="Courier New" w:hAnsi="Courier New" w:cs="Courier New"/>
          <w:lang w:val="de-DE"/>
        </w:rPr>
        <w:t xml:space="preserve">     1,95      0,04   aFQ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0,544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-0,54*</w:t>
      </w:r>
      <w:r w:rsidRPr="00B71731">
        <w:rPr>
          <w:rFonts w:ascii="Courier New" w:hAnsi="Courier New" w:cs="Courier New"/>
          <w:lang w:val="de-DE"/>
        </w:rPr>
        <w:t xml:space="preserve">    -1,93      0,23 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0,544       0,58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1,95*</w:t>
      </w:r>
      <w:r w:rsidRPr="00B71731">
        <w:rPr>
          <w:rFonts w:ascii="Courier New" w:hAnsi="Courier New" w:cs="Courier New"/>
          <w:lang w:val="de-DE"/>
        </w:rPr>
        <w:t xml:space="preserve">     0,04   aFQ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0,544       0,10      0,26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0,23*</w:t>
      </w:r>
      <w:r w:rsidRPr="00B71731">
        <w:rPr>
          <w:rFonts w:ascii="Courier New" w:hAnsi="Courier New" w:cs="Courier New"/>
          <w:lang w:val="de-DE"/>
        </w:rPr>
        <w:t xml:space="preserve">  ABCDF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14   0,000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0,58*</w:t>
      </w:r>
      <w:r w:rsidRPr="00B71731">
        <w:rPr>
          <w:rFonts w:ascii="Courier New" w:hAnsi="Courier New" w:cs="Courier New"/>
          <w:lang w:val="de-DE"/>
        </w:rPr>
        <w:t xml:space="preserve">    -1,95      0,04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-0,54*</w:t>
      </w:r>
      <w:r w:rsidRPr="00B71731">
        <w:rPr>
          <w:rFonts w:ascii="Courier New" w:hAnsi="Courier New" w:cs="Courier New"/>
          <w:lang w:val="de-DE"/>
        </w:rPr>
        <w:t xml:space="preserve">     1,93      0,23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0,000       0,58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-1,95*</w:t>
      </w:r>
      <w:r w:rsidRPr="00B71731">
        <w:rPr>
          <w:rFonts w:ascii="Courier New" w:hAnsi="Courier New" w:cs="Courier New"/>
          <w:lang w:val="de-DE"/>
        </w:rPr>
        <w:t xml:space="preserve">     0,04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0,10     -0,26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0,23*</w:t>
      </w:r>
      <w:r w:rsidRPr="00B71731">
        <w:rPr>
          <w:rFonts w:ascii="Courier New" w:hAnsi="Courier New" w:cs="Courier New"/>
          <w:lang w:val="de-DE"/>
        </w:rPr>
        <w:t xml:space="preserve">  ABCEG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0,544      -0,00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15   0,000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-25,61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-26,48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-25,61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-26,48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-25,61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-26,48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16,43*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-26,48*</w:t>
      </w:r>
      <w:r w:rsidRPr="00B71731">
        <w:rPr>
          <w:rFonts w:ascii="Courier New" w:hAnsi="Courier New" w:cs="Courier New"/>
          <w:lang w:val="de-DE"/>
        </w:rPr>
        <w:t xml:space="preserve">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16   0,000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-28,64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-29,65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-28,64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lastRenderedPageBreak/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-29,65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-28,64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-29,65 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15,72*</w:t>
      </w:r>
      <w:r w:rsidRPr="00B71731">
        <w:rPr>
          <w:rFonts w:ascii="Courier New" w:hAnsi="Courier New" w:cs="Courier New"/>
          <w:lang w:val="de-DE"/>
        </w:rPr>
        <w:t xml:space="preserve">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-29,65*</w:t>
      </w:r>
      <w:r w:rsidRPr="00B71731">
        <w:rPr>
          <w:rFonts w:ascii="Courier New" w:hAnsi="Courier New" w:cs="Courier New"/>
          <w:lang w:val="de-DE"/>
        </w:rPr>
        <w:t xml:space="preserve">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17   0,000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-29,34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-30,35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-29,34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-30,35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-29,34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-30,35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14,44*</w:t>
      </w:r>
      <w:r w:rsidRPr="00B71731">
        <w:rPr>
          <w:rFonts w:ascii="Courier New" w:hAnsi="Courier New" w:cs="Courier New"/>
          <w:lang w:val="de-DE"/>
        </w:rPr>
        <w:t xml:space="preserve">  aJP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-30,35*</w:t>
      </w:r>
      <w:r w:rsidRPr="00B71731">
        <w:rPr>
          <w:rFonts w:ascii="Courier New" w:hAnsi="Courier New" w:cs="Courier New"/>
          <w:lang w:val="de-DE"/>
        </w:rPr>
        <w:t xml:space="preserve">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18   0,000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-26,11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-26,98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-26,11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-26,98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-26,11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-26,98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16,68*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B71731">
        <w:rPr>
          <w:rFonts w:ascii="Courier New" w:hAnsi="Courier New" w:cs="Courier New"/>
          <w:lang w:val="de-DE"/>
        </w:rPr>
        <w:t xml:space="preserve">      </w:t>
      </w:r>
      <w:r w:rsidRPr="003D305E">
        <w:rPr>
          <w:rFonts w:ascii="Courier New" w:hAnsi="Courier New" w:cs="Courier New"/>
          <w:lang w:val="en-US"/>
        </w:rPr>
        <w:t xml:space="preserve">4,788       0,00      0,00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-26,98*</w:t>
      </w:r>
      <w:r w:rsidRPr="003D305E">
        <w:rPr>
          <w:rFonts w:ascii="Courier New" w:hAnsi="Courier New" w:cs="Courier New"/>
          <w:lang w:val="en-US"/>
        </w:rPr>
        <w:t xml:space="preserve">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19   0,000 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   0,00     10,18   aIR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   0,00     10,18   aIR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  10,18   aIR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0,000       0,00      0,00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10,18*</w:t>
      </w:r>
      <w:r w:rsidRPr="003D305E">
        <w:rPr>
          <w:rFonts w:ascii="Courier New" w:hAnsi="Courier New" w:cs="Courier New"/>
          <w:lang w:val="en-US"/>
        </w:rPr>
        <w:t xml:space="preserve">  AIR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0,000       0,00      0,00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A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20   0,000 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   0,00      9,57   aHQ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   0,00      9,57   aHQ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   9,57   aHQ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0,000       0,00      0,00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9,57*</w:t>
      </w:r>
      <w:r w:rsidRPr="003D305E">
        <w:rPr>
          <w:rFonts w:ascii="Courier New" w:hAnsi="Courier New" w:cs="Courier New"/>
          <w:lang w:val="en-US"/>
        </w:rPr>
        <w:t xml:space="preserve">  AHQ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 xml:space="preserve">      0,000       0,00      0,00 </w:t>
      </w:r>
      <w:r w:rsidRPr="003D305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D305E">
        <w:rPr>
          <w:rFonts w:ascii="Courier New" w:hAnsi="Courier New" w:cs="Courier New"/>
          <w:lang w:val="en-US"/>
        </w:rPr>
        <w:t xml:space="preserve">  A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lang w:val="en-US"/>
        </w:rPr>
        <w:t xml:space="preserve">                                        </w:t>
      </w:r>
      <w:r w:rsidRPr="003D305E">
        <w:rPr>
          <w:rFonts w:ascii="Courier New" w:hAnsi="Courier New" w:cs="Courier New"/>
        </w:rPr>
        <w:t>* = Wartości ekstremalne</w:t>
      </w:r>
    </w:p>
    <w:p w:rsidR="00A50A7B" w:rsidRDefault="00A50A7B">
      <w:r>
        <w:br w:type="page"/>
      </w:r>
    </w:p>
    <w:p w:rsidR="00A50A7B" w:rsidRDefault="00A50A7B" w:rsidP="00A50A7B">
      <w:pPr>
        <w:autoSpaceDE w:val="0"/>
        <w:autoSpaceDN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3. </w:t>
      </w:r>
      <w:r w:rsidRPr="00A50A7B">
        <w:rPr>
          <w:rFonts w:ascii="Arial" w:hAnsi="Arial" w:cs="Arial"/>
          <w:b/>
          <w:sz w:val="32"/>
          <w:szCs w:val="32"/>
          <w:u w:val="single"/>
        </w:rPr>
        <w:t xml:space="preserve">Rama </w:t>
      </w:r>
      <w:r>
        <w:rPr>
          <w:rFonts w:ascii="Arial" w:hAnsi="Arial" w:cs="Arial"/>
          <w:b/>
          <w:sz w:val="32"/>
          <w:szCs w:val="32"/>
          <w:u w:val="single"/>
        </w:rPr>
        <w:t>główna</w:t>
      </w:r>
      <w:r w:rsidRPr="00A50A7B">
        <w:rPr>
          <w:rFonts w:ascii="Arial" w:hAnsi="Arial" w:cs="Arial"/>
          <w:b/>
          <w:sz w:val="32"/>
          <w:szCs w:val="32"/>
          <w:u w:val="single"/>
        </w:rPr>
        <w:t xml:space="preserve"> w osi</w:t>
      </w:r>
      <w:r>
        <w:rPr>
          <w:rFonts w:ascii="Arial" w:hAnsi="Arial" w:cs="Arial"/>
          <w:b/>
          <w:sz w:val="32"/>
          <w:szCs w:val="32"/>
          <w:u w:val="single"/>
        </w:rPr>
        <w:t>ach 2-5 i 7-9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NAZWA: Rama 2-5 i 7-9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1                           Nazwa: "S 756x160x8x0"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07CFA30C" wp14:editId="43AEB0FE">
            <wp:extent cx="5082540" cy="5082540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8,0      Yc=     40,3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33422,3      Jy=    456,0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33422,3      Iy=    456,0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37,3      iy=      4,4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946,6      Wy=     57,0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-829,5      Wy=    -57,0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24,0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18,8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33422,3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756x160x8x0      0    0,00    0,00      0,0      0,0    24,0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2                           Nazwa: "S 756x220x6x0"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1FC8CB81" wp14:editId="7533D56C">
            <wp:extent cx="5082540" cy="5082540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11,0      Yc=     32,5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42316,8      Jy=   1242,3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42316,8      Iy=   1242,3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37,1      iy=      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981,8      Wy=    112,9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-1302,1      Wy=   -112,9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30,8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24,2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42316,8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756x220x6x0      0    0,00    0,00      0,0      0,0    30,8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3                           Nazwa: "S 1341x220x6x0"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608F8DF6" wp14:editId="7E460EC6">
            <wp:extent cx="5082540" cy="5082540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11,0      Yc=     57,6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134230,7      Jy=   1242,3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134230,7      Iy=   1242,3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66,0      iy=      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1754,0      Wy=    112,9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-2331,6      Wy=   -112,9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30,8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24,2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134230,7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1341x220x6x0     0    0,00    0,00      0,0      0,0    30,8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4                           Nazwa: "S 814x160x6x0"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60B1BE29" wp14:editId="1DD90B08">
            <wp:extent cx="5082540" cy="5082540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10,5      Yc=     29,7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39786,6      Jy=    822,2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39786,6      Iy=    822,2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38,8      iy=      5,6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770,2      Wy=     78,3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-1337,6      Wy=    -78,3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20,7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39786,6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814x160x6x0      0    0,00    0,00      0,0      0,0    26,4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5                           Nazwa: "S 214x160x6x0"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2A88E71B" wp14:editId="6116CF4C">
            <wp:extent cx="5082540" cy="5082540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10,5      Yc=      7,9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2618,9      Jy=    822,2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2618,9      Iy=    822,2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10,0      iy=      5,6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194,4      Wy=     78,3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-330,4      Wy=    -78,3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20,7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2618,9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214x160x6x0      0    0,00    0,00      0,0      0,0    26,4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6                           Nazwa: "H 150x150x5"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431B844E" wp14:editId="11AF7B2E">
            <wp:extent cx="5082540" cy="5082540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7,5      Yc=      7,5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1017,4      Jy=   1017,4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1017,4      Iy=   1017,4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5,9      iy=      5,9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135,7      Wy=    135,7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-135,7      Wy=   -135,7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29,0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22,8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1017,4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H *150x150x5       0    0,00    0,00      0,0      0,0    29,0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7                           Nazwa: "Okap"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14155B32" wp14:editId="12584B95">
            <wp:extent cx="5082540" cy="5082540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Bez ciężaru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 4,5      Yc=     10,0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 2140,0      Jy=    117,0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 2140,0      Iy=    117,0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 8,0      iy=      1,9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 214,0      Wy=     26,0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 -214,0      Wy=    -26,0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33,5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 2140,0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I 200              0    0,00    0,00      0,0      0,0    33,5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8                           Nazwa: "Rygiel naroże"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6058525E" wp14:editId="375CC5AD">
            <wp:extent cx="5082540" cy="508254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11,5      Yc=     31,4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72600,5      Jy=   1491,1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72600,5      Iy=   1491,1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29,3      iy=      4,2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1643,4      Wy=    129,7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-2310,4      Wy=   -129,7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84,6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66,4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72600,5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756x160x8x6      0    0,00    0,00      0,0      0,0    84,6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PRZEKRÓJ Nr: 9                           Nazwa: "Słup naroże"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lastRenderedPageBreak/>
        <w:drawing>
          <wp:inline distT="0" distB="0" distL="0" distR="0" wp14:anchorId="7D185C67" wp14:editId="2A9DE477">
            <wp:extent cx="5082540" cy="5082540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Skala  1:20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CHARAKTERYSTYKA PRZEKROJU:              Materiał: 1E+02 S355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Gł.centr.osie bezwładn.[cm]:        Xc=     10,5      Yc=     36,9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Momenty bezwładności  [cm4]:        Jx=  67468,0      Jy=    823,6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dewiacji       [cm4]:                         Dxy=      0,0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Gł.momenty bezwładn.  [cm4]:        Ix=  67468,0      Iy=    823,6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Promienie bezwładności [cm]:        ix=     30,1      iy=      3,3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Wskaźniki wytrzymał.  [cm3]:        Wx=   1515,4      Wy=     78,4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    Wx=  -1829,5      Wy=    -78,4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Powierzchnia przek.   [cm2]:                           F=     74,4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Masa                 [kg/m]:                           m=     58,4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Moment bezwładn.dla zginania w płaszcz.ukł. [cm4]:   Jzg=  67468,0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S 814x160x6x6      0    0,00    0,00      0,0      0,0    74,4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 xml:space="preserve">WĘZŁY: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06526540" wp14:editId="22030EAF">
            <wp:extent cx="5760720" cy="2301240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PRĘTY: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6A571F85" wp14:editId="2B612A41">
            <wp:extent cx="5760720" cy="230124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PRZEKROJE PRĘTÓW: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499EB988" wp14:editId="69407FE7">
            <wp:extent cx="5760720" cy="2301240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PRĘTY UKŁADU: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t xml:space="preserve">         Typy prętów: 00 - sztyw.-sztyw.;  01 - sztyw.-przegub;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t xml:space="preserve">                      10 - przegub-sztyw.; 11 - przegub-przegub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lastRenderedPageBreak/>
        <w:t xml:space="preserve">                      22 - cięgno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Pręt: Typ: A:  B:     Lx[m]:   Ly[m]:  L[m]:  Red.EJ: Przekrój: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1   00    1  15     0,301    3,581   3,594  1,000   5-4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2   00   15   2     0,029    0,339   0,340  1,000   9 </w:t>
      </w:r>
      <w:r w:rsidRPr="003D305E">
        <w:rPr>
          <w:rFonts w:ascii="Courier New" w:hAnsi="Courier New" w:cs="Courier New"/>
          <w:sz w:val="16"/>
          <w:szCs w:val="16"/>
        </w:rPr>
        <w:t>Słup naroże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3   00    2  13     0,338    0,041   0,340  1,000   8 </w:t>
      </w:r>
      <w:r w:rsidRPr="003D305E">
        <w:rPr>
          <w:rFonts w:ascii="Courier New" w:hAnsi="Courier New" w:cs="Courier New"/>
          <w:sz w:val="16"/>
          <w:szCs w:val="16"/>
        </w:rPr>
        <w:t>Rygiel naroże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4   00   13  11    12,174    1,495  12,265  1,000   1 </w:t>
      </w:r>
      <w:r w:rsidRPr="003D305E">
        <w:rPr>
          <w:rFonts w:ascii="Courier New" w:hAnsi="Courier New" w:cs="Courier New"/>
          <w:sz w:val="16"/>
          <w:szCs w:val="16"/>
        </w:rPr>
        <w:t>S 756x160x8x0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5   00   11   5     4,800    0,324   4,811  1,000   2-3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6   00    5  12     4,800   -0,324   4,811  1,000   3-2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7   00   12  14    12,175   -1,494  12,266  1,000   1 </w:t>
      </w:r>
      <w:r w:rsidRPr="003D305E">
        <w:rPr>
          <w:rFonts w:ascii="Courier New" w:hAnsi="Courier New" w:cs="Courier New"/>
          <w:sz w:val="16"/>
          <w:szCs w:val="16"/>
        </w:rPr>
        <w:t>S 756x160x8x0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8   00   14   3     0,337   -0,042   0,340  1,000   8 </w:t>
      </w:r>
      <w:r w:rsidRPr="003D305E">
        <w:rPr>
          <w:rFonts w:ascii="Courier New" w:hAnsi="Courier New" w:cs="Courier New"/>
          <w:sz w:val="16"/>
          <w:szCs w:val="16"/>
        </w:rPr>
        <w:t>Rygiel naroże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9   00    3  16     0,029   -0,339   0,340  1,000   9 </w:t>
      </w:r>
      <w:r w:rsidRPr="003D305E">
        <w:rPr>
          <w:rFonts w:ascii="Courier New" w:hAnsi="Courier New" w:cs="Courier New"/>
          <w:sz w:val="16"/>
          <w:szCs w:val="16"/>
        </w:rPr>
        <w:t>Słup naroże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10   00   16   4     0,301   -3,581   3,594  1,000   4-5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11   00    2   6     0,000    0,690   0,690  1,000   7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12   00    7   3     0,000   -0,690   0,690  1,000   7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13   11    5   8     0,000   -5,780   5,780  1,000   6 </w:t>
      </w:r>
      <w:r w:rsidRPr="003D305E">
        <w:rPr>
          <w:rFonts w:ascii="Courier New" w:hAnsi="Courier New" w:cs="Courier New"/>
          <w:sz w:val="16"/>
          <w:szCs w:val="16"/>
        </w:rPr>
        <w:t>H 150x150x5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14   00    9   2     0,900    0,111   0,907  1,000   7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15   00    3  10     0,900   -0,111   0,907  1,000   7 Okap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==================================================================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</w:t>
      </w:r>
      <w:r w:rsidRPr="003D305E">
        <w:rPr>
          <w:rFonts w:ascii="Courier New" w:hAnsi="Courier New" w:cs="Courier New"/>
          <w:b/>
          <w:bCs/>
        </w:rPr>
        <w:t>W  Y  N  I  K  I  wg PN 82/B-02000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</w:t>
      </w:r>
      <w:r w:rsidRPr="003D305E">
        <w:rPr>
          <w:rFonts w:ascii="Courier New" w:hAnsi="Courier New" w:cs="Courier New"/>
          <w:b/>
          <w:bCs/>
        </w:rPr>
        <w:t xml:space="preserve"> Teoria II-go rzędu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</w:t>
      </w:r>
      <w:r w:rsidRPr="003D305E">
        <w:rPr>
          <w:rFonts w:ascii="Courier New" w:hAnsi="Courier New" w:cs="Courier New"/>
          <w:b/>
          <w:bCs/>
        </w:rPr>
        <w:t>Kombinatoryka obciążeń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==================================================================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OBCIĄŻENIOWE WSPÓŁ. BEZPIECZ.: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Grupa:                              Znaczenie:     </w:t>
      </w:r>
      <w:r w:rsidRPr="003D305E">
        <w:rPr>
          <w:rFonts w:ascii="Symbol" w:hAnsi="Symbol" w:cs="Symbol"/>
        </w:rPr>
        <w:t></w:t>
      </w:r>
      <w:r w:rsidRPr="003D305E">
        <w:rPr>
          <w:rFonts w:ascii="Courier New" w:hAnsi="Courier New" w:cs="Courier New"/>
        </w:rPr>
        <w:t xml:space="preserve">d:    </w:t>
      </w:r>
      <w:r w:rsidRPr="003D305E">
        <w:rPr>
          <w:rFonts w:ascii="Symbol" w:hAnsi="Symbol" w:cs="Symbol"/>
        </w:rPr>
        <w:t></w:t>
      </w:r>
      <w:r w:rsidRPr="003D305E">
        <w:rPr>
          <w:rFonts w:ascii="Courier New" w:hAnsi="Courier New" w:cs="Courier New"/>
        </w:rPr>
        <w:t>f: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Ciężar wł.                                               2,00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A -"Obciążenia stałe"              Stałe                 1,15/1,00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B -"Obciązenie użytkowe dachu"     Zmienne    1   1,00   1,15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 -"Śnieg maksymalny"      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D -"Wiatr na ściany z lewej"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E -"Wiatr na ściany z prawej"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F -"Ssanie na dach z lewej"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 -"Ssanie na dach z prawej"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H -"Parcie na dach z lewej"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I -"Parcie na dach z prawej"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J -"Siły w ze stężeń w dół"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K -"Siły w ze stężeń w górę"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L -"Siła ze stężeń ściskająca"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 -"Siła ze stężeń rozciąg."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 -"Śnieg zredukowany z lewej"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O -"Śnieg zredukowany z prawej"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 -"Wiatr prost. do ści. szcz."    Zmienne    1   0,00   1,50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Q -"Max wiatr - L"         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R -"Max wiatr - P"                 Zmienne    1   0,00   1,50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RELACJE GRUP OBCIĄŻEŃ: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Grupa obc.:                     Relacje: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Ciężar wł.                      ZAWSZE     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A -"Obciążenia stałe"           ZAWSZE  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B -"Obciązenie użytkowe dachu"  EWENTUALNIE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C -"Śnieg maksymalny"      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NOQR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D -"Wiatr na ściany z lewej"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EGIJKLMPQR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E -"Wiatr na ściany z prawej"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DFHJKLMPQR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F -"Ssanie na dach z lewej"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EGHIJKLMPR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G -"Ssanie na dach z prawej"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DFHIJKLMPQ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H -"Parcie na dach z lewej"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EFGIJKLMPR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I -"Parcie na dach z prawej"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DFGHJKLMPQ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J -"Siły w ze stężeń w dół"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DEFGHIKQR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K -"Siły w ze stężeń w górę"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DEFGHIJQR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L -"Siła ze stężeń ściskająca"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DEFGHIMQR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M -"Siła ze stężeń rozciąg."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DEFGHILQR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 -"Śnieg zredukowany z lewej"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COQR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O -"Śnieg zredukowany z prawej"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CNQR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 -"Wiatr prost. do ści. szcz."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DEFGHIQR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Q -"Max wiatr - L"         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CDEGIJKLMNOPR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R -"Max wiatr - P"              EWENTUALNIE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                        Nie występuje z: CDEFHJKLMNOPQ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KRYTERIA KOMBINACJI OBCIĄŻEŃ: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Nr:    Specyfikacja: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1      ZAWSZE     : A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  EWENTUALNIE: B+C+D+E+F+G+H+I+N+O+P+Q+R+J+K+L+M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MOMENTY-OBWIEDNIE: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6A77B787" wp14:editId="0DC8A47E">
            <wp:extent cx="5760720" cy="2301240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TNĄCE-OBWIEDNIE:   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655B1F35" wp14:editId="73C91F40">
            <wp:extent cx="5760720" cy="230124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lastRenderedPageBreak/>
        <w:t xml:space="preserve">NORMALNE-OBWIEDNIE:  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noProof/>
        </w:rPr>
        <w:drawing>
          <wp:inline distT="0" distB="0" distL="0" distR="0" wp14:anchorId="05C0C2C7" wp14:editId="4EFD0EC1">
            <wp:extent cx="5760720" cy="230124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b/>
          <w:bCs/>
        </w:rPr>
        <w:t>SIŁY PRZEKROJOWE - WARTOŚCI EKSTREMALNE:</w:t>
      </w:r>
      <w:r w:rsidRPr="003D305E">
        <w:rPr>
          <w:rFonts w:ascii="Courier New" w:hAnsi="Courier New" w:cs="Courier New"/>
        </w:rPr>
        <w:t xml:space="preserve">  </w:t>
      </w:r>
      <w:r w:rsidRPr="003D305E">
        <w:rPr>
          <w:rFonts w:ascii="Courier New" w:hAnsi="Courier New" w:cs="Courier New"/>
          <w:sz w:val="18"/>
          <w:szCs w:val="18"/>
        </w:rPr>
        <w:t>T.II rzędu  z imperfek.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Pręt: x[m]:    M[kNm]:    Q[kN]:    N[kN]:  Kombinacja obciążeń: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1   3,594  </w:t>
      </w:r>
      <w:r w:rsidRPr="003D305E">
        <w:rPr>
          <w:rFonts w:ascii="Courier New" w:hAnsi="Courier New" w:cs="Courier New"/>
          <w:b/>
          <w:bCs/>
        </w:rPr>
        <w:t xml:space="preserve">    54,82*</w:t>
      </w:r>
      <w:r w:rsidRPr="003D305E">
        <w:rPr>
          <w:rFonts w:ascii="Courier New" w:hAnsi="Courier New" w:cs="Courier New"/>
        </w:rPr>
        <w:t xml:space="preserve">     7,77     24,55   aFQ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3,594  </w:t>
      </w:r>
      <w:r w:rsidRPr="003D305E">
        <w:rPr>
          <w:rFonts w:ascii="Courier New" w:hAnsi="Courier New" w:cs="Courier New"/>
          <w:b/>
          <w:bCs/>
        </w:rPr>
        <w:t xml:space="preserve">  -193,66*</w:t>
      </w:r>
      <w:r w:rsidRPr="003D305E">
        <w:rPr>
          <w:rFonts w:ascii="Courier New" w:hAnsi="Courier New" w:cs="Courier New"/>
        </w:rPr>
        <w:t xml:space="preserve">   -52,01    -94,81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0,000       0,00 </w:t>
      </w:r>
      <w:r w:rsidRPr="003D305E">
        <w:rPr>
          <w:rFonts w:ascii="Courier New" w:hAnsi="Courier New" w:cs="Courier New"/>
          <w:b/>
          <w:bCs/>
        </w:rPr>
        <w:t xml:space="preserve">   -55,78*</w:t>
      </w:r>
      <w:r w:rsidRPr="003D305E">
        <w:rPr>
          <w:rFonts w:ascii="Courier New" w:hAnsi="Courier New" w:cs="Courier New"/>
        </w:rPr>
        <w:t xml:space="preserve">   -94,34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3,594      33,17     18,83 </w:t>
      </w:r>
      <w:r w:rsidRPr="003D305E">
        <w:rPr>
          <w:rFonts w:ascii="Courier New" w:hAnsi="Courier New" w:cs="Courier New"/>
          <w:b/>
          <w:bCs/>
        </w:rPr>
        <w:t xml:space="preserve">    29,11*</w:t>
      </w:r>
      <w:r w:rsidRPr="003D305E">
        <w:rPr>
          <w:rFonts w:ascii="Courier New" w:hAnsi="Courier New" w:cs="Courier New"/>
        </w:rPr>
        <w:t xml:space="preserve">  aLP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  -0,00    -29,15 </w:t>
      </w:r>
      <w:r w:rsidRPr="003D305E">
        <w:rPr>
          <w:rFonts w:ascii="Courier New" w:hAnsi="Courier New" w:cs="Courier New"/>
          <w:b/>
          <w:bCs/>
        </w:rPr>
        <w:t xml:space="preserve">  -127,68*</w:t>
      </w:r>
      <w:r w:rsidRPr="003D305E">
        <w:rPr>
          <w:rFonts w:ascii="Courier New" w:hAnsi="Courier New" w:cs="Courier New"/>
        </w:rPr>
        <w:t xml:space="preserve">  ABJMO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2   0,340  </w:t>
      </w:r>
      <w:r w:rsidRPr="003D305E">
        <w:rPr>
          <w:rFonts w:ascii="Courier New" w:hAnsi="Courier New" w:cs="Courier New"/>
          <w:b/>
          <w:bCs/>
        </w:rPr>
        <w:t xml:space="preserve">    57,02*</w:t>
      </w:r>
      <w:r w:rsidRPr="003D305E">
        <w:rPr>
          <w:rFonts w:ascii="Courier New" w:hAnsi="Courier New" w:cs="Courier New"/>
        </w:rPr>
        <w:t xml:space="preserve">     6,17     25,33   aFQ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0,340  </w:t>
      </w:r>
      <w:r w:rsidRPr="003D305E">
        <w:rPr>
          <w:rFonts w:ascii="Courier New" w:hAnsi="Courier New" w:cs="Courier New"/>
          <w:b/>
          <w:bCs/>
        </w:rPr>
        <w:t xml:space="preserve">  -211,97*</w:t>
      </w:r>
      <w:r w:rsidRPr="003D305E">
        <w:rPr>
          <w:rFonts w:ascii="Courier New" w:hAnsi="Courier New" w:cs="Courier New"/>
        </w:rPr>
        <w:t xml:space="preserve">   -51,99    -93,97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-193,66 </w:t>
      </w:r>
      <w:r w:rsidRPr="003D305E">
        <w:rPr>
          <w:rFonts w:ascii="Courier New" w:hAnsi="Courier New" w:cs="Courier New"/>
          <w:b/>
          <w:bCs/>
        </w:rPr>
        <w:t xml:space="preserve">   -55,64*</w:t>
      </w:r>
      <w:r w:rsidRPr="003D305E">
        <w:rPr>
          <w:rFonts w:ascii="Courier New" w:hAnsi="Courier New" w:cs="Courier New"/>
        </w:rPr>
        <w:t xml:space="preserve">   -92,73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0,340      39,72     20,70 </w:t>
      </w:r>
      <w:r w:rsidRPr="003D305E">
        <w:rPr>
          <w:rFonts w:ascii="Courier New" w:hAnsi="Courier New" w:cs="Courier New"/>
          <w:b/>
          <w:bCs/>
        </w:rPr>
        <w:t xml:space="preserve">    29,96*</w:t>
      </w:r>
      <w:r w:rsidRPr="003D305E">
        <w:rPr>
          <w:rFonts w:ascii="Courier New" w:hAnsi="Courier New" w:cs="Courier New"/>
        </w:rPr>
        <w:t xml:space="preserve">  aLP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0,340    -147,99    -33,75 </w:t>
      </w:r>
      <w:r w:rsidRPr="003D305E">
        <w:rPr>
          <w:rFonts w:ascii="Courier New" w:hAnsi="Courier New" w:cs="Courier New"/>
          <w:b/>
          <w:bCs/>
        </w:rPr>
        <w:t xml:space="preserve">  -125,76*</w:t>
      </w:r>
      <w:r w:rsidRPr="003D305E">
        <w:rPr>
          <w:rFonts w:ascii="Courier New" w:hAnsi="Courier New" w:cs="Courier New"/>
        </w:rPr>
        <w:t xml:space="preserve">  ABCJM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3   0,000  </w:t>
      </w:r>
      <w:r w:rsidRPr="003D305E">
        <w:rPr>
          <w:rFonts w:ascii="Courier New" w:hAnsi="Courier New" w:cs="Courier New"/>
          <w:b/>
          <w:bCs/>
        </w:rPr>
        <w:t xml:space="preserve">    61,42*</w:t>
      </w:r>
      <w:r w:rsidRPr="003D305E">
        <w:rPr>
          <w:rFonts w:ascii="Courier New" w:hAnsi="Courier New" w:cs="Courier New"/>
        </w:rPr>
        <w:t xml:space="preserve">   -17,66      7,60   aFQ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</w:t>
      </w:r>
      <w:r w:rsidRPr="003D305E">
        <w:rPr>
          <w:rFonts w:ascii="Courier New" w:hAnsi="Courier New" w:cs="Courier New"/>
          <w:b/>
          <w:bCs/>
        </w:rPr>
        <w:t xml:space="preserve">  -215,42*</w:t>
      </w:r>
      <w:r w:rsidRPr="003D305E">
        <w:rPr>
          <w:rFonts w:ascii="Courier New" w:hAnsi="Courier New" w:cs="Courier New"/>
        </w:rPr>
        <w:t xml:space="preserve">    70,80    -72,07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 -87,37 </w:t>
      </w:r>
      <w:r w:rsidRPr="003D305E">
        <w:rPr>
          <w:rFonts w:ascii="Courier New" w:hAnsi="Courier New" w:cs="Courier New"/>
          <w:b/>
          <w:bCs/>
        </w:rPr>
        <w:t xml:space="preserve">    93,16*</w:t>
      </w:r>
      <w:r w:rsidRPr="003D305E">
        <w:rPr>
          <w:rFonts w:ascii="Courier New" w:hAnsi="Courier New" w:cs="Courier New"/>
        </w:rPr>
        <w:t xml:space="preserve">   -55,06   ABDHO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0,340      20,66    -16,81 </w:t>
      </w:r>
      <w:r w:rsidRPr="003D305E">
        <w:rPr>
          <w:rFonts w:ascii="Courier New" w:hAnsi="Courier New" w:cs="Courier New"/>
          <w:b/>
          <w:bCs/>
        </w:rPr>
        <w:t xml:space="preserve">    84,90*</w:t>
      </w:r>
      <w:r w:rsidRPr="003D305E">
        <w:rPr>
          <w:rFonts w:ascii="Courier New" w:hAnsi="Courier New" w:cs="Courier New"/>
        </w:rPr>
        <w:t xml:space="preserve">  aMP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-155,62     76,92 </w:t>
      </w:r>
      <w:r w:rsidRPr="003D305E">
        <w:rPr>
          <w:rFonts w:ascii="Courier New" w:hAnsi="Courier New" w:cs="Courier New"/>
          <w:b/>
          <w:bCs/>
        </w:rPr>
        <w:t xml:space="preserve">  -117,68*</w:t>
      </w:r>
      <w:r w:rsidRPr="003D305E">
        <w:rPr>
          <w:rFonts w:ascii="Courier New" w:hAnsi="Courier New" w:cs="Courier New"/>
        </w:rPr>
        <w:t xml:space="preserve">  ABCKL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4   6,996  </w:t>
      </w:r>
      <w:r w:rsidRPr="003D305E">
        <w:rPr>
          <w:rFonts w:ascii="Courier New" w:hAnsi="Courier New" w:cs="Courier New"/>
          <w:b/>
          <w:bCs/>
        </w:rPr>
        <w:t xml:space="preserve">   266,08*</w:t>
      </w:r>
      <w:r w:rsidRPr="003D305E">
        <w:rPr>
          <w:rFonts w:ascii="Courier New" w:hAnsi="Courier New" w:cs="Courier New"/>
        </w:rPr>
        <w:t xml:space="preserve">     1,23    -45,48   ABDHO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</w:t>
      </w:r>
      <w:r w:rsidRPr="003D305E">
        <w:rPr>
          <w:rFonts w:ascii="Courier New" w:hAnsi="Courier New" w:cs="Courier New"/>
          <w:b/>
          <w:bCs/>
        </w:rPr>
        <w:t xml:space="preserve">  -191,45*</w:t>
      </w:r>
      <w:r w:rsidRPr="003D305E">
        <w:rPr>
          <w:rFonts w:ascii="Courier New" w:hAnsi="Courier New" w:cs="Courier New"/>
        </w:rPr>
        <w:t xml:space="preserve">    69,86    -68,81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 -56,05 </w:t>
      </w:r>
      <w:r w:rsidRPr="003D305E">
        <w:rPr>
          <w:rFonts w:ascii="Courier New" w:hAnsi="Courier New" w:cs="Courier New"/>
          <w:b/>
          <w:bCs/>
        </w:rPr>
        <w:t xml:space="preserve">    90,71*</w:t>
      </w:r>
      <w:r w:rsidRPr="003D305E">
        <w:rPr>
          <w:rFonts w:ascii="Courier New" w:hAnsi="Courier New" w:cs="Courier New"/>
        </w:rPr>
        <w:t xml:space="preserve">   -51,11   ABDHO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12,265      12,56     15,30 </w:t>
      </w:r>
      <w:r w:rsidRPr="003D305E">
        <w:rPr>
          <w:rFonts w:ascii="Courier New" w:hAnsi="Courier New" w:cs="Courier New"/>
          <w:b/>
          <w:bCs/>
        </w:rPr>
        <w:t xml:space="preserve">    87,73*</w:t>
      </w:r>
      <w:r w:rsidRPr="003D305E">
        <w:rPr>
          <w:rFonts w:ascii="Courier New" w:hAnsi="Courier New" w:cs="Courier New"/>
        </w:rPr>
        <w:t xml:space="preserve">  aMP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-129,31     77,40 </w:t>
      </w:r>
      <w:r w:rsidRPr="003D305E">
        <w:rPr>
          <w:rFonts w:ascii="Courier New" w:hAnsi="Courier New" w:cs="Courier New"/>
          <w:b/>
          <w:bCs/>
        </w:rPr>
        <w:t xml:space="preserve">  -114,22*</w:t>
      </w:r>
      <w:r w:rsidRPr="003D305E">
        <w:rPr>
          <w:rFonts w:ascii="Courier New" w:hAnsi="Courier New" w:cs="Courier New"/>
        </w:rPr>
        <w:t xml:space="preserve">  ABCKL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5   4,811  </w:t>
      </w:r>
      <w:r w:rsidRPr="003D305E">
        <w:rPr>
          <w:rFonts w:ascii="Courier New" w:hAnsi="Courier New" w:cs="Courier New"/>
          <w:b/>
          <w:bCs/>
        </w:rPr>
        <w:t xml:space="preserve">   109,96*</w:t>
      </w:r>
      <w:r w:rsidRPr="003D305E">
        <w:rPr>
          <w:rFonts w:ascii="Courier New" w:hAnsi="Courier New" w:cs="Courier New"/>
        </w:rPr>
        <w:t xml:space="preserve">    28,35    -19,13   aJLP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4,811  </w:t>
      </w:r>
      <w:r w:rsidRPr="003D305E">
        <w:rPr>
          <w:rFonts w:ascii="Courier New" w:hAnsi="Courier New" w:cs="Courier New"/>
          <w:b/>
          <w:bCs/>
        </w:rPr>
        <w:t xml:space="preserve">  -479,67*</w:t>
      </w:r>
      <w:r w:rsidRPr="003D305E">
        <w:rPr>
          <w:rFonts w:ascii="Courier New" w:hAnsi="Courier New" w:cs="Courier New"/>
        </w:rPr>
        <w:t xml:space="preserve">  -122,93    -57,72   ABCD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4,811    -434,31 </w:t>
      </w:r>
      <w:r w:rsidRPr="003D305E">
        <w:rPr>
          <w:rFonts w:ascii="Courier New" w:hAnsi="Courier New" w:cs="Courier New"/>
          <w:b/>
          <w:bCs/>
        </w:rPr>
        <w:t xml:space="preserve">  -124,99*</w:t>
      </w:r>
      <w:r w:rsidRPr="003D305E">
        <w:rPr>
          <w:rFonts w:ascii="Courier New" w:hAnsi="Courier New" w:cs="Courier New"/>
        </w:rPr>
        <w:t xml:space="preserve">   -49,12   ABCDH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4,811     100,34     26,77 </w:t>
      </w:r>
      <w:r w:rsidRPr="003D305E">
        <w:rPr>
          <w:rFonts w:ascii="Courier New" w:hAnsi="Courier New" w:cs="Courier New"/>
          <w:b/>
          <w:bCs/>
        </w:rPr>
        <w:t xml:space="preserve">    89,79*</w:t>
      </w:r>
      <w:r w:rsidRPr="003D305E">
        <w:rPr>
          <w:rFonts w:ascii="Courier New" w:hAnsi="Courier New" w:cs="Courier New"/>
        </w:rPr>
        <w:t xml:space="preserve">  aMP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 -35,91    -57,53 </w:t>
      </w:r>
      <w:r w:rsidRPr="003D305E">
        <w:rPr>
          <w:rFonts w:ascii="Courier New" w:hAnsi="Courier New" w:cs="Courier New"/>
          <w:b/>
          <w:bCs/>
        </w:rPr>
        <w:t xml:space="preserve">  -101,45*</w:t>
      </w:r>
      <w:r w:rsidRPr="003D305E">
        <w:rPr>
          <w:rFonts w:ascii="Courier New" w:hAnsi="Courier New" w:cs="Courier New"/>
        </w:rPr>
        <w:t xml:space="preserve">  ABCKL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6   0,000  </w:t>
      </w:r>
      <w:r w:rsidRPr="003D305E">
        <w:rPr>
          <w:rFonts w:ascii="Courier New" w:hAnsi="Courier New" w:cs="Courier New"/>
          <w:b/>
          <w:bCs/>
        </w:rPr>
        <w:t xml:space="preserve">   109,96*</w:t>
      </w:r>
      <w:r w:rsidRPr="003D305E">
        <w:rPr>
          <w:rFonts w:ascii="Courier New" w:hAnsi="Courier New" w:cs="Courier New"/>
        </w:rPr>
        <w:t xml:space="preserve">   -28,40    -19,32   aJLP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</w:t>
      </w:r>
      <w:r w:rsidRPr="003D305E">
        <w:rPr>
          <w:rFonts w:ascii="Courier New" w:hAnsi="Courier New" w:cs="Courier New"/>
          <w:b/>
          <w:bCs/>
        </w:rPr>
        <w:t xml:space="preserve">  -479,67*</w:t>
      </w:r>
      <w:r w:rsidRPr="003D305E">
        <w:rPr>
          <w:rFonts w:ascii="Courier New" w:hAnsi="Courier New" w:cs="Courier New"/>
        </w:rPr>
        <w:t xml:space="preserve">   119,83    -59,54   ABCD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-434,29 </w:t>
      </w:r>
      <w:r w:rsidRPr="003D305E">
        <w:rPr>
          <w:rFonts w:ascii="Courier New" w:hAnsi="Courier New" w:cs="Courier New"/>
          <w:b/>
          <w:bCs/>
        </w:rPr>
        <w:t xml:space="preserve">   124,98*</w:t>
      </w:r>
      <w:r w:rsidRPr="003D305E">
        <w:rPr>
          <w:rFonts w:ascii="Courier New" w:hAnsi="Courier New" w:cs="Courier New"/>
        </w:rPr>
        <w:t xml:space="preserve">   -49,15   ABCEI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0,000     100,34    -26,73 </w:t>
      </w:r>
      <w:r w:rsidRPr="003D305E">
        <w:rPr>
          <w:rFonts w:ascii="Courier New" w:hAnsi="Courier New" w:cs="Courier New"/>
          <w:b/>
          <w:bCs/>
        </w:rPr>
        <w:t xml:space="preserve">    90,00*</w:t>
      </w:r>
      <w:r w:rsidRPr="003D305E">
        <w:rPr>
          <w:rFonts w:ascii="Courier New" w:hAnsi="Courier New" w:cs="Courier New"/>
        </w:rPr>
        <w:t xml:space="preserve">  aMP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4,811     -37,16     57,29 </w:t>
      </w:r>
      <w:r w:rsidRPr="003D305E">
        <w:rPr>
          <w:rFonts w:ascii="Courier New" w:hAnsi="Courier New" w:cs="Courier New"/>
          <w:b/>
          <w:bCs/>
        </w:rPr>
        <w:t xml:space="preserve">  -102,40*</w:t>
      </w:r>
      <w:r w:rsidRPr="003D305E">
        <w:rPr>
          <w:rFonts w:ascii="Courier New" w:hAnsi="Courier New" w:cs="Courier New"/>
        </w:rPr>
        <w:t xml:space="preserve">  ABCKL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3D305E">
        <w:rPr>
          <w:rFonts w:ascii="Courier New" w:hAnsi="Courier New" w:cs="Courier New"/>
        </w:rPr>
        <w:t xml:space="preserve">  </w:t>
      </w:r>
      <w:r w:rsidRPr="00B71731">
        <w:rPr>
          <w:rFonts w:ascii="Courier New" w:hAnsi="Courier New" w:cs="Courier New"/>
          <w:lang w:val="de-DE"/>
        </w:rPr>
        <w:t xml:space="preserve">7   5,268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266,03*</w:t>
      </w:r>
      <w:r w:rsidRPr="00B71731">
        <w:rPr>
          <w:rFonts w:ascii="Courier New" w:hAnsi="Courier New" w:cs="Courier New"/>
          <w:lang w:val="de-DE"/>
        </w:rPr>
        <w:t xml:space="preserve">    -1,21    -45,49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12,266  </w:t>
      </w:r>
      <w:r w:rsidRPr="00B71731">
        <w:rPr>
          <w:rFonts w:ascii="Courier New" w:hAnsi="Courier New" w:cs="Courier New"/>
          <w:b/>
          <w:bCs/>
          <w:lang w:val="de-DE"/>
        </w:rPr>
        <w:t xml:space="preserve">  -191,65*</w:t>
      </w:r>
      <w:r w:rsidRPr="00B71731">
        <w:rPr>
          <w:rFonts w:ascii="Courier New" w:hAnsi="Courier New" w:cs="Courier New"/>
          <w:lang w:val="de-DE"/>
        </w:rPr>
        <w:t xml:space="preserve">   -69,87    -68,81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lastRenderedPageBreak/>
        <w:t xml:space="preserve">     12,266     -56,26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-90,73*</w:t>
      </w:r>
      <w:r w:rsidRPr="00B71731">
        <w:rPr>
          <w:rFonts w:ascii="Courier New" w:hAnsi="Courier New" w:cs="Courier New"/>
          <w:lang w:val="de-DE"/>
        </w:rPr>
        <w:t xml:space="preserve">   -51,12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12,78    -15,24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87,94*</w:t>
      </w:r>
      <w:r w:rsidRPr="00B71731">
        <w:rPr>
          <w:rFonts w:ascii="Courier New" w:hAnsi="Courier New" w:cs="Courier New"/>
          <w:lang w:val="de-DE"/>
        </w:rPr>
        <w:t xml:space="preserve">  aMP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12,266    -133,09    -77,60 </w:t>
      </w:r>
      <w:r w:rsidRPr="00B71731">
        <w:rPr>
          <w:rFonts w:ascii="Courier New" w:hAnsi="Courier New" w:cs="Courier New"/>
          <w:b/>
          <w:bCs/>
          <w:lang w:val="de-DE"/>
        </w:rPr>
        <w:t xml:space="preserve">  -115,17*</w:t>
      </w:r>
      <w:r w:rsidRPr="00B71731">
        <w:rPr>
          <w:rFonts w:ascii="Courier New" w:hAnsi="Courier New" w:cs="Courier New"/>
          <w:lang w:val="de-DE"/>
        </w:rPr>
        <w:t xml:space="preserve">  ABCKL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8   0,340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61,38*</w:t>
      </w:r>
      <w:r w:rsidRPr="00B71731">
        <w:rPr>
          <w:rFonts w:ascii="Courier New" w:hAnsi="Courier New" w:cs="Courier New"/>
          <w:lang w:val="de-DE"/>
        </w:rPr>
        <w:t xml:space="preserve">    17,65      7,65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0,340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-215,48*</w:t>
      </w:r>
      <w:r w:rsidRPr="00B71731">
        <w:rPr>
          <w:rFonts w:ascii="Courier New" w:hAnsi="Courier New" w:cs="Courier New"/>
          <w:lang w:val="de-DE"/>
        </w:rPr>
        <w:t xml:space="preserve">   -70,56    -72,31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0,340     -87,44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-92,99*</w:t>
      </w:r>
      <w:r w:rsidRPr="00B71731">
        <w:rPr>
          <w:rFonts w:ascii="Courier New" w:hAnsi="Courier New" w:cs="Courier New"/>
          <w:lang w:val="de-DE"/>
        </w:rPr>
        <w:t xml:space="preserve">   -55,38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0,000      21,53     16,57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85,17*</w:t>
      </w:r>
      <w:r w:rsidRPr="00B71731">
        <w:rPr>
          <w:rFonts w:ascii="Courier New" w:hAnsi="Courier New" w:cs="Courier New"/>
          <w:lang w:val="de-DE"/>
        </w:rPr>
        <w:t xml:space="preserve">  aMP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0,340    -159,25    -76,67 </w:t>
      </w:r>
      <w:r w:rsidRPr="00B71731">
        <w:rPr>
          <w:rFonts w:ascii="Courier New" w:hAnsi="Courier New" w:cs="Courier New"/>
          <w:b/>
          <w:bCs/>
          <w:lang w:val="de-DE"/>
        </w:rPr>
        <w:t xml:space="preserve">  -118,89*</w:t>
      </w:r>
      <w:r w:rsidRPr="00B71731">
        <w:rPr>
          <w:rFonts w:ascii="Courier New" w:hAnsi="Courier New" w:cs="Courier New"/>
          <w:lang w:val="de-DE"/>
        </w:rPr>
        <w:t xml:space="preserve">  ABCKL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9   0,000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56,95*</w:t>
      </w:r>
      <w:r w:rsidRPr="00B71731">
        <w:rPr>
          <w:rFonts w:ascii="Courier New" w:hAnsi="Courier New" w:cs="Courier New"/>
          <w:lang w:val="de-DE"/>
        </w:rPr>
        <w:t xml:space="preserve">    -6,16     25,37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-212,02*</w:t>
      </w:r>
      <w:r w:rsidRPr="00B71731">
        <w:rPr>
          <w:rFonts w:ascii="Courier New" w:hAnsi="Courier New" w:cs="Courier New"/>
          <w:lang w:val="de-DE"/>
        </w:rPr>
        <w:t xml:space="preserve">    52,00    -93,98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0,340    -193,71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55,65*</w:t>
      </w:r>
      <w:r w:rsidRPr="00B71731">
        <w:rPr>
          <w:rFonts w:ascii="Courier New" w:hAnsi="Courier New" w:cs="Courier New"/>
          <w:lang w:val="de-DE"/>
        </w:rPr>
        <w:t xml:space="preserve">   -92,74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39,02    -20,52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29,89*</w:t>
      </w:r>
      <w:r w:rsidRPr="00B71731">
        <w:rPr>
          <w:rFonts w:ascii="Courier New" w:hAnsi="Courier New" w:cs="Courier New"/>
          <w:lang w:val="de-DE"/>
        </w:rPr>
        <w:t xml:space="preserve">  aLP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-103,70     23,56 </w:t>
      </w:r>
      <w:r w:rsidRPr="00B71731">
        <w:rPr>
          <w:rFonts w:ascii="Courier New" w:hAnsi="Courier New" w:cs="Courier New"/>
          <w:b/>
          <w:bCs/>
          <w:lang w:val="de-DE"/>
        </w:rPr>
        <w:t xml:space="preserve">  -125,70*</w:t>
      </w:r>
      <w:r w:rsidRPr="00B71731">
        <w:rPr>
          <w:rFonts w:ascii="Courier New" w:hAnsi="Courier New" w:cs="Courier New"/>
          <w:lang w:val="de-DE"/>
        </w:rPr>
        <w:t xml:space="preserve">  ABJMN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10   0,000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54,76*</w:t>
      </w:r>
      <w:r w:rsidRPr="00B71731">
        <w:rPr>
          <w:rFonts w:ascii="Courier New" w:hAnsi="Courier New" w:cs="Courier New"/>
          <w:lang w:val="de-DE"/>
        </w:rPr>
        <w:t xml:space="preserve">    -7,76     24,60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-193,71*</w:t>
      </w:r>
      <w:r w:rsidRPr="00B71731">
        <w:rPr>
          <w:rFonts w:ascii="Courier New" w:hAnsi="Courier New" w:cs="Courier New"/>
          <w:lang w:val="de-DE"/>
        </w:rPr>
        <w:t xml:space="preserve">    52,02    -94,81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3,594       0,00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55,80*</w:t>
      </w:r>
      <w:r w:rsidRPr="00B71731">
        <w:rPr>
          <w:rFonts w:ascii="Courier New" w:hAnsi="Courier New" w:cs="Courier New"/>
          <w:lang w:val="de-DE"/>
        </w:rPr>
        <w:t xml:space="preserve">   -94,35   ABCDH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32,52    -18,65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29,03*</w:t>
      </w:r>
      <w:r w:rsidRPr="00B71731">
        <w:rPr>
          <w:rFonts w:ascii="Courier New" w:hAnsi="Courier New" w:cs="Courier New"/>
          <w:lang w:val="de-DE"/>
        </w:rPr>
        <w:t xml:space="preserve">  aLP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3,594      -0,00     29,15 </w:t>
      </w:r>
      <w:r w:rsidRPr="00B71731">
        <w:rPr>
          <w:rFonts w:ascii="Courier New" w:hAnsi="Courier New" w:cs="Courier New"/>
          <w:b/>
          <w:bCs/>
          <w:lang w:val="de-DE"/>
        </w:rPr>
        <w:t xml:space="preserve">  -127,68*</w:t>
      </w:r>
      <w:r w:rsidRPr="00B71731">
        <w:rPr>
          <w:rFonts w:ascii="Courier New" w:hAnsi="Courier New" w:cs="Courier New"/>
          <w:lang w:val="de-DE"/>
        </w:rPr>
        <w:t xml:space="preserve">  ABJMN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11   0,000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1,22*</w:t>
      </w:r>
      <w:r w:rsidRPr="00B71731">
        <w:rPr>
          <w:rFonts w:ascii="Courier New" w:hAnsi="Courier New" w:cs="Courier New"/>
          <w:lang w:val="de-DE"/>
        </w:rPr>
        <w:t xml:space="preserve">    -3,52     -0,13   ABKMNP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-1,06*</w:t>
      </w:r>
      <w:r w:rsidRPr="00B71731">
        <w:rPr>
          <w:rFonts w:ascii="Courier New" w:hAnsi="Courier New" w:cs="Courier New"/>
          <w:lang w:val="de-DE"/>
        </w:rPr>
        <w:t xml:space="preserve">     3,06     -0,12   ABHQ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0,000       1,22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-3,52*</w:t>
      </w:r>
      <w:r w:rsidRPr="00B71731">
        <w:rPr>
          <w:rFonts w:ascii="Courier New" w:hAnsi="Courier New" w:cs="Courier New"/>
          <w:lang w:val="de-DE"/>
        </w:rPr>
        <w:t xml:space="preserve">    -0,13   AJMNP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0,690      -0,00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aBJMO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1,22     -3,52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-0,18*</w:t>
      </w:r>
      <w:r w:rsidRPr="00B71731">
        <w:rPr>
          <w:rFonts w:ascii="Courier New" w:hAnsi="Courier New" w:cs="Courier New"/>
          <w:lang w:val="de-DE"/>
        </w:rPr>
        <w:t xml:space="preserve">  ABLOP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12   0,690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1,22*</w:t>
      </w:r>
      <w:r w:rsidRPr="00B71731">
        <w:rPr>
          <w:rFonts w:ascii="Courier New" w:hAnsi="Courier New" w:cs="Courier New"/>
          <w:lang w:val="de-DE"/>
        </w:rPr>
        <w:t xml:space="preserve">     3,52     -0,13   ABKMOP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0,690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-1,06*</w:t>
      </w:r>
      <w:r w:rsidRPr="00B71731">
        <w:rPr>
          <w:rFonts w:ascii="Courier New" w:hAnsi="Courier New" w:cs="Courier New"/>
          <w:lang w:val="de-DE"/>
        </w:rPr>
        <w:t xml:space="preserve">    -3,06     -0,12   ABIR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0,690       1,22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3,52*</w:t>
      </w:r>
      <w:r w:rsidRPr="00B71731">
        <w:rPr>
          <w:rFonts w:ascii="Courier New" w:hAnsi="Courier New" w:cs="Courier New"/>
          <w:lang w:val="de-DE"/>
        </w:rPr>
        <w:t xml:space="preserve">    -0,13   AJMOP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aBJMN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0,690       1,22      3,52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-0,18*</w:t>
      </w:r>
      <w:r w:rsidRPr="00B71731">
        <w:rPr>
          <w:rFonts w:ascii="Courier New" w:hAnsi="Courier New" w:cs="Courier New"/>
          <w:lang w:val="de-DE"/>
        </w:rPr>
        <w:t xml:space="preserve">  ABLNP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13   2,890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10,77*</w:t>
      </w:r>
      <w:r w:rsidRPr="00B71731">
        <w:rPr>
          <w:rFonts w:ascii="Courier New" w:hAnsi="Courier New" w:cs="Courier New"/>
          <w:lang w:val="de-DE"/>
        </w:rPr>
        <w:t xml:space="preserve">     0,02   -233,03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2,890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-11,16*</w:t>
      </w:r>
      <w:r w:rsidRPr="00B71731">
        <w:rPr>
          <w:rFonts w:ascii="Courier New" w:hAnsi="Courier New" w:cs="Courier New"/>
          <w:lang w:val="de-DE"/>
        </w:rPr>
        <w:t xml:space="preserve">    -0,02   -237,69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5,780       0,00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7,13*</w:t>
      </w:r>
      <w:r w:rsidRPr="00B71731">
        <w:rPr>
          <w:rFonts w:ascii="Courier New" w:hAnsi="Courier New" w:cs="Courier New"/>
          <w:lang w:val="de-DE"/>
        </w:rPr>
        <w:t xml:space="preserve">  -238,90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0,000       0,00      0,96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51,97*</w:t>
      </w:r>
      <w:r w:rsidRPr="00B71731">
        <w:rPr>
          <w:rFonts w:ascii="Courier New" w:hAnsi="Courier New" w:cs="Courier New"/>
          <w:lang w:val="de-DE"/>
        </w:rPr>
        <w:t xml:space="preserve">  aJMP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5,780       0,00      7,13 </w:t>
      </w:r>
      <w:r w:rsidRPr="00B71731">
        <w:rPr>
          <w:rFonts w:ascii="Courier New" w:hAnsi="Courier New" w:cs="Courier New"/>
          <w:b/>
          <w:bCs/>
          <w:lang w:val="de-DE"/>
        </w:rPr>
        <w:t xml:space="preserve">  -238,90*</w:t>
      </w:r>
      <w:r w:rsidRPr="00B71731">
        <w:rPr>
          <w:rFonts w:ascii="Courier New" w:hAnsi="Courier New" w:cs="Courier New"/>
          <w:lang w:val="de-DE"/>
        </w:rPr>
        <w:t xml:space="preserve">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14   0,907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3,34*</w:t>
      </w:r>
      <w:r w:rsidRPr="00B71731">
        <w:rPr>
          <w:rFonts w:ascii="Courier New" w:hAnsi="Courier New" w:cs="Courier New"/>
          <w:lang w:val="de-DE"/>
        </w:rPr>
        <w:t xml:space="preserve">     6,73      0,19   aFQ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0,907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-4,51*</w:t>
      </w:r>
      <w:r w:rsidRPr="00B71731">
        <w:rPr>
          <w:rFonts w:ascii="Courier New" w:hAnsi="Courier New" w:cs="Courier New"/>
          <w:lang w:val="de-DE"/>
        </w:rPr>
        <w:t xml:space="preserve">    -9,79      1,09 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0,907      -4,51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-9,79*</w:t>
      </w:r>
      <w:r w:rsidRPr="00B71731">
        <w:rPr>
          <w:rFonts w:ascii="Courier New" w:hAnsi="Courier New" w:cs="Courier New"/>
          <w:lang w:val="de-DE"/>
        </w:rPr>
        <w:t xml:space="preserve">     1,09 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0,907      -3,50     -7,56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1,21*</w:t>
      </w:r>
      <w:r w:rsidRPr="00B71731">
        <w:rPr>
          <w:rFonts w:ascii="Courier New" w:hAnsi="Courier New" w:cs="Courier New"/>
          <w:lang w:val="de-DE"/>
        </w:rPr>
        <w:t xml:space="preserve">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ABDHO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15   0,000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3,36*</w:t>
      </w:r>
      <w:r w:rsidRPr="00B71731">
        <w:rPr>
          <w:rFonts w:ascii="Courier New" w:hAnsi="Courier New" w:cs="Courier New"/>
          <w:lang w:val="de-DE"/>
        </w:rPr>
        <w:t xml:space="preserve">    -6,76      0,19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-4,52*</w:t>
      </w:r>
      <w:r w:rsidRPr="00B71731">
        <w:rPr>
          <w:rFonts w:ascii="Courier New" w:hAnsi="Courier New" w:cs="Courier New"/>
          <w:lang w:val="de-DE"/>
        </w:rPr>
        <w:t xml:space="preserve">     9,80      1,09   ABDN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  <w:lang w:val="de-DE"/>
        </w:rPr>
        <w:t xml:space="preserve">      </w:t>
      </w:r>
      <w:r w:rsidRPr="00B71731">
        <w:rPr>
          <w:rFonts w:ascii="Courier New" w:hAnsi="Courier New" w:cs="Courier New"/>
        </w:rPr>
        <w:t xml:space="preserve">0,000      -4,52 </w:t>
      </w:r>
      <w:r w:rsidRPr="00B71731">
        <w:rPr>
          <w:rFonts w:ascii="Courier New" w:hAnsi="Courier New" w:cs="Courier New"/>
          <w:b/>
          <w:bCs/>
        </w:rPr>
        <w:t xml:space="preserve">     9,80*</w:t>
      </w:r>
      <w:r w:rsidRPr="00B71731">
        <w:rPr>
          <w:rFonts w:ascii="Courier New" w:hAnsi="Courier New" w:cs="Courier New"/>
        </w:rPr>
        <w:t xml:space="preserve">     1,09   ABDN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B71731">
        <w:rPr>
          <w:rFonts w:ascii="Courier New" w:hAnsi="Courier New" w:cs="Courier New"/>
        </w:rPr>
        <w:t xml:space="preserve">      </w:t>
      </w:r>
      <w:r w:rsidRPr="003D305E">
        <w:rPr>
          <w:rFonts w:ascii="Courier New" w:hAnsi="Courier New" w:cs="Courier New"/>
        </w:rPr>
        <w:t xml:space="preserve">0,000      -3,51      7,57 </w:t>
      </w:r>
      <w:r w:rsidRPr="003D305E">
        <w:rPr>
          <w:rFonts w:ascii="Courier New" w:hAnsi="Courier New" w:cs="Courier New"/>
          <w:b/>
          <w:bCs/>
        </w:rPr>
        <w:t xml:space="preserve">     1,21*</w:t>
      </w:r>
      <w:r w:rsidRPr="003D305E">
        <w:rPr>
          <w:rFonts w:ascii="Courier New" w:hAnsi="Courier New" w:cs="Courier New"/>
        </w:rPr>
        <w:t xml:space="preserve">  ABCDH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 xml:space="preserve">      0,907       0,00      0,00 </w:t>
      </w:r>
      <w:r w:rsidRPr="003D305E">
        <w:rPr>
          <w:rFonts w:ascii="Courier New" w:hAnsi="Courier New" w:cs="Courier New"/>
          <w:b/>
          <w:bCs/>
        </w:rPr>
        <w:t xml:space="preserve">    -0,00*</w:t>
      </w:r>
      <w:r w:rsidRPr="003D305E">
        <w:rPr>
          <w:rFonts w:ascii="Courier New" w:hAnsi="Courier New" w:cs="Courier New"/>
        </w:rPr>
        <w:t xml:space="preserve">  ABEIN</w:t>
      </w:r>
    </w:p>
    <w:p w:rsidR="00A50A7B" w:rsidRPr="003D305E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3D305E">
        <w:rPr>
          <w:rFonts w:ascii="Courier New" w:hAnsi="Courier New" w:cs="Courier New"/>
        </w:rPr>
        <w:t>------------------------------------------------------------------</w:t>
      </w:r>
    </w:p>
    <w:p w:rsidR="00A50A7B" w:rsidRPr="003D305E" w:rsidRDefault="00A50A7B" w:rsidP="00A50A7B">
      <w:pPr>
        <w:autoSpaceDE w:val="0"/>
        <w:autoSpaceDN w:val="0"/>
      </w:pPr>
    </w:p>
    <w:p w:rsidR="00A50A7B" w:rsidRDefault="00A50A7B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:rsidR="00A50A7B" w:rsidRDefault="00A50A7B" w:rsidP="00A50A7B">
      <w:pPr>
        <w:autoSpaceDE w:val="0"/>
        <w:autoSpaceDN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4. </w:t>
      </w:r>
      <w:r w:rsidRPr="00A50A7B">
        <w:rPr>
          <w:rFonts w:ascii="Arial" w:hAnsi="Arial" w:cs="Arial"/>
          <w:b/>
          <w:sz w:val="32"/>
          <w:szCs w:val="32"/>
          <w:u w:val="single"/>
        </w:rPr>
        <w:t>Rama w osi</w:t>
      </w:r>
      <w:r w:rsidRPr="003D305E">
        <w:rPr>
          <w:rFonts w:ascii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NAZWA: Rama 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1                           Nazwa: "I 200 PE"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5D2BE05F" wp14:editId="774B89AE">
            <wp:extent cx="5082540" cy="5082540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5,0      Yc=     10,0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1940,0      Jy=    142,0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1940,0      Iy=    142,0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8,3      iy=      2,2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194,0      Wy=     28,4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-194,0      Wy=    -28,4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28,5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22,4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1940,0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200 PE           0    0,00    0,00      0,0      0,0    28,5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2                           Nazwa: "I 160 HEA"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27EDCB01" wp14:editId="6891A354">
            <wp:extent cx="5082540" cy="508254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8,0      Yc=      7,6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1673,0      Jy=    616,0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1673,0      Iy=    616,0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6,6      iy=      4,0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220,1      Wy=     77,0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-220,1      Wy=    -77,0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38,8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30,5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1673,0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160 HEA          0    0,00    0,00      0,0      0,0    38,8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3                           Nazwa: "I 160 PE"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3633AFAC" wp14:editId="77E7315F">
            <wp:extent cx="5082540" cy="5082540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8,0      Yc=      4,1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90,0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  68,3      Jy=    869,0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 869,0      Iy=     68,3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6,6      iy=      1,8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108,6      Wy=     16,7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-108,6      Wy=    -16,7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20,1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15,8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  68,3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160 PE          90    0,00   -0,00     -0,0      0,0    20,1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4                           Nazwa: "R 12x6"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lastRenderedPageBreak/>
        <w:drawing>
          <wp:inline distT="0" distB="0" distL="0" distR="0" wp14:anchorId="7B5E0C2F" wp14:editId="62065EE2">
            <wp:extent cx="5082540" cy="5082540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Klasa 8.8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0,6      Yc=      0,6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   0,1      Jy=      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   0,1      Iy=      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0,3      iy=      0,3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  0,2      Wy=      0,2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  -0,2      Wy=     -0,2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 1,1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   0,1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R *12x6            0    0,00    0,00      0,0      0,0     1,1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5                           Nazwa: "Okap"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lastRenderedPageBreak/>
        <w:drawing>
          <wp:inline distT="0" distB="0" distL="0" distR="0" wp14:anchorId="2972EF07" wp14:editId="39489ABD">
            <wp:extent cx="5082540" cy="5082540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Bez ciężaru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4,5      Yc=     10,0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2140,0      Jy=    117,0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2140,0      Iy=    117,0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8,0      iy=      1,9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214,0      Wy=     26,0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-214,0      Wy=    -26,0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33,5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2140,0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200              0    0,00    0,00      0,0      0,0    33,5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 xml:space="preserve">WĘZŁY: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31650B2B" wp14:editId="0C6A478B">
            <wp:extent cx="5760720" cy="2362200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PRĘTY: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64474795" wp14:editId="1D91FFCA">
            <wp:extent cx="5760720" cy="2362200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PRZEKROJE PRĘTÓW: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050EA800" wp14:editId="1E4FC3A5">
            <wp:extent cx="5760720" cy="2362200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PRĘTY UKŁADU: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t xml:space="preserve">         Typy prętów: 00 - sztyw.-sztyw.;  01 - sztyw.-przegub;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lastRenderedPageBreak/>
        <w:t xml:space="preserve">                      10 - przegub-sztyw.; 11 - przegub-przegub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Pręt: Typ: A:  B:     Lx[m]:   Ly[m]:  L[m]:  Red.EJ: Przekrój: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1   11    1   2     0,000    4,190   4,190  1,000   2 I 160 HEA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2   00    2  13     4,874    0,598   4,911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3   00   13  11     6,400    0,786   6,448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4   00   11   5     6,400    0,786   6,448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5   00    5  15     0,300   -0,037   0,302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6   00   15  12     6,100   -0,749   6,146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7   00   12  14     6,400   -0,786   6,448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8   00   14   3     4,874   -0,598   4,911  1,000   1 I 200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9   11    3   4     0,000   -4,190   4,190  1,000   2 I 160 HEA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10   00    2   6     0,000    0,430   0,430  1,000   5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11   00    7   3     0,000   -0,430   0,430  1,000   5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12   11   15   8     0,000   -6,323   6,323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13   00    9   2     0,540    0,066   0,544  1,000   5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14   00    3  10     0,540   -0,066   0,544  1,000   5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15   11   13  16     0,000   -4,788   4,788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16   11   11  17     0,000   -5,574   5,574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17   11   12  18     0,000   -5,574   5,574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18   11   14  19     0,000   -4,788   4,788  1,000   3 I 160 PE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19   22   17  15     6,700    6,323   9,213  1,000   4 R 12x6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20   22   11   8     6,700   -5,574   8,715  1,000   4 R 12x6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==================================================================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</w:t>
      </w:r>
      <w:r w:rsidRPr="002341F7">
        <w:rPr>
          <w:rFonts w:ascii="Courier New" w:hAnsi="Courier New" w:cs="Courier New"/>
          <w:b/>
          <w:bCs/>
        </w:rPr>
        <w:t>W  Y  N  I  K  I  wg PN 82/B-02000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</w:t>
      </w:r>
      <w:r w:rsidRPr="002341F7">
        <w:rPr>
          <w:rFonts w:ascii="Courier New" w:hAnsi="Courier New" w:cs="Courier New"/>
          <w:b/>
          <w:bCs/>
        </w:rPr>
        <w:t xml:space="preserve"> Teoria I-go rzędu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b/>
          <w:bCs/>
        </w:rPr>
        <w:t>Kombinatoryka obciążeń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==================================================================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OBCIĄŻENIOWE WSPÓŁ. BEZPIECZ.: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Grupa:                              Znaczenie:     </w:t>
      </w:r>
      <w:r w:rsidRPr="002341F7">
        <w:rPr>
          <w:rFonts w:ascii="Symbol" w:hAnsi="Symbol" w:cs="Symbol"/>
        </w:rPr>
        <w:t></w:t>
      </w:r>
      <w:r w:rsidRPr="002341F7">
        <w:rPr>
          <w:rFonts w:ascii="Courier New" w:hAnsi="Courier New" w:cs="Courier New"/>
        </w:rPr>
        <w:t xml:space="preserve">d:    </w:t>
      </w:r>
      <w:r w:rsidRPr="002341F7">
        <w:rPr>
          <w:rFonts w:ascii="Symbol" w:hAnsi="Symbol" w:cs="Symbol"/>
        </w:rPr>
        <w:t></w:t>
      </w:r>
      <w:r w:rsidRPr="002341F7">
        <w:rPr>
          <w:rFonts w:ascii="Courier New" w:hAnsi="Courier New" w:cs="Courier New"/>
        </w:rPr>
        <w:t>f: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Ciężar wł.                                               1,15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A -"Obciążenia stałe"              Stałe                 1,15/1,00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B -"Obciązenie użytkowe dachu"     Zmienne    1   1,00   1,15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 -"Śnieg maksymalny"      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D -"Wiatr na ściany z lewej"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E -"Wiatr na ściany z prawej"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F -"Ssanie na dach z lewej"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 -"Ssanie na dach z prawej"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H -"Parcie na dach z lewej"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I -"Parcie na dach z prawej"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 -"Śnieg zredukowany z lewej"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O -"Śnieg zredukowany z prawej"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 -"Wiatr prost. do ści. szcz."    Zmienne    1   0,00   1,50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Q -"Max wiatr - L"         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R -"Max wiatr - P"         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RELACJE GRUP OBCIĄŻEŃ: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Grupa obc.:                     Relacje: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Ciężar wł.                      ZAWSZE     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 xml:space="preserve">A -"Obciążenia stałe"           ZAWSZE  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B -"Obciązenie użytkowe dachu"  EWENTUALNIE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 -"Śnieg maksymalny"      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NOQR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D -"Wiatr na ściany z lewej"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EGIPQR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E -"Wiatr na ściany z prawej"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DFHPQR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F -"Ssanie na dach z lewej"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EGHIPR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 -"Ssanie na dach z prawej"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DFHIPQ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H -"Parcie na dach z lewej"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EFGIPR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I -"Parcie na dach z prawej"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DFGHPQ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 -"Śnieg zredukowany z lewej"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COQR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O -"Śnieg zredukowany z prawej"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CNQR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 -"Wiatr prost. do ści. szcz."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DEFGHIQR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Q -"Max wiatr - L"         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CDEGINOPR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R -"Max wiatr - P"         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CDEFHNOPQ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KRYTERIA KOMBINACJI OBCIĄŻEŃ: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Nr:    Specyfikacja: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    ZAWSZE     : 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EWENTUALNIE: B+C+D+E+F+G+H+I+N+O+P+Q+R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 xml:space="preserve">MOMENTY-OBWIEDNIE: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75115AE5" wp14:editId="35D8E7BF">
            <wp:extent cx="5760720" cy="2362200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TNĄCE-OBWIEDNIE:  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5D3F5B3C" wp14:editId="629BE642">
            <wp:extent cx="5760720" cy="2362200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NORMALNE-OBWIEDNIE: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11DD6D89" wp14:editId="76BFE866">
            <wp:extent cx="5760720" cy="2362200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SIŁY PRZEKROJOWE - WARTOŚCI EKSTREMALNE:</w:t>
      </w:r>
      <w:r w:rsidRPr="002341F7">
        <w:rPr>
          <w:rFonts w:ascii="Courier New" w:hAnsi="Courier New" w:cs="Courier New"/>
        </w:rPr>
        <w:t xml:space="preserve">  </w:t>
      </w:r>
      <w:r w:rsidRPr="002341F7">
        <w:rPr>
          <w:rFonts w:ascii="Courier New" w:hAnsi="Courier New" w:cs="Courier New"/>
          <w:sz w:val="18"/>
          <w:szCs w:val="18"/>
        </w:rPr>
        <w:t>T.I rzędu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Pręt: x[m]:    M[kNm]:    Q[kN]:    N[kN]:  Kombinacja obciążeń: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1   2,095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9,74*</w:t>
      </w:r>
      <w:r w:rsidRPr="002341F7">
        <w:rPr>
          <w:rFonts w:ascii="Courier New" w:hAnsi="Courier New" w:cs="Courier New"/>
          <w:lang w:val="en-US"/>
        </w:rPr>
        <w:t xml:space="preserve">    -0,00      9,43   aFQ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2,095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-11,21*</w:t>
      </w:r>
      <w:r w:rsidRPr="002341F7">
        <w:rPr>
          <w:rFonts w:ascii="Courier New" w:hAnsi="Courier New" w:cs="Courier New"/>
          <w:lang w:val="en-US"/>
        </w:rPr>
        <w:t xml:space="preserve">    -0,00    -14,06   ABOP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-10,70*</w:t>
      </w:r>
      <w:r w:rsidRPr="002341F7">
        <w:rPr>
          <w:rFonts w:ascii="Courier New" w:hAnsi="Courier New" w:cs="Courier New"/>
          <w:lang w:val="en-US"/>
        </w:rPr>
        <w:t xml:space="preserve">   -15,25   ABOP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4,190      -0,00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10,70*</w:t>
      </w:r>
      <w:r w:rsidRPr="002341F7">
        <w:rPr>
          <w:rFonts w:ascii="Courier New" w:hAnsi="Courier New" w:cs="Courier New"/>
          <w:lang w:val="en-US"/>
        </w:rPr>
        <w:t xml:space="preserve">   -12,87   ABOP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4,190       0,00      0,00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10,89*</w:t>
      </w:r>
      <w:r w:rsidRPr="002341F7">
        <w:rPr>
          <w:rFonts w:ascii="Courier New" w:hAnsi="Courier New" w:cs="Courier New"/>
          <w:lang w:val="en-US"/>
        </w:rPr>
        <w:t xml:space="preserve">  aF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0,000       0,00      8,37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-32,06*</w:t>
      </w:r>
      <w:r w:rsidRPr="002341F7">
        <w:rPr>
          <w:rFonts w:ascii="Courier New" w:hAnsi="Courier New" w:cs="Courier New"/>
          <w:lang w:val="en-US"/>
        </w:rPr>
        <w:t xml:space="preserve">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2   1,923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19,94*</w:t>
      </w:r>
      <w:r w:rsidRPr="002341F7">
        <w:rPr>
          <w:rFonts w:ascii="Courier New" w:hAnsi="Courier New" w:cs="Courier New"/>
          <w:lang w:val="en-US"/>
        </w:rPr>
        <w:t xml:space="preserve">    -1,00    -10,36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4,911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-38,66*</w:t>
      </w:r>
      <w:r w:rsidRPr="002341F7">
        <w:rPr>
          <w:rFonts w:ascii="Courier New" w:hAnsi="Courier New" w:cs="Courier New"/>
          <w:lang w:val="en-US"/>
        </w:rPr>
        <w:t xml:space="preserve">   -38,03     -6,39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4,911     -38,66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-38,03*</w:t>
      </w:r>
      <w:r w:rsidRPr="002341F7">
        <w:rPr>
          <w:rFonts w:ascii="Courier New" w:hAnsi="Courier New" w:cs="Courier New"/>
          <w:lang w:val="en-US"/>
        </w:rPr>
        <w:t xml:space="preserve">    -6,39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4,911     -18,39    -18,03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18,47*</w:t>
      </w:r>
      <w:r w:rsidRPr="002341F7">
        <w:rPr>
          <w:rFonts w:ascii="Courier New" w:hAnsi="Courier New" w:cs="Courier New"/>
          <w:lang w:val="en-US"/>
        </w:rPr>
        <w:t xml:space="preserve">  ABCP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-1,00     22,78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-12,91*</w:t>
      </w:r>
      <w:r w:rsidRPr="002341F7">
        <w:rPr>
          <w:rFonts w:ascii="Courier New" w:hAnsi="Courier New" w:cs="Courier New"/>
          <w:lang w:val="en-US"/>
        </w:rPr>
        <w:t xml:space="preserve">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3   3,224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21,05*</w:t>
      </w:r>
      <w:r w:rsidRPr="002341F7">
        <w:rPr>
          <w:rFonts w:ascii="Courier New" w:hAnsi="Courier New" w:cs="Courier New"/>
          <w:lang w:val="en-US"/>
        </w:rPr>
        <w:t xml:space="preserve">    -1,21     -1,77   ABCE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-49,44*</w:t>
      </w:r>
      <w:r w:rsidRPr="002341F7">
        <w:rPr>
          <w:rFonts w:ascii="Courier New" w:hAnsi="Courier New" w:cs="Courier New"/>
          <w:lang w:val="en-US"/>
        </w:rPr>
        <w:t xml:space="preserve">   -41,60     -7,18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   -49,44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-41,60*</w:t>
      </w:r>
      <w:r w:rsidRPr="002341F7">
        <w:rPr>
          <w:rFonts w:ascii="Courier New" w:hAnsi="Courier New" w:cs="Courier New"/>
          <w:lang w:val="en-US"/>
        </w:rPr>
        <w:t xml:space="preserve">    -7,18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   -24,35    -20,10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22,60*</w:t>
      </w:r>
      <w:r w:rsidRPr="002341F7">
        <w:rPr>
          <w:rFonts w:ascii="Courier New" w:hAnsi="Courier New" w:cs="Courier New"/>
          <w:lang w:val="en-US"/>
        </w:rPr>
        <w:t xml:space="preserve">  ABOP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-38,66     38,43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-15,77*</w:t>
      </w:r>
      <w:r w:rsidRPr="002341F7">
        <w:rPr>
          <w:rFonts w:ascii="Courier New" w:hAnsi="Courier New" w:cs="Courier New"/>
          <w:lang w:val="en-US"/>
        </w:rPr>
        <w:t xml:space="preserve">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4   3,422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29,01*</w:t>
      </w:r>
      <w:r w:rsidRPr="002341F7">
        <w:rPr>
          <w:rFonts w:ascii="Courier New" w:hAnsi="Courier New" w:cs="Courier New"/>
          <w:lang w:val="en-US"/>
        </w:rPr>
        <w:t xml:space="preserve">     1,77    -13,16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-49,44*</w:t>
      </w:r>
      <w:r w:rsidRPr="002341F7">
        <w:rPr>
          <w:rFonts w:ascii="Courier New" w:hAnsi="Courier New" w:cs="Courier New"/>
          <w:lang w:val="en-US"/>
        </w:rPr>
        <w:t xml:space="preserve">    44,08    -17,70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-49,44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44,08*</w:t>
      </w:r>
      <w:r w:rsidRPr="002341F7">
        <w:rPr>
          <w:rFonts w:ascii="Courier New" w:hAnsi="Courier New" w:cs="Courier New"/>
          <w:lang w:val="en-US"/>
        </w:rPr>
        <w:t xml:space="preserve">   -17,70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   -13,85    -17,72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26,17*</w:t>
      </w:r>
      <w:r w:rsidRPr="002341F7">
        <w:rPr>
          <w:rFonts w:ascii="Courier New" w:hAnsi="Courier New" w:cs="Courier New"/>
          <w:lang w:val="en-US"/>
        </w:rPr>
        <w:t xml:space="preserve">  ABCP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-36,99     33,36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-18,59*</w:t>
      </w:r>
      <w:r w:rsidRPr="002341F7">
        <w:rPr>
          <w:rFonts w:ascii="Courier New" w:hAnsi="Courier New" w:cs="Courier New"/>
          <w:lang w:val="en-US"/>
        </w:rPr>
        <w:t xml:space="preserve">  ABEIO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5   0,302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9,67*</w:t>
      </w:r>
      <w:r w:rsidRPr="002341F7">
        <w:rPr>
          <w:rFonts w:ascii="Courier New" w:hAnsi="Courier New" w:cs="Courier New"/>
          <w:lang w:val="en-US"/>
        </w:rPr>
        <w:t xml:space="preserve">     4,53     23,92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0,302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-41,51*</w:t>
      </w:r>
      <w:r w:rsidRPr="002341F7">
        <w:rPr>
          <w:rFonts w:ascii="Courier New" w:hAnsi="Courier New" w:cs="Courier New"/>
          <w:lang w:val="en-US"/>
        </w:rPr>
        <w:t xml:space="preserve">   -37,31    -17,57   ABCE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0,302     -41,51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-37,31*</w:t>
      </w:r>
      <w:r w:rsidRPr="002341F7">
        <w:rPr>
          <w:rFonts w:ascii="Courier New" w:hAnsi="Courier New" w:cs="Courier New"/>
          <w:lang w:val="en-US"/>
        </w:rPr>
        <w:t xml:space="preserve">   -17,57   ABCE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2341F7">
        <w:rPr>
          <w:rFonts w:ascii="Courier New" w:hAnsi="Courier New" w:cs="Courier New"/>
          <w:lang w:val="en-US"/>
        </w:rPr>
        <w:t xml:space="preserve">      </w:t>
      </w:r>
      <w:r w:rsidRPr="00A50A7B">
        <w:rPr>
          <w:rFonts w:ascii="Courier New" w:hAnsi="Courier New" w:cs="Courier New"/>
          <w:lang w:val="de-DE"/>
        </w:rPr>
        <w:t xml:space="preserve">0,000       8,44      3,61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23,99*</w:t>
      </w:r>
      <w:r w:rsidRPr="00A50A7B">
        <w:rPr>
          <w:rFonts w:ascii="Courier New" w:hAnsi="Courier New" w:cs="Courier New"/>
          <w:lang w:val="de-DE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0,302     -38,06    -36,19 </w:t>
      </w:r>
      <w:r w:rsidRPr="00A50A7B">
        <w:rPr>
          <w:rFonts w:ascii="Courier New" w:hAnsi="Courier New" w:cs="Courier New"/>
          <w:b/>
          <w:bCs/>
          <w:lang w:val="de-DE"/>
        </w:rPr>
        <w:t xml:space="preserve">   -18,04*</w:t>
      </w:r>
      <w:r w:rsidRPr="00A50A7B">
        <w:rPr>
          <w:rFonts w:ascii="Courier New" w:hAnsi="Courier New" w:cs="Courier New"/>
          <w:lang w:val="de-DE"/>
        </w:rPr>
        <w:t xml:space="preserve">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</w:t>
      </w:r>
      <w:r w:rsidRPr="00B71731">
        <w:rPr>
          <w:rFonts w:ascii="Courier New" w:hAnsi="Courier New" w:cs="Courier New"/>
          <w:lang w:val="de-DE"/>
        </w:rPr>
        <w:t xml:space="preserve">6   2,724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22,00*</w:t>
      </w:r>
      <w:r w:rsidRPr="00B71731">
        <w:rPr>
          <w:rFonts w:ascii="Courier New" w:hAnsi="Courier New" w:cs="Courier New"/>
          <w:lang w:val="de-DE"/>
        </w:rPr>
        <w:t xml:space="preserve">     1,83    -12,71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-44,11*</w:t>
      </w:r>
      <w:r w:rsidRPr="00B71731">
        <w:rPr>
          <w:rFonts w:ascii="Courier New" w:hAnsi="Courier New" w:cs="Courier New"/>
          <w:lang w:val="de-DE"/>
        </w:rPr>
        <w:t xml:space="preserve">   -40,47    -17,26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   -44,11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-40,47*</w:t>
      </w:r>
      <w:r w:rsidRPr="00B71731">
        <w:rPr>
          <w:rFonts w:ascii="Courier New" w:hAnsi="Courier New" w:cs="Courier New"/>
          <w:lang w:val="de-DE"/>
        </w:rPr>
        <w:t xml:space="preserve">   -17,26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-21,24     18,53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26,09*</w:t>
      </w:r>
      <w:r w:rsidRPr="00B71731">
        <w:rPr>
          <w:rFonts w:ascii="Courier New" w:hAnsi="Courier New" w:cs="Courier New"/>
          <w:lang w:val="de-DE"/>
        </w:rPr>
        <w:t xml:space="preserve">  ABCP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   -44,11    -40,47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-17,26*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7   3,224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23,20*</w:t>
      </w:r>
      <w:r w:rsidRPr="00B71731">
        <w:rPr>
          <w:rFonts w:ascii="Courier New" w:hAnsi="Courier New" w:cs="Courier New"/>
          <w:lang w:val="de-DE"/>
        </w:rPr>
        <w:t xml:space="preserve">     0,03     -1,92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-44,11*</w:t>
      </w:r>
      <w:r w:rsidRPr="00B71731">
        <w:rPr>
          <w:rFonts w:ascii="Courier New" w:hAnsi="Courier New" w:cs="Courier New"/>
          <w:lang w:val="de-DE"/>
        </w:rPr>
        <w:t xml:space="preserve">    40,54     -7,31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-44,11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40,54*</w:t>
      </w:r>
      <w:r w:rsidRPr="00B71731">
        <w:rPr>
          <w:rFonts w:ascii="Courier New" w:hAnsi="Courier New" w:cs="Courier New"/>
          <w:lang w:val="de-DE"/>
        </w:rPr>
        <w:t xml:space="preserve">    -7,31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-21,31     19,50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22,52*</w:t>
      </w:r>
      <w:r w:rsidRPr="00B71731">
        <w:rPr>
          <w:rFonts w:ascii="Courier New" w:hAnsi="Courier New" w:cs="Courier New"/>
          <w:lang w:val="de-DE"/>
        </w:rPr>
        <w:t xml:space="preserve">  ABNP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6,448     -40,29    -39,59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-15,92*</w:t>
      </w:r>
      <w:r w:rsidRPr="00B71731">
        <w:rPr>
          <w:rFonts w:ascii="Courier New" w:hAnsi="Courier New" w:cs="Courier New"/>
          <w:lang w:val="de-DE"/>
        </w:rPr>
        <w:t xml:space="preserve">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8   2,985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19,35*</w:t>
      </w:r>
      <w:r w:rsidRPr="00B71731">
        <w:rPr>
          <w:rFonts w:ascii="Courier New" w:hAnsi="Courier New" w:cs="Courier New"/>
          <w:lang w:val="de-DE"/>
        </w:rPr>
        <w:t xml:space="preserve">     1,34    -10,32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-40,29*</w:t>
      </w:r>
      <w:r w:rsidRPr="00B71731">
        <w:rPr>
          <w:rFonts w:ascii="Courier New" w:hAnsi="Courier New" w:cs="Courier New"/>
          <w:lang w:val="de-DE"/>
        </w:rPr>
        <w:t xml:space="preserve">    38,36     -6,35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-40,29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38,36*</w:t>
      </w:r>
      <w:r w:rsidRPr="00B71731">
        <w:rPr>
          <w:rFonts w:ascii="Courier New" w:hAnsi="Courier New" w:cs="Courier New"/>
          <w:lang w:val="de-DE"/>
        </w:rPr>
        <w:t xml:space="preserve">    -6,35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-19,38     18,23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18,50*</w:t>
      </w:r>
      <w:r w:rsidRPr="00B71731">
        <w:rPr>
          <w:rFonts w:ascii="Courier New" w:hAnsi="Courier New" w:cs="Courier New"/>
          <w:lang w:val="de-DE"/>
        </w:rPr>
        <w:t xml:space="preserve">  ABCP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4,911      -1,00    -22,47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-12,88*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9   2,095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9,74*</w:t>
      </w:r>
      <w:r w:rsidRPr="00B71731">
        <w:rPr>
          <w:rFonts w:ascii="Courier New" w:hAnsi="Courier New" w:cs="Courier New"/>
          <w:lang w:val="de-DE"/>
        </w:rPr>
        <w:t xml:space="preserve">    -0,00      9,38   aGR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2,095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-11,21*</w:t>
      </w:r>
      <w:r w:rsidRPr="00B71731">
        <w:rPr>
          <w:rFonts w:ascii="Courier New" w:hAnsi="Courier New" w:cs="Courier New"/>
          <w:lang w:val="de-DE"/>
        </w:rPr>
        <w:t xml:space="preserve">    -0,00    -13,88   ABNP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-10,70*</w:t>
      </w:r>
      <w:r w:rsidRPr="00B71731">
        <w:rPr>
          <w:rFonts w:ascii="Courier New" w:hAnsi="Courier New" w:cs="Courier New"/>
          <w:lang w:val="de-DE"/>
        </w:rPr>
        <w:t xml:space="preserve">   -12,69   ABNP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4,190 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10,70*</w:t>
      </w:r>
      <w:r w:rsidRPr="00B71731">
        <w:rPr>
          <w:rFonts w:ascii="Courier New" w:hAnsi="Courier New" w:cs="Courier New"/>
          <w:lang w:val="de-DE"/>
        </w:rPr>
        <w:t xml:space="preserve">   -15,08   ABNP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10,84*</w:t>
      </w:r>
      <w:r w:rsidRPr="00B71731">
        <w:rPr>
          <w:rFonts w:ascii="Courier New" w:hAnsi="Courier New" w:cs="Courier New"/>
          <w:lang w:val="de-DE"/>
        </w:rPr>
        <w:t xml:space="preserve">  aG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4,190       0,00     -8,37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-31,76*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10   0,000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0,47*</w:t>
      </w:r>
      <w:r w:rsidRPr="00B71731">
        <w:rPr>
          <w:rFonts w:ascii="Courier New" w:hAnsi="Courier New" w:cs="Courier New"/>
          <w:lang w:val="de-DE"/>
        </w:rPr>
        <w:t xml:space="preserve">    -2,20     -0,09   ABCP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-0,41*</w:t>
      </w:r>
      <w:r w:rsidRPr="00B71731">
        <w:rPr>
          <w:rFonts w:ascii="Courier New" w:hAnsi="Courier New" w:cs="Courier New"/>
          <w:lang w:val="de-DE"/>
        </w:rPr>
        <w:t xml:space="preserve">     1,91     -0,09   AHQ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0,000       0,47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-2,20*</w:t>
      </w:r>
      <w:r w:rsidRPr="00B71731">
        <w:rPr>
          <w:rFonts w:ascii="Courier New" w:hAnsi="Courier New" w:cs="Courier New"/>
          <w:lang w:val="de-DE"/>
        </w:rPr>
        <w:t xml:space="preserve">    -0,09   ABCP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ABHQ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lastRenderedPageBreak/>
        <w:t xml:space="preserve">      0,000       0,47     -2,20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-0,09*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11   0,430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0,47*</w:t>
      </w:r>
      <w:r w:rsidRPr="00B71731">
        <w:rPr>
          <w:rFonts w:ascii="Courier New" w:hAnsi="Courier New" w:cs="Courier New"/>
          <w:lang w:val="de-DE"/>
        </w:rPr>
        <w:t xml:space="preserve">     2,20     -0,09   ANP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-0,41*</w:t>
      </w:r>
      <w:r w:rsidRPr="00B71731">
        <w:rPr>
          <w:rFonts w:ascii="Courier New" w:hAnsi="Courier New" w:cs="Courier New"/>
          <w:lang w:val="de-DE"/>
        </w:rPr>
        <w:t xml:space="preserve">    -1,91     -0,09   ABGR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0,430       0,47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2,20*</w:t>
      </w:r>
      <w:r w:rsidRPr="00B71731">
        <w:rPr>
          <w:rFonts w:ascii="Courier New" w:hAnsi="Courier New" w:cs="Courier New"/>
          <w:lang w:val="de-DE"/>
        </w:rPr>
        <w:t xml:space="preserve">    -0,09   ANP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-0,00*</w:t>
      </w:r>
      <w:r w:rsidRPr="00B71731">
        <w:rPr>
          <w:rFonts w:ascii="Courier New" w:hAnsi="Courier New" w:cs="Courier New"/>
          <w:lang w:val="de-DE"/>
        </w:rPr>
        <w:t xml:space="preserve">  aHQ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0,430       0,47      2,20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-0,09*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</w:t>
      </w:r>
      <w:r w:rsidRPr="00A50A7B">
        <w:rPr>
          <w:rFonts w:ascii="Courier New" w:hAnsi="Courier New" w:cs="Courier New"/>
          <w:lang w:val="de-DE"/>
        </w:rPr>
        <w:t xml:space="preserve">12   0,000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-85,47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6,323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-86,62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-85,47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6,323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-86,62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-85,47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6,323       0,00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-86,62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15,30*</w:t>
      </w:r>
      <w:r w:rsidRPr="00A50A7B">
        <w:rPr>
          <w:rFonts w:ascii="Courier New" w:hAnsi="Courier New" w:cs="Courier New"/>
          <w:lang w:val="de-DE"/>
        </w:rPr>
        <w:t xml:space="preserve">  aGR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6,323       0,00      0,00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-86,62*</w:t>
      </w:r>
      <w:r w:rsidRPr="00A50A7B">
        <w:rPr>
          <w:rFonts w:ascii="Courier New" w:hAnsi="Courier New" w:cs="Courier New"/>
          <w:lang w:val="de-DE"/>
        </w:rPr>
        <w:t xml:space="preserve">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13   0,544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1,33*</w:t>
      </w:r>
      <w:r w:rsidRPr="00A50A7B">
        <w:rPr>
          <w:rFonts w:ascii="Courier New" w:hAnsi="Courier New" w:cs="Courier New"/>
          <w:lang w:val="de-DE"/>
        </w:rPr>
        <w:t xml:space="preserve">     4,38      0,11   aFQ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0,544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-1,65*</w:t>
      </w:r>
      <w:r w:rsidRPr="00A50A7B">
        <w:rPr>
          <w:rFonts w:ascii="Courier New" w:hAnsi="Courier New" w:cs="Courier New"/>
          <w:lang w:val="de-DE"/>
        </w:rPr>
        <w:t xml:space="preserve">    -5,95      0,70   ABCE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0,544      -1,65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-5,95*</w:t>
      </w:r>
      <w:r w:rsidRPr="00A50A7B">
        <w:rPr>
          <w:rFonts w:ascii="Courier New" w:hAnsi="Courier New" w:cs="Courier New"/>
          <w:lang w:val="de-DE"/>
        </w:rPr>
        <w:t xml:space="preserve">     0,70   ABCE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0,544      -0,14     -0,83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0,70*</w:t>
      </w:r>
      <w:r w:rsidRPr="00A50A7B">
        <w:rPr>
          <w:rFonts w:ascii="Courier New" w:hAnsi="Courier New" w:cs="Courier New"/>
          <w:lang w:val="de-DE"/>
        </w:rPr>
        <w:t xml:space="preserve">  ABDFO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    -0,00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-0,00*</w:t>
      </w:r>
      <w:r w:rsidRPr="00A50A7B">
        <w:rPr>
          <w:rFonts w:ascii="Courier New" w:hAnsi="Courier New" w:cs="Courier New"/>
          <w:lang w:val="de-DE"/>
        </w:rPr>
        <w:t xml:space="preserve">  ABHQ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14   0,000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1,33*</w:t>
      </w:r>
      <w:r w:rsidRPr="00A50A7B">
        <w:rPr>
          <w:rFonts w:ascii="Courier New" w:hAnsi="Courier New" w:cs="Courier New"/>
          <w:lang w:val="de-DE"/>
        </w:rPr>
        <w:t xml:space="preserve">    -4,38      0,11   aGR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-1,65*</w:t>
      </w:r>
      <w:r w:rsidRPr="00A50A7B">
        <w:rPr>
          <w:rFonts w:ascii="Courier New" w:hAnsi="Courier New" w:cs="Courier New"/>
          <w:lang w:val="de-DE"/>
        </w:rPr>
        <w:t xml:space="preserve">     5,95      0,70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-1,65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5,95*</w:t>
      </w:r>
      <w:r w:rsidRPr="00A50A7B">
        <w:rPr>
          <w:rFonts w:ascii="Courier New" w:hAnsi="Courier New" w:cs="Courier New"/>
          <w:lang w:val="de-DE"/>
        </w:rPr>
        <w:t xml:space="preserve">     0,70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-0,14      0,83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0,70*</w:t>
      </w:r>
      <w:r w:rsidRPr="00A50A7B">
        <w:rPr>
          <w:rFonts w:ascii="Courier New" w:hAnsi="Courier New" w:cs="Courier New"/>
          <w:lang w:val="de-DE"/>
        </w:rPr>
        <w:t xml:space="preserve">  ABEGN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0,544       0,00      0,00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-0,00*</w:t>
      </w:r>
      <w:r w:rsidRPr="00A50A7B">
        <w:rPr>
          <w:rFonts w:ascii="Courier New" w:hAnsi="Courier New" w:cs="Courier New"/>
          <w:lang w:val="de-DE"/>
        </w:rPr>
        <w:t xml:space="preserve">  aBN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15   0,000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-77,03 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-77,90 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-77,03 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-77,90 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-77,03 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-77,90 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19,04*</w:t>
      </w:r>
      <w:r w:rsidRPr="00A50A7B">
        <w:rPr>
          <w:rFonts w:ascii="Courier New" w:hAnsi="Courier New" w:cs="Courier New"/>
          <w:lang w:val="de-DE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-77,90*</w:t>
      </w:r>
      <w:r w:rsidRPr="00A50A7B">
        <w:rPr>
          <w:rFonts w:ascii="Courier New" w:hAnsi="Courier New" w:cs="Courier New"/>
          <w:lang w:val="de-DE"/>
        </w:rPr>
        <w:t xml:space="preserve">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16   0,000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-92,86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5,574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-93,87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-92,86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5,574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-93,87 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</w:t>
      </w:r>
      <w:r w:rsidRPr="00B71731">
        <w:rPr>
          <w:rFonts w:ascii="Courier New" w:hAnsi="Courier New" w:cs="Courier New"/>
          <w:lang w:val="de-DE"/>
        </w:rPr>
        <w:t xml:space="preserve">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-92,86 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-93,87 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19,90*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-93,87*</w:t>
      </w:r>
      <w:r w:rsidRPr="00B71731">
        <w:rPr>
          <w:rFonts w:ascii="Courier New" w:hAnsi="Courier New" w:cs="Courier New"/>
          <w:lang w:val="de-DE"/>
        </w:rPr>
        <w:t xml:space="preserve">  ABEO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17   0,000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-81,63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-82,64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-81,63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-82,64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-81,63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-82,64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19,28*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-82,64*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18   0,000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-78,54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-79,40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-78,54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-79,40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-78,54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4,788       0,00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-79,40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19,33*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lastRenderedPageBreak/>
        <w:t xml:space="preserve">      4,788       0,00      0,00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-79,40*</w:t>
      </w:r>
      <w:r w:rsidRPr="00B71731">
        <w:rPr>
          <w:rFonts w:ascii="Courier New" w:hAnsi="Courier New" w:cs="Courier New"/>
          <w:lang w:val="de-DE"/>
        </w:rPr>
        <w:t xml:space="preserve">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19   0,000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 29,96   aHQ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 29,96   aHQ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B71731">
        <w:rPr>
          <w:rFonts w:ascii="Courier New" w:hAnsi="Courier New" w:cs="Courier New"/>
          <w:lang w:val="de-DE"/>
        </w:rPr>
        <w:t xml:space="preserve">      </w:t>
      </w:r>
      <w:r w:rsidRPr="002341F7">
        <w:rPr>
          <w:rFonts w:ascii="Courier New" w:hAnsi="Courier New" w:cs="Courier New"/>
          <w:lang w:val="en-US"/>
        </w:rPr>
        <w:t xml:space="preserve">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29,96   aHQ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29,96*</w:t>
      </w:r>
      <w:r w:rsidRPr="002341F7">
        <w:rPr>
          <w:rFonts w:ascii="Courier New" w:hAnsi="Courier New" w:cs="Courier New"/>
          <w:lang w:val="en-US"/>
        </w:rPr>
        <w:t xml:space="preserve">  AHQ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20   0,000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 28,34   aIR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 28,34   aIR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28,34   aIR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lang w:val="en-US"/>
        </w:rPr>
        <w:t xml:space="preserve">      </w:t>
      </w:r>
      <w:r w:rsidRPr="002341F7">
        <w:rPr>
          <w:rFonts w:ascii="Courier New" w:hAnsi="Courier New" w:cs="Courier New"/>
        </w:rPr>
        <w:t xml:space="preserve">0,000       0,00      0,00 </w:t>
      </w:r>
      <w:r w:rsidRPr="002341F7">
        <w:rPr>
          <w:rFonts w:ascii="Courier New" w:hAnsi="Courier New" w:cs="Courier New"/>
          <w:b/>
          <w:bCs/>
        </w:rPr>
        <w:t xml:space="preserve">    28,34*</w:t>
      </w:r>
      <w:r w:rsidRPr="002341F7">
        <w:rPr>
          <w:rFonts w:ascii="Courier New" w:hAnsi="Courier New" w:cs="Courier New"/>
        </w:rPr>
        <w:t xml:space="preserve">  AIR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0,000       0,00      0,00 </w:t>
      </w:r>
      <w:r w:rsidRPr="002341F7">
        <w:rPr>
          <w:rFonts w:ascii="Courier New" w:hAnsi="Courier New" w:cs="Courier New"/>
          <w:b/>
          <w:bCs/>
        </w:rPr>
        <w:t xml:space="preserve">     0,00*</w:t>
      </w:r>
      <w:r w:rsidRPr="002341F7">
        <w:rPr>
          <w:rFonts w:ascii="Courier New" w:hAnsi="Courier New" w:cs="Courier New"/>
        </w:rPr>
        <w:t xml:space="preserve">  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</w:pPr>
    </w:p>
    <w:p w:rsidR="00A50A7B" w:rsidRDefault="00A50A7B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:rsidR="00A50A7B" w:rsidRDefault="00A50A7B" w:rsidP="00A50A7B">
      <w:pPr>
        <w:autoSpaceDE w:val="0"/>
        <w:autoSpaceDN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5. </w:t>
      </w:r>
      <w:r w:rsidRPr="003D305E">
        <w:rPr>
          <w:rFonts w:ascii="Arial" w:hAnsi="Arial" w:cs="Arial"/>
          <w:b/>
          <w:sz w:val="32"/>
          <w:szCs w:val="32"/>
          <w:u w:val="single"/>
        </w:rPr>
        <w:t xml:space="preserve">Rama </w:t>
      </w:r>
      <w:r>
        <w:rPr>
          <w:rFonts w:ascii="Arial" w:hAnsi="Arial" w:cs="Arial"/>
          <w:b/>
          <w:sz w:val="32"/>
          <w:szCs w:val="32"/>
          <w:u w:val="single"/>
        </w:rPr>
        <w:t xml:space="preserve">szczytowa w osi </w:t>
      </w:r>
      <w:r w:rsidRPr="003D305E">
        <w:rPr>
          <w:rFonts w:ascii="Arial" w:hAnsi="Arial" w:cs="Arial"/>
          <w:b/>
          <w:sz w:val="32"/>
          <w:szCs w:val="32"/>
          <w:u w:val="single"/>
        </w:rPr>
        <w:t>1</w:t>
      </w:r>
      <w:r>
        <w:rPr>
          <w:rFonts w:ascii="Arial" w:hAnsi="Arial" w:cs="Arial"/>
          <w:b/>
          <w:sz w:val="32"/>
          <w:szCs w:val="32"/>
          <w:u w:val="single"/>
        </w:rPr>
        <w:t>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NAZWA: Rama 10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1                           Nazwa: "I 160 PE"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3B4383C5" wp14:editId="2822FA01">
            <wp:extent cx="5082540" cy="5082540"/>
            <wp:effectExtent l="0" t="0" r="0" b="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4,1      Yc=      8,0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 869,0      Jy=     68,3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 869,0      Iy=     68,3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6,6      iy=      1,8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108,6      Wy=     16,7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-108,6      Wy=    -16,7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20,1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15,8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 869,0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160 PE           0    0,00    0,00      0,0      0,0    20,1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2                           Nazwa: "I 160 HEA"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60DDBF3E" wp14:editId="35FEA748">
            <wp:extent cx="5082540" cy="5082540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8,0      Yc=      7,6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1673,0      Jy=    616,0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1673,0      Iy=    616,0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6,6      iy=      4,0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220,1      Wy=     77,0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-220,1      Wy=    -77,0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38,8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30,5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1673,0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160 HEA          0    0,00    0,00      0,0      0,0    38,8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3                           Nazwa: "I 160 PE"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0564555E" wp14:editId="752BB350">
            <wp:extent cx="5082540" cy="5082540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8,0      Yc=      4,1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90,0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  68,3      Jy=    869,0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 869,0      Iy=     68,3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6,6      iy=      1,8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108,6      Wy=     16,7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-108,6      Wy=    -16,7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20,1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15,8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  68,3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160 PE          90    0,00   -0,00     -0,0      0,0    20,1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4                           Nazwa: "I 180 PE"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lastRenderedPageBreak/>
        <w:drawing>
          <wp:inline distT="0" distB="0" distL="0" distR="0" wp14:anchorId="288AFECC" wp14:editId="775D9FF6">
            <wp:extent cx="5082540" cy="5082540"/>
            <wp:effectExtent l="0" t="0" r="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S355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9,0      Yc=      4,6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90,0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 101,0      Jy=   1320,0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1320,0      Iy=    101,0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7,4      iy=      2,1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146,7      Wy=     22,2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-146,7      Wy=    -22,2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23,9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18,8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 101,0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180 PE          90    0,00   -0,00     -0,0      0,0    23,9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5                           Nazwa: "R 12x6"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lastRenderedPageBreak/>
        <w:drawing>
          <wp:inline distT="0" distB="0" distL="0" distR="0" wp14:anchorId="5DCEA7FC" wp14:editId="5C0F660E">
            <wp:extent cx="5082540" cy="5082540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Klasa 8.8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0,6      Yc=      0,6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   0,1      Jy=      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   0,1      Iy=      0,1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0,3      iy=      0,3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  0,2      Wy=      0,2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  -0,2      Wy=     -0,2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 1,1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   0,1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R *12x6            0    0,00    0,00      0,0      0,0     1,1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PRZEKRÓJ Nr: 6                           Nazwa: "Okap"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lastRenderedPageBreak/>
        <w:drawing>
          <wp:inline distT="0" distB="0" distL="0" distR="0" wp14:anchorId="55CB1C6C" wp14:editId="6C0E464E">
            <wp:extent cx="5082540" cy="5082540"/>
            <wp:effectExtent l="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Skala  1:2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CHARAKTERYSTYKA PRZEKROJU:              Materiał: 1E+02 Bez ciężaru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Gł.centr.osie bezwładn.[cm]:        Xc=      4,5      Yc=     10,0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                alfa=     -0,0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Momenty bezwładności  [cm4]:        Jx=   2140,0      Jy=    117,0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dewiacji       [cm4]:                         Dxy=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Gł.momenty bezwładn.  [cm4]:        Ix=   2140,0      Iy=    117,0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Promienie bezwładności [cm]:        ix=      8,0      iy=      1,9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Wskaźniki wytrzymał.  [cm3]:        Wx=    214,0      Wy=     26,0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    Wx=   -214,0      Wy=    -26,0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Powierzchnia przek.   [cm2]:                           F=     33,5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Masa                 [kg/m]:                           m=      0,0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Moment bezwładn.dla zginania w płaszcz.ukł. [cm4]:   Jzg=   2140,0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Nr.  Oznaczenie       Fi:    Xs:     Ys:     Sx:      Sy:     F: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lang w:val="en-US"/>
        </w:rPr>
        <w:t>[deg]  [cm]    [cm]    [cm3]    [cm3]   [cm2]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I 200              0    0,00    0,00      0,0      0,0    33,5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 xml:space="preserve">WĘZŁY: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7AAC0DD3" wp14:editId="359B62A5">
            <wp:extent cx="5760720" cy="2362200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PRĘTY: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25242BAF" wp14:editId="77ACA6F2">
            <wp:extent cx="5760720" cy="2362200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PRZEKROJE PRĘTÓW: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358D91F8" wp14:editId="13259AE8">
            <wp:extent cx="5760720" cy="2362200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PRĘTY UKŁADU: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t xml:space="preserve">         Typy prętów: 00 - sztyw.-sztyw.;  01 - sztyw.-przegub;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lastRenderedPageBreak/>
        <w:t xml:space="preserve">                      10 - przegub-sztyw.; 11 - przegub-przegub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Pręt: Typ: A:  B:     Lx[m]:   Ly[m]:  L[m]:  Red.EJ: Przekrój: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1   11    1   2     0,000    4,190   4,190  1,000   2 I 160 HEA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2   00    2  13     4,874    0,598   4,911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3   00   13  11     6,400    0,786   6,448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4   00   11   5     6,400    0,786   6,448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5   00    5  15     0,300   -0,037   0,302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6   00   15  12     6,100   -0,749   6,146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7   00   12  14     6,400   -0,786   6,448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8   00   14   3     4,874   -0,598   4,911  1,000   1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9   11    3   4     0,000   -4,190   4,190  1,000   2 I 160 HEA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10   00    2   6     0,000    0,430   0,430  1,000   6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11   00    7   3     0,000   -0,430   0,430  1,000   6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12   11   15   8     0,000   -6,323   6,323  1,000   4 I 180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13   00    9   2     0,540    0,066   0,544  1,000   6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14   00    3  10     0,540   -0,066   0,544  1,000   6 Okap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15   11   13  16     0,000   -4,788   4,788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16   11   11  17     0,000   -5,574   5,574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17   11   12  18     0,000   -5,574   5,574  1,000   3 I 160 PE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18   11   14  19     0,000   -4,788   4,788  1,000   3 I 160 PE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19   22   17  15     6,700    6,323   9,213  1,000   5 R 12x6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20   22   11   8     6,700   -5,574   8,715  1,000   5 R 12x6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==================================================================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</w:t>
      </w:r>
      <w:r w:rsidRPr="002341F7">
        <w:rPr>
          <w:rFonts w:ascii="Courier New" w:hAnsi="Courier New" w:cs="Courier New"/>
          <w:b/>
          <w:bCs/>
        </w:rPr>
        <w:t>W  Y  N  I  K  I  wg PN 82/B-02000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</w:t>
      </w:r>
      <w:r w:rsidRPr="002341F7">
        <w:rPr>
          <w:rFonts w:ascii="Courier New" w:hAnsi="Courier New" w:cs="Courier New"/>
          <w:b/>
          <w:bCs/>
        </w:rPr>
        <w:t xml:space="preserve"> Teoria I-go rzędu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</w:t>
      </w:r>
      <w:r w:rsidRPr="002341F7">
        <w:rPr>
          <w:rFonts w:ascii="Courier New" w:hAnsi="Courier New" w:cs="Courier New"/>
          <w:b/>
          <w:bCs/>
        </w:rPr>
        <w:t>Kombinatoryka obciążeń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==================================================================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OBCIĄŻENIOWE WSPÓŁ. BEZPIECZ.: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Grupa:                              Znaczenie:     </w:t>
      </w:r>
      <w:r w:rsidRPr="002341F7">
        <w:rPr>
          <w:rFonts w:ascii="Symbol" w:hAnsi="Symbol" w:cs="Symbol"/>
        </w:rPr>
        <w:t></w:t>
      </w:r>
      <w:r w:rsidRPr="002341F7">
        <w:rPr>
          <w:rFonts w:ascii="Courier New" w:hAnsi="Courier New" w:cs="Courier New"/>
        </w:rPr>
        <w:t xml:space="preserve">d:    </w:t>
      </w:r>
      <w:r w:rsidRPr="002341F7">
        <w:rPr>
          <w:rFonts w:ascii="Symbol" w:hAnsi="Symbol" w:cs="Symbol"/>
        </w:rPr>
        <w:t></w:t>
      </w:r>
      <w:r w:rsidRPr="002341F7">
        <w:rPr>
          <w:rFonts w:ascii="Courier New" w:hAnsi="Courier New" w:cs="Courier New"/>
        </w:rPr>
        <w:t>f: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Ciężar wł.                                               1,15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A -"Obciążenia stałe"              Stałe                 1,15/1,00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B -"Obciązenie użytkowe dachu"     Zmienne    1   1,00   1,15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 -"Śnieg maksymalny"      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D -"Wiatr na ściany z lewej"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E -"Wiatr na ściany z prawej"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F -"Ssanie na dach z lewej"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 -"Ssanie na dach z prawej"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H -"Parcie na dach z lewej"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I -"Parcie na dach z prawej"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 -"Śnieg zredukowany z lewej"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O -"Śnieg zredukowany z prawej"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 -"Wiatr prost. do ści. szcz."    Zmienne    1   0,00   1,50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Q -"Max wiatr - L"         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R -"Max wiatr - P"                 Zmienne    1   0,00   1,50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RELACJE GRUP OBCIĄŻEŃ: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Grupa obc.:                     Relacje: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Ciężar wł.                      ZAWSZE     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 xml:space="preserve">A -"Obciążenia stałe"           ZAWSZE  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B -"Obciązenie użytkowe dachu"  EWENTUALNIE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C -"Śnieg maksymalny"      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NOQR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D -"Wiatr na ściany z lewej"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EGIPQR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E -"Wiatr na ściany z prawej"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DFHPQR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F -"Ssanie na dach z lewej"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EGHIPR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G -"Ssanie na dach z prawej"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DFHIPQ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H -"Parcie na dach z lewej"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EFGIPR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I -"Parcie na dach z prawej"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DFGHPQ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 -"Śnieg zredukowany z lewej"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COQR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O -"Śnieg zredukowany z prawej"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CNQR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 -"Wiatr prost. do ści. szcz."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DEFGHIQR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Q -"Max wiatr - L"         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CDEGINOPR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R -"Max wiatr - P"              EWENTUALNIE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                        Nie występuje z: CDEFHNOPQ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KRYTERIA KOMBINACJI OBCIĄŻEŃ: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Nr:    Specyfikacja: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1      ZAWSZE     : A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        EWENTUALNIE: B+C+D+E+F+G+H+I+N+O+P+Q+R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 xml:space="preserve">MOMENTY-OBWIEDNIE: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24B47885" wp14:editId="3A804FAC">
            <wp:extent cx="5760720" cy="2362200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TNĄCE-OBWIEDNIE:   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677D4CA7" wp14:editId="4CF29455">
            <wp:extent cx="5760720" cy="2362200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 xml:space="preserve">NORMALNE-OBWIEDNIE:  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noProof/>
        </w:rPr>
        <w:drawing>
          <wp:inline distT="0" distB="0" distL="0" distR="0" wp14:anchorId="11316FC7" wp14:editId="3099D22D">
            <wp:extent cx="5760720" cy="2362200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b/>
          <w:bCs/>
        </w:rPr>
        <w:t>SIŁY PRZEKROJOWE - WARTOŚCI EKSTREMALNE:</w:t>
      </w:r>
      <w:r w:rsidRPr="002341F7">
        <w:rPr>
          <w:rFonts w:ascii="Courier New" w:hAnsi="Courier New" w:cs="Courier New"/>
        </w:rPr>
        <w:t xml:space="preserve">  </w:t>
      </w:r>
      <w:r w:rsidRPr="002341F7">
        <w:rPr>
          <w:rFonts w:ascii="Courier New" w:hAnsi="Courier New" w:cs="Courier New"/>
          <w:sz w:val="18"/>
          <w:szCs w:val="18"/>
        </w:rPr>
        <w:t>T.I rzędu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A50A7B" w:rsidRPr="002341F7" w:rsidRDefault="00A50A7B" w:rsidP="00A50A7B">
      <w:pPr>
        <w:keepNext/>
        <w:autoSpaceDE w:val="0"/>
        <w:autoSpaceDN w:val="0"/>
        <w:rPr>
          <w:rFonts w:ascii="Courier New" w:hAnsi="Courier New" w:cs="Courier New"/>
        </w:rPr>
      </w:pPr>
      <w:r w:rsidRPr="002341F7">
        <w:rPr>
          <w:rFonts w:ascii="Courier New" w:hAnsi="Courier New" w:cs="Courier New"/>
        </w:rPr>
        <w:t>Pręt: x[m]:    M[kNm]:    Q[kN]:    N[kN]:  Kombinacja obciążeń: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1   2,095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3,16*</w:t>
      </w:r>
      <w:r w:rsidRPr="002341F7">
        <w:rPr>
          <w:rFonts w:ascii="Courier New" w:hAnsi="Courier New" w:cs="Courier New"/>
          <w:lang w:val="en-US"/>
        </w:rPr>
        <w:t xml:space="preserve">    -0,00     -4,01   ABHQ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2,095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-5,45*</w:t>
      </w:r>
      <w:r w:rsidRPr="002341F7">
        <w:rPr>
          <w:rFonts w:ascii="Courier New" w:hAnsi="Courier New" w:cs="Courier New"/>
          <w:lang w:val="en-US"/>
        </w:rPr>
        <w:t xml:space="preserve">    -0,00      6,77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-5,20*</w:t>
      </w:r>
      <w:r w:rsidRPr="002341F7">
        <w:rPr>
          <w:rFonts w:ascii="Courier New" w:hAnsi="Courier New" w:cs="Courier New"/>
          <w:lang w:val="en-US"/>
        </w:rPr>
        <w:t xml:space="preserve">     5,64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4,190      -0,00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5,20*</w:t>
      </w:r>
      <w:r w:rsidRPr="002341F7">
        <w:rPr>
          <w:rFonts w:ascii="Courier New" w:hAnsi="Courier New" w:cs="Courier New"/>
          <w:lang w:val="en-US"/>
        </w:rPr>
        <w:t xml:space="preserve">     7,91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4,190      -0,00      5,20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7,91*</w:t>
      </w:r>
      <w:r w:rsidRPr="002341F7">
        <w:rPr>
          <w:rFonts w:ascii="Courier New" w:hAnsi="Courier New" w:cs="Courier New"/>
          <w:lang w:val="en-US"/>
        </w:rPr>
        <w:t xml:space="preserve">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0,000       0,00      2,72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-12,24*</w:t>
      </w:r>
      <w:r w:rsidRPr="002341F7">
        <w:rPr>
          <w:rFonts w:ascii="Courier New" w:hAnsi="Courier New" w:cs="Courier New"/>
          <w:lang w:val="en-US"/>
        </w:rPr>
        <w:t xml:space="preserve">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2   4,911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8,24*</w:t>
      </w:r>
      <w:r w:rsidRPr="002341F7">
        <w:rPr>
          <w:rFonts w:ascii="Courier New" w:hAnsi="Courier New" w:cs="Courier New"/>
          <w:lang w:val="en-US"/>
        </w:rPr>
        <w:t xml:space="preserve">     8,75      7,66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4,911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-12,87*</w:t>
      </w:r>
      <w:r w:rsidRPr="002341F7">
        <w:rPr>
          <w:rFonts w:ascii="Courier New" w:hAnsi="Courier New" w:cs="Courier New"/>
          <w:lang w:val="en-US"/>
        </w:rPr>
        <w:t xml:space="preserve">   -12,64     -2,03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4,911     -12,87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-12,64*</w:t>
      </w:r>
      <w:r w:rsidRPr="002341F7">
        <w:rPr>
          <w:rFonts w:ascii="Courier New" w:hAnsi="Courier New" w:cs="Courier New"/>
          <w:lang w:val="en-US"/>
        </w:rPr>
        <w:t xml:space="preserve">    -2,03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4,911      -0,88     -0,15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8,75*</w:t>
      </w:r>
      <w:r w:rsidRPr="002341F7">
        <w:rPr>
          <w:rFonts w:ascii="Courier New" w:hAnsi="Courier New" w:cs="Courier New"/>
          <w:lang w:val="en-US"/>
        </w:rPr>
        <w:t xml:space="preserve">  ABCP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-0,33      7,56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-4,21*</w:t>
      </w:r>
      <w:r w:rsidRPr="002341F7">
        <w:rPr>
          <w:rFonts w:ascii="Courier New" w:hAnsi="Courier New" w:cs="Courier New"/>
          <w:lang w:val="en-US"/>
        </w:rPr>
        <w:t xml:space="preserve">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3   6,448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8,60*</w:t>
      </w:r>
      <w:r w:rsidRPr="002341F7">
        <w:rPr>
          <w:rFonts w:ascii="Courier New" w:hAnsi="Courier New" w:cs="Courier New"/>
          <w:lang w:val="en-US"/>
        </w:rPr>
        <w:t xml:space="preserve">     7,67     10,21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-16,39*</w:t>
      </w:r>
      <w:r w:rsidRPr="002341F7">
        <w:rPr>
          <w:rFonts w:ascii="Courier New" w:hAnsi="Courier New" w:cs="Courier New"/>
          <w:lang w:val="en-US"/>
        </w:rPr>
        <w:t xml:space="preserve">   -13,81     -2,29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   -16,39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-13,81*</w:t>
      </w:r>
      <w:r w:rsidRPr="002341F7">
        <w:rPr>
          <w:rFonts w:ascii="Courier New" w:hAnsi="Courier New" w:cs="Courier New"/>
          <w:lang w:val="en-US"/>
        </w:rPr>
        <w:t xml:space="preserve">    -2,29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    -2,93     -2,09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11,41*</w:t>
      </w:r>
      <w:r w:rsidRPr="002341F7">
        <w:rPr>
          <w:rFonts w:ascii="Courier New" w:hAnsi="Courier New" w:cs="Courier New"/>
          <w:lang w:val="en-US"/>
        </w:rPr>
        <w:t xml:space="preserve">  ABOP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-12,87     12,77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-5,15*</w:t>
      </w:r>
      <w:r w:rsidRPr="002341F7">
        <w:rPr>
          <w:rFonts w:ascii="Courier New" w:hAnsi="Courier New" w:cs="Courier New"/>
          <w:lang w:val="en-US"/>
        </w:rPr>
        <w:t xml:space="preserve">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4   3,422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9,60*</w:t>
      </w:r>
      <w:r w:rsidRPr="002341F7">
        <w:rPr>
          <w:rFonts w:ascii="Courier New" w:hAnsi="Courier New" w:cs="Courier New"/>
          <w:lang w:val="en-US"/>
        </w:rPr>
        <w:t xml:space="preserve">     0,57     -4,27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-16,39*</w:t>
      </w:r>
      <w:r w:rsidRPr="002341F7">
        <w:rPr>
          <w:rFonts w:ascii="Courier New" w:hAnsi="Courier New" w:cs="Courier New"/>
          <w:lang w:val="en-US"/>
        </w:rPr>
        <w:t xml:space="preserve">    14,62     -5,78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-16,39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14,62*</w:t>
      </w:r>
      <w:r w:rsidRPr="002341F7">
        <w:rPr>
          <w:rFonts w:ascii="Courier New" w:hAnsi="Courier New" w:cs="Courier New"/>
          <w:lang w:val="en-US"/>
        </w:rPr>
        <w:t xml:space="preserve">    -5,78   ABDHO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6,448      -0,77     -1,49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13,67*</w:t>
      </w:r>
      <w:r w:rsidRPr="002341F7">
        <w:rPr>
          <w:rFonts w:ascii="Courier New" w:hAnsi="Courier New" w:cs="Courier New"/>
          <w:lang w:val="en-US"/>
        </w:rPr>
        <w:t xml:space="preserve">  ABCP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-12,38     11,15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-6,07*</w:t>
      </w:r>
      <w:r w:rsidRPr="002341F7">
        <w:rPr>
          <w:rFonts w:ascii="Courier New" w:hAnsi="Courier New" w:cs="Courier New"/>
          <w:lang w:val="en-US"/>
        </w:rPr>
        <w:t xml:space="preserve">  ABEIO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5   0,302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7,81*</w:t>
      </w:r>
      <w:r w:rsidRPr="002341F7">
        <w:rPr>
          <w:rFonts w:ascii="Courier New" w:hAnsi="Courier New" w:cs="Courier New"/>
          <w:lang w:val="en-US"/>
        </w:rPr>
        <w:t xml:space="preserve">     4,77     13,74 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0,302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-13,81*</w:t>
      </w:r>
      <w:r w:rsidRPr="002341F7">
        <w:rPr>
          <w:rFonts w:ascii="Courier New" w:hAnsi="Courier New" w:cs="Courier New"/>
          <w:lang w:val="en-US"/>
        </w:rPr>
        <w:t xml:space="preserve">   -12,43     -5,74   ABCE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0,302     -13,81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-12,43*</w:t>
      </w:r>
      <w:r w:rsidRPr="002341F7">
        <w:rPr>
          <w:rFonts w:ascii="Courier New" w:hAnsi="Courier New" w:cs="Courier New"/>
          <w:lang w:val="en-US"/>
        </w:rPr>
        <w:t xml:space="preserve">    -5,74   ABCE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0,000       6,47      4,06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13,77*</w:t>
      </w:r>
      <w:r w:rsidRPr="002341F7">
        <w:rPr>
          <w:rFonts w:ascii="Courier New" w:hAnsi="Courier New" w:cs="Courier New"/>
          <w:lang w:val="en-US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2341F7">
        <w:rPr>
          <w:rFonts w:ascii="Courier New" w:hAnsi="Courier New" w:cs="Courier New"/>
          <w:lang w:val="en-US"/>
        </w:rPr>
        <w:t xml:space="preserve">      </w:t>
      </w:r>
      <w:r w:rsidRPr="00A50A7B">
        <w:rPr>
          <w:rFonts w:ascii="Courier New" w:hAnsi="Courier New" w:cs="Courier New"/>
          <w:lang w:val="de-DE"/>
        </w:rPr>
        <w:t xml:space="preserve">0,302     -12,72    -12,07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-5,89*</w:t>
      </w:r>
      <w:r w:rsidRPr="00A50A7B">
        <w:rPr>
          <w:rFonts w:ascii="Courier New" w:hAnsi="Courier New" w:cs="Courier New"/>
          <w:lang w:val="de-DE"/>
        </w:rPr>
        <w:t xml:space="preserve">  ABCDH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</w:t>
      </w:r>
      <w:r w:rsidRPr="00B71731">
        <w:rPr>
          <w:rFonts w:ascii="Courier New" w:hAnsi="Courier New" w:cs="Courier New"/>
          <w:lang w:val="de-DE"/>
        </w:rPr>
        <w:t xml:space="preserve">6   0,000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7,81*</w:t>
      </w:r>
      <w:r w:rsidRPr="00B71731">
        <w:rPr>
          <w:rFonts w:ascii="Courier New" w:hAnsi="Courier New" w:cs="Courier New"/>
          <w:lang w:val="de-DE"/>
        </w:rPr>
        <w:t xml:space="preserve">    -7,28     12,57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-14,63*</w:t>
      </w:r>
      <w:r w:rsidRPr="00B71731">
        <w:rPr>
          <w:rFonts w:ascii="Courier New" w:hAnsi="Courier New" w:cs="Courier New"/>
          <w:lang w:val="de-DE"/>
        </w:rPr>
        <w:t xml:space="preserve">   -13,42     -5,63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   -14,63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-13,42*</w:t>
      </w:r>
      <w:r w:rsidRPr="00B71731">
        <w:rPr>
          <w:rFonts w:ascii="Courier New" w:hAnsi="Courier New" w:cs="Courier New"/>
          <w:lang w:val="de-DE"/>
        </w:rPr>
        <w:t xml:space="preserve">    -5,63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-2,23      1,73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13,67*</w:t>
      </w:r>
      <w:r w:rsidRPr="00B71731">
        <w:rPr>
          <w:rFonts w:ascii="Courier New" w:hAnsi="Courier New" w:cs="Courier New"/>
          <w:lang w:val="de-DE"/>
        </w:rPr>
        <w:t xml:space="preserve">  ABCP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6,146     -14,63    -13,42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-5,63*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7   6,448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8,51*</w:t>
      </w:r>
      <w:r w:rsidRPr="00B71731">
        <w:rPr>
          <w:rFonts w:ascii="Courier New" w:hAnsi="Courier New" w:cs="Courier New"/>
          <w:lang w:val="de-DE"/>
        </w:rPr>
        <w:t xml:space="preserve">     7,75      9,68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-14,63*</w:t>
      </w:r>
      <w:r w:rsidRPr="00B71731">
        <w:rPr>
          <w:rFonts w:ascii="Courier New" w:hAnsi="Courier New" w:cs="Courier New"/>
          <w:lang w:val="de-DE"/>
        </w:rPr>
        <w:t xml:space="preserve">    13,46     -2,33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-14,63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13,46*</w:t>
      </w:r>
      <w:r w:rsidRPr="00B71731">
        <w:rPr>
          <w:rFonts w:ascii="Courier New" w:hAnsi="Courier New" w:cs="Courier New"/>
          <w:lang w:val="de-DE"/>
        </w:rPr>
        <w:t xml:space="preserve">    -2,33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-2,55      2,02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11,40*</w:t>
      </w:r>
      <w:r w:rsidRPr="00B71731">
        <w:rPr>
          <w:rFonts w:ascii="Courier New" w:hAnsi="Courier New" w:cs="Courier New"/>
          <w:lang w:val="de-DE"/>
        </w:rPr>
        <w:t xml:space="preserve">  ABNP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6,448     -13,42    -13,16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-5,20*</w:t>
      </w:r>
      <w:r w:rsidRPr="00B71731">
        <w:rPr>
          <w:rFonts w:ascii="Courier New" w:hAnsi="Courier New" w:cs="Courier New"/>
          <w:lang w:val="de-DE"/>
        </w:rPr>
        <w:t xml:space="preserve">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8   0,000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8,51*</w:t>
      </w:r>
      <w:r w:rsidRPr="00B71731">
        <w:rPr>
          <w:rFonts w:ascii="Courier New" w:hAnsi="Courier New" w:cs="Courier New"/>
          <w:lang w:val="de-DE"/>
        </w:rPr>
        <w:t xml:space="preserve">    -8,81      7,65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-13,42*</w:t>
      </w:r>
      <w:r w:rsidRPr="00B71731">
        <w:rPr>
          <w:rFonts w:ascii="Courier New" w:hAnsi="Courier New" w:cs="Courier New"/>
          <w:lang w:val="de-DE"/>
        </w:rPr>
        <w:t xml:space="preserve">    12,75     -2,02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-13,42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12,75*</w:t>
      </w:r>
      <w:r w:rsidRPr="00B71731">
        <w:rPr>
          <w:rFonts w:ascii="Courier New" w:hAnsi="Courier New" w:cs="Courier New"/>
          <w:lang w:val="de-DE"/>
        </w:rPr>
        <w:t xml:space="preserve">    -2,02   ABCEI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-1,03      0,18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8,75*</w:t>
      </w:r>
      <w:r w:rsidRPr="00B71731">
        <w:rPr>
          <w:rFonts w:ascii="Courier New" w:hAnsi="Courier New" w:cs="Courier New"/>
          <w:lang w:val="de-DE"/>
        </w:rPr>
        <w:t xml:space="preserve">  ABCP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4,911      -0,33     -7,46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-4,20*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9   2,095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3,16*</w:t>
      </w:r>
      <w:r w:rsidRPr="00B71731">
        <w:rPr>
          <w:rFonts w:ascii="Courier New" w:hAnsi="Courier New" w:cs="Courier New"/>
          <w:lang w:val="de-DE"/>
        </w:rPr>
        <w:t xml:space="preserve">    -0,00     -3,98   ABIR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2,095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-5,45*</w:t>
      </w:r>
      <w:r w:rsidRPr="00B71731">
        <w:rPr>
          <w:rFonts w:ascii="Courier New" w:hAnsi="Courier New" w:cs="Courier New"/>
          <w:lang w:val="de-DE"/>
        </w:rPr>
        <w:t xml:space="preserve">    -0,00      6,72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-5,20*</w:t>
      </w:r>
      <w:r w:rsidRPr="00B71731">
        <w:rPr>
          <w:rFonts w:ascii="Courier New" w:hAnsi="Courier New" w:cs="Courier New"/>
          <w:lang w:val="de-DE"/>
        </w:rPr>
        <w:t xml:space="preserve">     7,85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4,190 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5,20*</w:t>
      </w:r>
      <w:r w:rsidRPr="00B71731">
        <w:rPr>
          <w:rFonts w:ascii="Courier New" w:hAnsi="Courier New" w:cs="Courier New"/>
          <w:lang w:val="de-DE"/>
        </w:rPr>
        <w:t xml:space="preserve">     5,59 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    -5,20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7,85*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4,190      -0,00     -2,72 </w:t>
      </w:r>
      <w:r w:rsidRPr="00B71731">
        <w:rPr>
          <w:rFonts w:ascii="Courier New" w:hAnsi="Courier New" w:cs="Courier New"/>
          <w:b/>
          <w:bCs/>
          <w:lang w:val="de-DE"/>
        </w:rPr>
        <w:t xml:space="preserve">   -12,14*</w:t>
      </w:r>
      <w:r w:rsidRPr="00B71731">
        <w:rPr>
          <w:rFonts w:ascii="Courier New" w:hAnsi="Courier New" w:cs="Courier New"/>
          <w:lang w:val="de-DE"/>
        </w:rPr>
        <w:t xml:space="preserve">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10   0,000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0,23*</w:t>
      </w:r>
      <w:r w:rsidRPr="00B71731">
        <w:rPr>
          <w:rFonts w:ascii="Courier New" w:hAnsi="Courier New" w:cs="Courier New"/>
          <w:lang w:val="de-DE"/>
        </w:rPr>
        <w:t xml:space="preserve">    -1,07     -0,09   ABP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-0,13*</w:t>
      </w:r>
      <w:r w:rsidRPr="00B71731">
        <w:rPr>
          <w:rFonts w:ascii="Courier New" w:hAnsi="Courier New" w:cs="Courier New"/>
          <w:lang w:val="de-DE"/>
        </w:rPr>
        <w:t xml:space="preserve">     0,62     -0,09   AHQ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B71731">
        <w:rPr>
          <w:rFonts w:ascii="Courier New" w:hAnsi="Courier New" w:cs="Courier New"/>
          <w:lang w:val="de-DE"/>
        </w:rPr>
        <w:t xml:space="preserve">      </w:t>
      </w:r>
      <w:r w:rsidRPr="00A50A7B">
        <w:rPr>
          <w:rFonts w:ascii="Courier New" w:hAnsi="Courier New" w:cs="Courier New"/>
          <w:lang w:val="en-GB"/>
        </w:rPr>
        <w:t xml:space="preserve">0,000       0,23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-1,07*</w:t>
      </w:r>
      <w:r w:rsidRPr="00A50A7B">
        <w:rPr>
          <w:rFonts w:ascii="Courier New" w:hAnsi="Courier New" w:cs="Courier New"/>
          <w:lang w:val="en-GB"/>
        </w:rPr>
        <w:t xml:space="preserve">    -0,09   ABP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en-GB"/>
        </w:rPr>
        <w:t xml:space="preserve">      0,430       0,00      0,00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 0,00*</w:t>
      </w:r>
      <w:r w:rsidRPr="00A50A7B">
        <w:rPr>
          <w:rFonts w:ascii="Courier New" w:hAnsi="Courier New" w:cs="Courier New"/>
          <w:lang w:val="en-GB"/>
        </w:rPr>
        <w:t xml:space="preserve">  ABHQ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en-GB"/>
        </w:rPr>
        <w:lastRenderedPageBreak/>
        <w:t xml:space="preserve">      0,000       0,23     -1,07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-0,09*</w:t>
      </w:r>
      <w:r w:rsidRPr="00A50A7B">
        <w:rPr>
          <w:rFonts w:ascii="Courier New" w:hAnsi="Courier New" w:cs="Courier New"/>
          <w:lang w:val="en-GB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en-GB"/>
        </w:rPr>
        <w:t xml:space="preserve"> 11   0,430 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 0,23*</w:t>
      </w:r>
      <w:r w:rsidRPr="00A50A7B">
        <w:rPr>
          <w:rFonts w:ascii="Courier New" w:hAnsi="Courier New" w:cs="Courier New"/>
          <w:lang w:val="en-GB"/>
        </w:rPr>
        <w:t xml:space="preserve">     1,07     -0,09   AOP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en-GB"/>
        </w:rPr>
        <w:t xml:space="preserve">      0,430 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-0,13*</w:t>
      </w:r>
      <w:r w:rsidRPr="00A50A7B">
        <w:rPr>
          <w:rFonts w:ascii="Courier New" w:hAnsi="Courier New" w:cs="Courier New"/>
          <w:lang w:val="en-GB"/>
        </w:rPr>
        <w:t xml:space="preserve">    -0,62     -0,09   ABIR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en-GB"/>
        </w:rPr>
        <w:t xml:space="preserve">      0,430       0,23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 1,07*</w:t>
      </w:r>
      <w:r w:rsidRPr="00A50A7B">
        <w:rPr>
          <w:rFonts w:ascii="Courier New" w:hAnsi="Courier New" w:cs="Courier New"/>
          <w:lang w:val="en-GB"/>
        </w:rPr>
        <w:t xml:space="preserve">    -0,09   AOP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en-GB"/>
        </w:rPr>
        <w:t xml:space="preserve">      </w:t>
      </w:r>
      <w:r w:rsidRPr="00B71731">
        <w:rPr>
          <w:rFonts w:ascii="Courier New" w:hAnsi="Courier New" w:cs="Courier New"/>
          <w:lang w:val="de-DE"/>
        </w:rPr>
        <w:t xml:space="preserve">0,000       0,00     -0,00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AEI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0,430       0,23      1,07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-0,09*</w:t>
      </w:r>
      <w:r w:rsidRPr="00B71731">
        <w:rPr>
          <w:rFonts w:ascii="Courier New" w:hAnsi="Courier New" w:cs="Courier New"/>
          <w:lang w:val="de-DE"/>
        </w:rPr>
        <w:t xml:space="preserve">  AP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12   0,000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-28,37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6,323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-29,73   ABCD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-28,37   ABCD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</w:t>
      </w:r>
      <w:r w:rsidRPr="00A50A7B">
        <w:rPr>
          <w:rFonts w:ascii="Courier New" w:hAnsi="Courier New" w:cs="Courier New"/>
          <w:lang w:val="de-DE"/>
        </w:rPr>
        <w:t xml:space="preserve">6,323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-29,73   ABCD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A50A7B">
        <w:rPr>
          <w:rFonts w:ascii="Courier New" w:hAnsi="Courier New" w:cs="Courier New"/>
          <w:lang w:val="de-DE"/>
        </w:rPr>
        <w:t xml:space="preserve">      </w:t>
      </w:r>
      <w:r w:rsidRPr="002341F7">
        <w:rPr>
          <w:rFonts w:ascii="Courier New" w:hAnsi="Courier New" w:cs="Courier New"/>
          <w:lang w:val="en-US"/>
        </w:rPr>
        <w:t xml:space="preserve">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-28,37   ABCD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6,323       0,00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-29,73   ABCD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11,83*</w:t>
      </w:r>
      <w:r w:rsidRPr="002341F7">
        <w:rPr>
          <w:rFonts w:ascii="Courier New" w:hAnsi="Courier New" w:cs="Courier New"/>
          <w:lang w:val="en-US"/>
        </w:rPr>
        <w:t xml:space="preserve">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6,323       0,00      0,00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-29,73*</w:t>
      </w:r>
      <w:r w:rsidRPr="002341F7">
        <w:rPr>
          <w:rFonts w:ascii="Courier New" w:hAnsi="Courier New" w:cs="Courier New"/>
          <w:lang w:val="en-US"/>
        </w:rPr>
        <w:t xml:space="preserve">  ABCD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13   0,544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0,58*</w:t>
      </w:r>
      <w:r w:rsidRPr="002341F7">
        <w:rPr>
          <w:rFonts w:ascii="Courier New" w:hAnsi="Courier New" w:cs="Courier New"/>
          <w:lang w:val="en-US"/>
        </w:rPr>
        <w:t xml:space="preserve">     1,95      0,04   aFQ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0,544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-0,54*</w:t>
      </w:r>
      <w:r w:rsidRPr="002341F7">
        <w:rPr>
          <w:rFonts w:ascii="Courier New" w:hAnsi="Courier New" w:cs="Courier New"/>
          <w:lang w:val="en-US"/>
        </w:rPr>
        <w:t xml:space="preserve">    -1,93      0,23   ABCE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0,544       0,58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1,95*</w:t>
      </w:r>
      <w:r w:rsidRPr="002341F7">
        <w:rPr>
          <w:rFonts w:ascii="Courier New" w:hAnsi="Courier New" w:cs="Courier New"/>
          <w:lang w:val="en-US"/>
        </w:rPr>
        <w:t xml:space="preserve">     0,04   aFQ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0,544       0,10      0,26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0,23*</w:t>
      </w:r>
      <w:r w:rsidRPr="002341F7">
        <w:rPr>
          <w:rFonts w:ascii="Courier New" w:hAnsi="Courier New" w:cs="Courier New"/>
          <w:lang w:val="en-US"/>
        </w:rPr>
        <w:t xml:space="preserve">  ABCDF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-0,00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ACDH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14   0,000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0,58*</w:t>
      </w:r>
      <w:r w:rsidRPr="002341F7">
        <w:rPr>
          <w:rFonts w:ascii="Courier New" w:hAnsi="Courier New" w:cs="Courier New"/>
          <w:lang w:val="en-US"/>
        </w:rPr>
        <w:t xml:space="preserve">    -1,95      0,04   aGR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-0,54*</w:t>
      </w:r>
      <w:r w:rsidRPr="002341F7">
        <w:rPr>
          <w:rFonts w:ascii="Courier New" w:hAnsi="Courier New" w:cs="Courier New"/>
          <w:lang w:val="en-US"/>
        </w:rPr>
        <w:t xml:space="preserve">     1,93      0,23   ABCD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0,000       0,58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-1,95*</w:t>
      </w:r>
      <w:r w:rsidRPr="002341F7">
        <w:rPr>
          <w:rFonts w:ascii="Courier New" w:hAnsi="Courier New" w:cs="Courier New"/>
          <w:lang w:val="en-US"/>
        </w:rPr>
        <w:t xml:space="preserve">     0,04   aGR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0,10     -0,26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0,23*</w:t>
      </w:r>
      <w:r w:rsidRPr="002341F7">
        <w:rPr>
          <w:rFonts w:ascii="Courier New" w:hAnsi="Courier New" w:cs="Courier New"/>
          <w:lang w:val="en-US"/>
        </w:rPr>
        <w:t xml:space="preserve">  ABCEG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0,544       0,00      0,00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-0,00*</w:t>
      </w:r>
      <w:r w:rsidRPr="002341F7">
        <w:rPr>
          <w:rFonts w:ascii="Courier New" w:hAnsi="Courier New" w:cs="Courier New"/>
          <w:lang w:val="en-US"/>
        </w:rPr>
        <w:t xml:space="preserve">  aBIN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15   0,000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-25,61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4,788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-26,47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-25,61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4,788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-26,47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-25,61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4,788       0,00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-26,47 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16,43*</w:t>
      </w:r>
      <w:r w:rsidRPr="002341F7">
        <w:rPr>
          <w:rFonts w:ascii="Courier New" w:hAnsi="Courier New" w:cs="Courier New"/>
          <w:lang w:val="en-US"/>
        </w:rPr>
        <w:t xml:space="preserve">  aP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4,788       0,00      0,00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-26,47*</w:t>
      </w:r>
      <w:r w:rsidRPr="002341F7">
        <w:rPr>
          <w:rFonts w:ascii="Courier New" w:hAnsi="Courier New" w:cs="Courier New"/>
          <w:lang w:val="en-US"/>
        </w:rPr>
        <w:t xml:space="preserve">  ABCDH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16   0,000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-30,78   ABEO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5,574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-31,79   ABEO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-30,78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5,574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-31,79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-30,78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5,574       0,00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-31,79 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15,43*</w:t>
      </w:r>
      <w:r w:rsidRPr="00A50A7B">
        <w:rPr>
          <w:rFonts w:ascii="Courier New" w:hAnsi="Courier New" w:cs="Courier New"/>
          <w:lang w:val="de-DE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5,574       0,00      0,00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-31,79*</w:t>
      </w:r>
      <w:r w:rsidRPr="00A50A7B">
        <w:rPr>
          <w:rFonts w:ascii="Courier New" w:hAnsi="Courier New" w:cs="Courier New"/>
          <w:lang w:val="de-DE"/>
        </w:rPr>
        <w:t xml:space="preserve">  ABEO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</w:t>
      </w:r>
      <w:r w:rsidRPr="00B71731">
        <w:rPr>
          <w:rFonts w:ascii="Courier New" w:hAnsi="Courier New" w:cs="Courier New"/>
          <w:lang w:val="de-DE"/>
        </w:rPr>
        <w:t xml:space="preserve">17   0,000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-27,08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-28,10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-27,08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  0,00    -28,10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0,000       0,00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-27,08   ABEIN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5,574       0,00 </w:t>
      </w:r>
      <w:r w:rsidRPr="00B71731">
        <w:rPr>
          <w:rFonts w:ascii="Courier New" w:hAnsi="Courier New" w:cs="Courier New"/>
          <w:b/>
          <w:bCs/>
          <w:lang w:val="de-DE"/>
        </w:rPr>
        <w:t xml:space="preserve">     0,00*</w:t>
      </w:r>
      <w:r w:rsidRPr="00B71731">
        <w:rPr>
          <w:rFonts w:ascii="Courier New" w:hAnsi="Courier New" w:cs="Courier New"/>
          <w:lang w:val="de-DE"/>
        </w:rPr>
        <w:t xml:space="preserve">   -28,10   ABEIN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B71731">
        <w:rPr>
          <w:rFonts w:ascii="Courier New" w:hAnsi="Courier New" w:cs="Courier New"/>
          <w:lang w:val="de-DE"/>
        </w:rPr>
        <w:t xml:space="preserve">      </w:t>
      </w:r>
      <w:r w:rsidRPr="00A50A7B">
        <w:rPr>
          <w:rFonts w:ascii="Courier New" w:hAnsi="Courier New" w:cs="Courier New"/>
          <w:lang w:val="de-DE"/>
        </w:rPr>
        <w:t xml:space="preserve">0,000       0,00      0,00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14,80*</w:t>
      </w:r>
      <w:r w:rsidRPr="00A50A7B">
        <w:rPr>
          <w:rFonts w:ascii="Courier New" w:hAnsi="Courier New" w:cs="Courier New"/>
          <w:lang w:val="de-DE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5,574       0,00      0,00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-28,10*</w:t>
      </w:r>
      <w:r w:rsidRPr="00A50A7B">
        <w:rPr>
          <w:rFonts w:ascii="Courier New" w:hAnsi="Courier New" w:cs="Courier New"/>
          <w:lang w:val="de-DE"/>
        </w:rPr>
        <w:t xml:space="preserve">  ABEIN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18   0,000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-26,11 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-26,97 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-26,11 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-26,97 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-26,11 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4,788       0,00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-26,97 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16,68*</w:t>
      </w:r>
      <w:r w:rsidRPr="00A50A7B">
        <w:rPr>
          <w:rFonts w:ascii="Courier New" w:hAnsi="Courier New" w:cs="Courier New"/>
          <w:lang w:val="de-DE"/>
        </w:rPr>
        <w:t xml:space="preserve">  aP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lastRenderedPageBreak/>
        <w:t xml:space="preserve">      4,788       0,00      0,00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-26,97*</w:t>
      </w:r>
      <w:r w:rsidRPr="00A50A7B">
        <w:rPr>
          <w:rFonts w:ascii="Courier New" w:hAnsi="Courier New" w:cs="Courier New"/>
          <w:lang w:val="de-DE"/>
        </w:rPr>
        <w:t xml:space="preserve">  ABCEI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19   0,000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  9,72   aHQ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0,00      9,72   aHQ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de-DE"/>
        </w:rPr>
      </w:pPr>
      <w:r w:rsidRPr="00A50A7B">
        <w:rPr>
          <w:rFonts w:ascii="Courier New" w:hAnsi="Courier New" w:cs="Courier New"/>
          <w:lang w:val="de-DE"/>
        </w:rPr>
        <w:t xml:space="preserve">      0,000       0,00 </w:t>
      </w:r>
      <w:r w:rsidRPr="00A50A7B">
        <w:rPr>
          <w:rFonts w:ascii="Courier New" w:hAnsi="Courier New" w:cs="Courier New"/>
          <w:b/>
          <w:bCs/>
          <w:lang w:val="de-DE"/>
        </w:rPr>
        <w:t xml:space="preserve">     0,00*</w:t>
      </w:r>
      <w:r w:rsidRPr="00A50A7B">
        <w:rPr>
          <w:rFonts w:ascii="Courier New" w:hAnsi="Courier New" w:cs="Courier New"/>
          <w:lang w:val="de-DE"/>
        </w:rPr>
        <w:t xml:space="preserve">     9,72   aHQ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de-DE"/>
        </w:rPr>
        <w:t xml:space="preserve">      </w:t>
      </w:r>
      <w:r w:rsidRPr="00A50A7B">
        <w:rPr>
          <w:rFonts w:ascii="Courier New" w:hAnsi="Courier New" w:cs="Courier New"/>
          <w:lang w:val="en-GB"/>
        </w:rPr>
        <w:t xml:space="preserve">0,000       0,00      0,00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 9,72*</w:t>
      </w:r>
      <w:r w:rsidRPr="00A50A7B">
        <w:rPr>
          <w:rFonts w:ascii="Courier New" w:hAnsi="Courier New" w:cs="Courier New"/>
          <w:lang w:val="en-GB"/>
        </w:rPr>
        <w:t xml:space="preserve">  AHQ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A50A7B">
        <w:rPr>
          <w:rFonts w:ascii="Courier New" w:hAnsi="Courier New" w:cs="Courier New"/>
          <w:lang w:val="en-GB"/>
        </w:rPr>
        <w:t xml:space="preserve">      0,000       0,00      0,00 </w:t>
      </w:r>
      <w:r w:rsidRPr="00A50A7B">
        <w:rPr>
          <w:rFonts w:ascii="Courier New" w:hAnsi="Courier New" w:cs="Courier New"/>
          <w:b/>
          <w:bCs/>
          <w:lang w:val="en-GB"/>
        </w:rPr>
        <w:t xml:space="preserve">     0,00*</w:t>
      </w:r>
      <w:r w:rsidRPr="00A50A7B">
        <w:rPr>
          <w:rFonts w:ascii="Courier New" w:hAnsi="Courier New" w:cs="Courier New"/>
          <w:lang w:val="en-GB"/>
        </w:rPr>
        <w:t xml:space="preserve">  A</w:t>
      </w:r>
    </w:p>
    <w:p w:rsidR="00A50A7B" w:rsidRPr="00A50A7B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A50A7B">
        <w:rPr>
          <w:rFonts w:ascii="Courier New" w:hAnsi="Courier New" w:cs="Courier New"/>
          <w:lang w:val="en-GB"/>
        </w:rPr>
        <w:t xml:space="preserve"> </w:t>
      </w:r>
      <w:r w:rsidRPr="002341F7">
        <w:rPr>
          <w:rFonts w:ascii="Courier New" w:hAnsi="Courier New" w:cs="Courier New"/>
          <w:lang w:val="en-US"/>
        </w:rPr>
        <w:t xml:space="preserve">20   0,000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  9,19   aIR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0,00      9,19   aIR</w:t>
      </w:r>
    </w:p>
    <w:p w:rsidR="00A50A7B" w:rsidRPr="002341F7" w:rsidRDefault="00A50A7B" w:rsidP="00A50A7B">
      <w:pPr>
        <w:autoSpaceDE w:val="0"/>
        <w:autoSpaceDN w:val="0"/>
        <w:rPr>
          <w:rFonts w:ascii="Courier New" w:hAnsi="Courier New" w:cs="Courier New"/>
          <w:lang w:val="en-US"/>
        </w:rPr>
      </w:pPr>
      <w:r w:rsidRPr="002341F7">
        <w:rPr>
          <w:rFonts w:ascii="Courier New" w:hAnsi="Courier New" w:cs="Courier New"/>
          <w:lang w:val="en-US"/>
        </w:rPr>
        <w:t xml:space="preserve">      0,000       0,00 </w:t>
      </w:r>
      <w:r w:rsidRPr="002341F7">
        <w:rPr>
          <w:rFonts w:ascii="Courier New" w:hAnsi="Courier New" w:cs="Courier New"/>
          <w:b/>
          <w:bCs/>
          <w:lang w:val="en-US"/>
        </w:rPr>
        <w:t xml:space="preserve">     0,00*</w:t>
      </w:r>
      <w:r w:rsidRPr="002341F7">
        <w:rPr>
          <w:rFonts w:ascii="Courier New" w:hAnsi="Courier New" w:cs="Courier New"/>
          <w:lang w:val="en-US"/>
        </w:rPr>
        <w:t xml:space="preserve">     9,19   aIR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2341F7">
        <w:rPr>
          <w:rFonts w:ascii="Courier New" w:hAnsi="Courier New" w:cs="Courier New"/>
          <w:lang w:val="en-US"/>
        </w:rPr>
        <w:t xml:space="preserve">      </w:t>
      </w:r>
      <w:r w:rsidRPr="00B71731">
        <w:rPr>
          <w:rFonts w:ascii="Courier New" w:hAnsi="Courier New" w:cs="Courier New"/>
          <w:lang w:val="en-GB"/>
        </w:rPr>
        <w:t xml:space="preserve">0,000       0,00      0,00 </w:t>
      </w:r>
      <w:r w:rsidRPr="00B71731">
        <w:rPr>
          <w:rFonts w:ascii="Courier New" w:hAnsi="Courier New" w:cs="Courier New"/>
          <w:b/>
          <w:bCs/>
          <w:lang w:val="en-GB"/>
        </w:rPr>
        <w:t xml:space="preserve">     9,19*</w:t>
      </w:r>
      <w:r w:rsidRPr="00B71731">
        <w:rPr>
          <w:rFonts w:ascii="Courier New" w:hAnsi="Courier New" w:cs="Courier New"/>
          <w:lang w:val="en-GB"/>
        </w:rPr>
        <w:t xml:space="preserve">  AIR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B71731">
        <w:rPr>
          <w:rFonts w:ascii="Courier New" w:hAnsi="Courier New" w:cs="Courier New"/>
          <w:lang w:val="en-GB"/>
        </w:rPr>
        <w:t xml:space="preserve">      0,000       0,00      0,00 </w:t>
      </w:r>
      <w:r w:rsidRPr="00B71731">
        <w:rPr>
          <w:rFonts w:ascii="Courier New" w:hAnsi="Courier New" w:cs="Courier New"/>
          <w:b/>
          <w:bCs/>
          <w:lang w:val="en-GB"/>
        </w:rPr>
        <w:t xml:space="preserve">     0,00*</w:t>
      </w:r>
      <w:r w:rsidRPr="00B71731">
        <w:rPr>
          <w:rFonts w:ascii="Courier New" w:hAnsi="Courier New" w:cs="Courier New"/>
          <w:lang w:val="en-GB"/>
        </w:rPr>
        <w:t xml:space="preserve">  A</w:t>
      </w:r>
    </w:p>
    <w:p w:rsidR="00A50A7B" w:rsidRPr="00B71731" w:rsidRDefault="00A50A7B" w:rsidP="00A50A7B">
      <w:pPr>
        <w:autoSpaceDE w:val="0"/>
        <w:autoSpaceDN w:val="0"/>
        <w:rPr>
          <w:rFonts w:ascii="Courier New" w:hAnsi="Courier New" w:cs="Courier New"/>
          <w:lang w:val="en-GB"/>
        </w:rPr>
      </w:pPr>
      <w:r w:rsidRPr="00B71731">
        <w:rPr>
          <w:rFonts w:ascii="Courier New" w:hAnsi="Courier New" w:cs="Courier New"/>
          <w:lang w:val="en-GB"/>
        </w:rPr>
        <w:t>------------------------------------------------------------------</w:t>
      </w:r>
    </w:p>
    <w:p w:rsidR="00A50A7B" w:rsidRPr="00B71731" w:rsidRDefault="00A50A7B" w:rsidP="00A50A7B">
      <w:pPr>
        <w:rPr>
          <w:lang w:val="en-GB"/>
        </w:rPr>
      </w:pPr>
    </w:p>
    <w:p w:rsidR="009D7D47" w:rsidRDefault="009D7D47">
      <w:r>
        <w:br w:type="page"/>
      </w:r>
    </w:p>
    <w:p w:rsidR="00817CD8" w:rsidRDefault="009D7D47" w:rsidP="009D7D47">
      <w:pPr>
        <w:autoSpaceDE w:val="0"/>
        <w:autoSpaceDN w:val="0"/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6. S</w:t>
      </w:r>
      <w:r w:rsidRPr="009D7D47">
        <w:rPr>
          <w:rFonts w:ascii="Arial" w:hAnsi="Arial" w:cs="Arial"/>
          <w:b/>
          <w:sz w:val="32"/>
          <w:szCs w:val="32"/>
          <w:u w:val="single"/>
        </w:rPr>
        <w:t>tężenia</w:t>
      </w:r>
      <w:r>
        <w:br/>
      </w:r>
      <w:r w:rsidRPr="009F0542">
        <w:rPr>
          <w:noProof/>
        </w:rPr>
        <w:drawing>
          <wp:inline distT="0" distB="0" distL="0" distR="0" wp14:anchorId="591F1070" wp14:editId="17C67A2C">
            <wp:extent cx="5520133" cy="7983109"/>
            <wp:effectExtent l="0" t="0" r="4445" b="0"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151" cy="798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Default="009D7D47" w:rsidP="009D7D47">
      <w:r w:rsidRPr="009F0542">
        <w:rPr>
          <w:noProof/>
        </w:rPr>
        <w:lastRenderedPageBreak/>
        <w:drawing>
          <wp:inline distT="0" distB="0" distL="0" distR="0" wp14:anchorId="47AE2EFF" wp14:editId="004DBE9D">
            <wp:extent cx="5760720" cy="6494156"/>
            <wp:effectExtent l="0" t="0" r="0" b="1905"/>
            <wp:docPr id="72" name="Obraz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94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Default="009D7D47">
      <w:r>
        <w:br w:type="page"/>
      </w:r>
    </w:p>
    <w:p w:rsidR="009D7D47" w:rsidRDefault="009D7D47" w:rsidP="009D7D47">
      <w:r>
        <w:rPr>
          <w:rFonts w:ascii="Arial" w:hAnsi="Arial" w:cs="Arial"/>
          <w:b/>
          <w:sz w:val="32"/>
          <w:szCs w:val="32"/>
          <w:u w:val="single"/>
        </w:rPr>
        <w:lastRenderedPageBreak/>
        <w:t>7</w:t>
      </w:r>
      <w:r>
        <w:rPr>
          <w:rFonts w:ascii="Arial" w:hAnsi="Arial" w:cs="Arial"/>
          <w:b/>
          <w:sz w:val="32"/>
          <w:szCs w:val="32"/>
          <w:u w:val="single"/>
        </w:rPr>
        <w:t xml:space="preserve">. </w:t>
      </w:r>
      <w:r>
        <w:rPr>
          <w:rFonts w:ascii="Arial" w:hAnsi="Arial" w:cs="Arial"/>
          <w:b/>
          <w:sz w:val="32"/>
          <w:szCs w:val="32"/>
          <w:u w:val="single"/>
        </w:rPr>
        <w:t>Płatwie</w:t>
      </w:r>
      <w:r w:rsidRPr="00435603">
        <w:rPr>
          <w:noProof/>
        </w:rPr>
        <w:drawing>
          <wp:inline distT="0" distB="0" distL="0" distR="0" wp14:anchorId="02C13C79" wp14:editId="4A399BAA">
            <wp:extent cx="5513917" cy="7470196"/>
            <wp:effectExtent l="0" t="0" r="0" b="0"/>
            <wp:docPr id="73" name="Obraz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950" cy="74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03">
        <w:rPr>
          <w:noProof/>
        </w:rPr>
        <w:lastRenderedPageBreak/>
        <w:drawing>
          <wp:inline distT="0" distB="0" distL="0" distR="0" wp14:anchorId="1F159AF5" wp14:editId="1AE67D73">
            <wp:extent cx="5760720" cy="7804562"/>
            <wp:effectExtent l="0" t="0" r="0" b="6350"/>
            <wp:docPr id="74" name="Obraz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03">
        <w:rPr>
          <w:noProof/>
        </w:rPr>
        <w:lastRenderedPageBreak/>
        <w:drawing>
          <wp:inline distT="0" distB="0" distL="0" distR="0" wp14:anchorId="17677374" wp14:editId="76C4F856">
            <wp:extent cx="5760720" cy="7804562"/>
            <wp:effectExtent l="0" t="0" r="0" b="6350"/>
            <wp:docPr id="75" name="Obraz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03">
        <w:rPr>
          <w:noProof/>
        </w:rPr>
        <w:lastRenderedPageBreak/>
        <w:drawing>
          <wp:inline distT="0" distB="0" distL="0" distR="0" wp14:anchorId="7D77FB37" wp14:editId="7EED7678">
            <wp:extent cx="5760720" cy="7804562"/>
            <wp:effectExtent l="0" t="0" r="0" b="6350"/>
            <wp:docPr id="76" name="Obraz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03">
        <w:rPr>
          <w:noProof/>
        </w:rPr>
        <w:lastRenderedPageBreak/>
        <w:drawing>
          <wp:inline distT="0" distB="0" distL="0" distR="0" wp14:anchorId="76E6E5C8" wp14:editId="130A242B">
            <wp:extent cx="5760720" cy="7804562"/>
            <wp:effectExtent l="0" t="0" r="0" b="6350"/>
            <wp:docPr id="103" name="Obraz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03">
        <w:rPr>
          <w:noProof/>
        </w:rPr>
        <w:lastRenderedPageBreak/>
        <w:drawing>
          <wp:inline distT="0" distB="0" distL="0" distR="0" wp14:anchorId="071A3880" wp14:editId="13F646CB">
            <wp:extent cx="5760720" cy="7804562"/>
            <wp:effectExtent l="0" t="0" r="0" b="6350"/>
            <wp:docPr id="104" name="Obraz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03">
        <w:rPr>
          <w:noProof/>
        </w:rPr>
        <w:lastRenderedPageBreak/>
        <w:drawing>
          <wp:inline distT="0" distB="0" distL="0" distR="0" wp14:anchorId="6A068760" wp14:editId="17845F78">
            <wp:extent cx="5760720" cy="7804562"/>
            <wp:effectExtent l="0" t="0" r="0" b="6350"/>
            <wp:docPr id="105" name="Obraz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Default="009D7D47" w:rsidP="00A50A7B"/>
    <w:p w:rsidR="009D7D47" w:rsidRDefault="009D7D47">
      <w:r>
        <w:br w:type="page"/>
      </w:r>
    </w:p>
    <w:p w:rsidR="009D7D47" w:rsidRPr="009803CD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8. R</w:t>
      </w:r>
      <w:r w:rsidRPr="009803CD">
        <w:rPr>
          <w:rFonts w:ascii="Arial" w:hAnsi="Arial" w:cs="Arial"/>
          <w:b/>
          <w:sz w:val="32"/>
          <w:szCs w:val="32"/>
          <w:u w:val="single"/>
        </w:rPr>
        <w:t>eakcje podporowe</w:t>
      </w:r>
    </w:p>
    <w:p w:rsidR="009D7D47" w:rsidRDefault="009D7D47" w:rsidP="009D7D47">
      <w:pPr>
        <w:rPr>
          <w:b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Dodatnie zwroty </w:t>
      </w:r>
      <w:r w:rsidRPr="00E94586">
        <w:rPr>
          <w:rFonts w:ascii="Arial" w:hAnsi="Arial" w:cs="Arial"/>
          <w:b/>
          <w:color w:val="0000FF"/>
        </w:rPr>
        <w:t>reakcji</w:t>
      </w:r>
      <w:r w:rsidRPr="00E94586">
        <w:rPr>
          <w:rFonts w:ascii="Arial" w:hAnsi="Arial" w:cs="Arial"/>
          <w:b/>
        </w:rPr>
        <w:t xml:space="preserve"> podporowych:</w:t>
      </w:r>
    </w:p>
    <w:p w:rsidR="009D7D47" w:rsidRDefault="009D7D47" w:rsidP="009D7D47">
      <w:pPr>
        <w:rPr>
          <w:b/>
        </w:rPr>
      </w:pPr>
    </w:p>
    <w:p w:rsidR="009D7D47" w:rsidRDefault="009D7D47" w:rsidP="009D7D47">
      <w:pPr>
        <w:rPr>
          <w:b/>
        </w:rPr>
      </w:pPr>
    </w:p>
    <w:p w:rsidR="009D7D47" w:rsidRDefault="009D7D47" w:rsidP="009D7D47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6A055FCA" wp14:editId="6B38AC8F">
                <wp:extent cx="5372100" cy="3200400"/>
                <wp:effectExtent l="0" t="19050" r="0" b="0"/>
                <wp:docPr id="124" name="Kanw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6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882595" y="117282"/>
                            <a:ext cx="794" cy="205740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0095" y="117282"/>
                            <a:ext cx="794" cy="205740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53995" y="2174682"/>
                            <a:ext cx="4572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511495" y="2174682"/>
                            <a:ext cx="4572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82495" y="2096895"/>
                            <a:ext cx="457200" cy="114300"/>
                          </a:xfrm>
                          <a:prstGeom prst="rightArrow">
                            <a:avLst>
                              <a:gd name="adj1" fmla="val 50000"/>
                              <a:gd name="adj2" fmla="val 10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2939995" y="2096895"/>
                            <a:ext cx="457200" cy="114300"/>
                          </a:xfrm>
                          <a:prstGeom prst="rightArrow">
                            <a:avLst>
                              <a:gd name="adj1" fmla="val 50000"/>
                              <a:gd name="adj2" fmla="val 10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82595" y="2631882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D47" w:rsidRPr="00B8191E" w:rsidRDefault="009D7D47" w:rsidP="009D7D47">
                              <w:pP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</w:pPr>
                              <w:r w:rsidRPr="00B8191E">
                                <w:rPr>
                                  <w:rFonts w:ascii="Arial" w:hAnsi="Arial" w:cs="Arial"/>
                                  <w:b/>
                                </w:rPr>
                                <w:t>V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805601" y="2517582"/>
                            <a:ext cx="114300" cy="342900"/>
                          </a:xfrm>
                          <a:prstGeom prst="upArrow">
                            <a:avLst>
                              <a:gd name="adj1" fmla="val 50000"/>
                              <a:gd name="adj2" fmla="val 7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740095" y="2631882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D47" w:rsidRPr="00B8191E" w:rsidRDefault="009D7D47" w:rsidP="009D7D47">
                              <w:pP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</w:pPr>
                              <w:r w:rsidRPr="00B8191E">
                                <w:rPr>
                                  <w:rFonts w:ascii="Arial" w:hAnsi="Arial" w:cs="Arial"/>
                                  <w:b/>
                                </w:rPr>
                                <w:t>V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3703583" y="2517582"/>
                            <a:ext cx="114300" cy="342900"/>
                          </a:xfrm>
                          <a:prstGeom prst="upArrow">
                            <a:avLst>
                              <a:gd name="adj1" fmla="val 50000"/>
                              <a:gd name="adj2" fmla="val 7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11195" y="2174682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D47" w:rsidRPr="00B8191E" w:rsidRDefault="009D7D47" w:rsidP="009D7D47">
                              <w:pP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68695" y="2174682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D47" w:rsidRPr="00B8191E" w:rsidRDefault="009D7D47" w:rsidP="009D7D47">
                              <w:pP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2495" y="1831782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D47" w:rsidRPr="00B8191E" w:rsidRDefault="009D7D47" w:rsidP="009D7D47">
                              <w:pP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939995" y="1831782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D47" w:rsidRPr="00B8191E" w:rsidRDefault="009D7D47" w:rsidP="009D7D47">
                              <w:pP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2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788933" y="2081020"/>
                            <a:ext cx="228600" cy="571500"/>
                          </a:xfrm>
                          <a:prstGeom prst="curvedRightArrow">
                            <a:avLst>
                              <a:gd name="adj1" fmla="val 50000"/>
                              <a:gd name="adj2" fmla="val 100000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2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647226" y="2073876"/>
                            <a:ext cx="228600" cy="571500"/>
                          </a:xfrm>
                          <a:prstGeom prst="curvedRightArrow">
                            <a:avLst>
                              <a:gd name="adj1" fmla="val 50000"/>
                              <a:gd name="adj2" fmla="val 100000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882595" y="2982"/>
                            <a:ext cx="1371600" cy="1143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2254195" y="2982"/>
                            <a:ext cx="1485900" cy="1143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A055FCA" id="Kanwa 10" o:spid="_x0000_s1026" editas="canvas" style="width:423pt;height:252pt;mso-position-horizontal-relative:char;mso-position-vertical-relative:line" coordsize="53721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721;height:32004;visibility:visible;mso-wrap-style:square">
                  <v:fill o:detectmouseclick="t"/>
                  <v:path o:connecttype="none"/>
                </v:shape>
                <v:line id="Line 11" o:spid="_x0000_s1028" style="position:absolute;flip:x;visibility:visible;mso-wrap-style:square" from="8825,1172" to="8833,21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" strokeweight="3pt"/>
                <v:line id="Line 13" o:spid="_x0000_s1029" style="position:absolute;flip:x;visibility:visible;mso-wrap-style:square" from="37400,1172" to="37408,21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" strokeweight="3pt"/>
                <v:line id="Line 14" o:spid="_x0000_s1030" style="position:absolute;visibility:visible;mso-wrap-style:square" from="6539,21746" to="11111,2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" strokeweight="1.5pt"/>
                <v:line id="Line 15" o:spid="_x0000_s1031" style="position:absolute;visibility:visible;mso-wrap-style:square" from="35114,21746" to="39686,2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" strokeweight="1.5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7" o:spid="_x0000_s1032" type="#_x0000_t13" style="position:absolute;left:824;top:20968;width:45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"/>
                <v:shape id="AutoShape 19" o:spid="_x0000_s1033" type="#_x0000_t13" style="position:absolute;left:29399;top:20968;width:45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4" type="#_x0000_t202" style="position:absolute;left:8825;top:2631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+Ig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" stroked="f">
                  <v:textbox>
                    <w:txbxContent>
                      <w:p w:rsidR="009D7D47" w:rsidRPr="00B8191E" w:rsidRDefault="009D7D47" w:rsidP="009D7D47">
                        <w:pPr>
                          <w:rPr>
                            <w:rFonts w:ascii="Arial" w:hAnsi="Arial" w:cs="Arial"/>
                            <w:b/>
                            <w:vertAlign w:val="superscript"/>
                          </w:rPr>
                        </w:pPr>
                        <w:r w:rsidRPr="00B8191E">
                          <w:rPr>
                            <w:rFonts w:ascii="Arial" w:hAnsi="Arial" w:cs="Arial"/>
                            <w:b/>
                          </w:rPr>
                          <w:t>V</w:t>
                        </w:r>
                        <w:r>
                          <w:rPr>
                            <w:rFonts w:ascii="Arial" w:hAnsi="Arial" w:cs="Arial"/>
                            <w:b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16" o:spid="_x0000_s1035" type="#_x0000_t68" style="position:absolute;left:8056;top:25175;width:114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"/>
                <v:shape id="Text Box 23" o:spid="_x0000_s1036" type="#_x0000_t202" style="position:absolute;left:37400;top:26318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" stroked="f">
                  <v:textbox>
                    <w:txbxContent>
                      <w:p w:rsidR="009D7D47" w:rsidRPr="00B8191E" w:rsidRDefault="009D7D47" w:rsidP="009D7D47">
                        <w:pPr>
                          <w:rPr>
                            <w:rFonts w:ascii="Arial" w:hAnsi="Arial" w:cs="Arial"/>
                            <w:b/>
                            <w:vertAlign w:val="superscript"/>
                          </w:rPr>
                        </w:pPr>
                        <w:r w:rsidRPr="00B8191E">
                          <w:rPr>
                            <w:rFonts w:ascii="Arial" w:hAnsi="Arial" w:cs="Arial"/>
                            <w:b/>
                          </w:rPr>
                          <w:t>V</w:t>
                        </w:r>
                        <w:r>
                          <w:rPr>
                            <w:rFonts w:ascii="Arial" w:hAnsi="Arial" w:cs="Arial"/>
                            <w:b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v:shape id="AutoShape 18" o:spid="_x0000_s1037" type="#_x0000_t68" style="position:absolute;left:37035;top:25175;width:114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"/>
                <v:shape id="Text Box 24" o:spid="_x0000_s1038" type="#_x0000_t202" style="position:absolute;left:11111;top:21746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" stroked="f">
                  <v:textbox>
                    <w:txbxContent>
                      <w:p w:rsidR="009D7D47" w:rsidRPr="00B8191E" w:rsidRDefault="009D7D47" w:rsidP="009D7D47">
                        <w:pPr>
                          <w:rPr>
                            <w:rFonts w:ascii="Arial" w:hAnsi="Arial" w:cs="Arial"/>
                            <w:b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b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v:shape id="Text Box 25" o:spid="_x0000_s1039" type="#_x0000_t202" style="position:absolute;left:39686;top:21746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" stroked="f">
                  <v:textbox>
                    <w:txbxContent>
                      <w:p w:rsidR="009D7D47" w:rsidRPr="00B8191E" w:rsidRDefault="009D7D47" w:rsidP="009D7D47">
                        <w:pPr>
                          <w:rPr>
                            <w:rFonts w:ascii="Arial" w:hAnsi="Arial" w:cs="Arial"/>
                            <w:b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b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v:shape id="Text Box 26" o:spid="_x0000_s1040" type="#_x0000_t202" style="position:absolute;left:824;top:18317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" stroked="f">
                  <v:textbox>
                    <w:txbxContent>
                      <w:p w:rsidR="009D7D47" w:rsidRPr="00B8191E" w:rsidRDefault="009D7D47" w:rsidP="009D7D47">
                        <w:pPr>
                          <w:rPr>
                            <w:rFonts w:ascii="Arial" w:hAnsi="Arial" w:cs="Arial"/>
                            <w:b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v:shape id="Text Box 27" o:spid="_x0000_s1041" type="#_x0000_t202" style="position:absolute;left:29399;top:18317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" stroked="f">
                  <v:textbox>
                    <w:txbxContent>
                      <w:p w:rsidR="009D7D47" w:rsidRPr="00B8191E" w:rsidRDefault="009D7D47" w:rsidP="009D7D47">
                        <w:pPr>
                          <w:rPr>
                            <w:rFonts w:ascii="Arial" w:hAnsi="Arial" w:cs="Arial"/>
                            <w:b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AutoShape 28" o:spid="_x0000_s1042" type="#_x0000_t102" style="position:absolute;left:7889;top:20809;width:2286;height:57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"/>
                <v:shape id="AutoShape 29" o:spid="_x0000_s1043" type="#_x0000_t102" style="position:absolute;left:36472;top:20738;width:2286;height:57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"/>
                <v:line id="Line 32" o:spid="_x0000_s1044" style="position:absolute;flip:y;visibility:visible;mso-wrap-style:square" from="8825,29" to="22541,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" strokeweight="2.25pt"/>
                <v:line id="Line 33" o:spid="_x0000_s1045" style="position:absolute;visibility:visible;mso-wrap-style:square" from="22541,29" to="37400,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" strokeweight="2.25pt"/>
                <w10:anchorlock/>
              </v:group>
            </w:pict>
          </mc:Fallback>
        </mc:AlternateConten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>Uwaga! Podana w wynikach reakcja R to wypadkowa reakcji H i V.</w:t>
      </w:r>
    </w:p>
    <w:p w:rsidR="009D7D47" w:rsidRDefault="009D7D47" w:rsidP="009D7D47">
      <w:pPr>
        <w:rPr>
          <w:b/>
          <w:sz w:val="28"/>
          <w:szCs w:val="28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</w:rPr>
      </w:pPr>
    </w:p>
    <w:p w:rsidR="009D7D47" w:rsidRPr="00CD6A4E" w:rsidRDefault="009D7D47" w:rsidP="009D7D47">
      <w:pPr>
        <w:rPr>
          <w:rFonts w:ascii="Arial" w:hAnsi="Arial" w:cs="Arial"/>
          <w:b/>
          <w:sz w:val="32"/>
          <w:szCs w:val="32"/>
        </w:rPr>
      </w:pPr>
      <w:r w:rsidRPr="00CD6A4E">
        <w:rPr>
          <w:rFonts w:ascii="Arial" w:hAnsi="Arial" w:cs="Arial"/>
          <w:b/>
          <w:sz w:val="32"/>
          <w:szCs w:val="32"/>
        </w:rPr>
        <w:t>Węzeł 1 = oś A</w:t>
      </w: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 w:rsidRPr="00E800EC">
        <w:rPr>
          <w:rFonts w:ascii="Arial" w:hAnsi="Arial" w:cs="Arial"/>
          <w:b/>
          <w:sz w:val="32"/>
          <w:szCs w:val="32"/>
          <w:u w:val="single"/>
        </w:rPr>
        <w:t xml:space="preserve">Rama w osi </w:t>
      </w:r>
      <w:r>
        <w:rPr>
          <w:rFonts w:ascii="Arial" w:hAnsi="Arial" w:cs="Arial"/>
          <w:b/>
          <w:sz w:val="32"/>
          <w:szCs w:val="32"/>
          <w:u w:val="single"/>
        </w:rPr>
        <w:t>1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NAZWA: Rama 1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WĘZŁY:   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noProof/>
        </w:rPr>
        <w:drawing>
          <wp:inline distT="0" distB="0" distL="0" distR="0" wp14:anchorId="7840E487" wp14:editId="6C8C1589">
            <wp:extent cx="5760720" cy="2362200"/>
            <wp:effectExtent l="0" t="0" r="0" b="0"/>
            <wp:docPr id="125" name="Obraz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b/>
          <w:bCs/>
        </w:rPr>
        <w:t>PODPORY:</w:t>
      </w:r>
      <w:r w:rsidRPr="009C52CE">
        <w:rPr>
          <w:rFonts w:ascii="Courier New" w:hAnsi="Courier New" w:cs="Courier New"/>
        </w:rPr>
        <w:t xml:space="preserve">                              P o d a t n o ś c i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Węzeł:    Rodzaj:        Kąt:     Dx(Do*):      Dy:         DFi: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9C52CE">
        <w:rPr>
          <w:rFonts w:ascii="Courier New" w:hAnsi="Courier New" w:cs="Courier New"/>
        </w:rPr>
        <w:t xml:space="preserve">                                      </w:t>
      </w:r>
      <w:r w:rsidRPr="00653895">
        <w:rPr>
          <w:rFonts w:ascii="Courier New" w:hAnsi="Courier New" w:cs="Courier New"/>
          <w:lang w:val="de-DE"/>
        </w:rPr>
        <w:t>[ m / k N ]        [rad/kNm]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>------------------------------------------------------------------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1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4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8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16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17        stała         0,0    0,000E+00   0,000E+00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18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19        stała         0,0    0,000E+00   0,000E+00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b/>
          <w:bCs/>
        </w:rPr>
        <w:t>OSIADANIA: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Węzeł:        Kąt:        Wx(Wo*)[m]:     Wy[m]:     FIo[grad]: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B r a k    O s i a d a ń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==================================================================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</w:t>
      </w:r>
      <w:r w:rsidRPr="009C52CE">
        <w:rPr>
          <w:rFonts w:ascii="Courier New" w:hAnsi="Courier New" w:cs="Courier New"/>
          <w:b/>
          <w:bCs/>
        </w:rPr>
        <w:t>W  Y  N  I  K  I  wg PN 82/B-02000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</w:t>
      </w:r>
      <w:r w:rsidRPr="009C52CE">
        <w:rPr>
          <w:rFonts w:ascii="Courier New" w:hAnsi="Courier New" w:cs="Courier New"/>
          <w:b/>
          <w:bCs/>
        </w:rPr>
        <w:t xml:space="preserve"> Teoria I-go rzędu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</w:t>
      </w:r>
      <w:r w:rsidRPr="009C52CE">
        <w:rPr>
          <w:rFonts w:ascii="Courier New" w:hAnsi="Courier New" w:cs="Courier New"/>
          <w:b/>
          <w:bCs/>
        </w:rPr>
        <w:t>Kombinatoryka obciążeń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==================================================================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b/>
          <w:bCs/>
        </w:rPr>
        <w:t>OBCIĄŻENIOWE WSPÓŁ. BEZPIECZ.: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Grupa:                              Znaczenie:     </w:t>
      </w:r>
      <w:r w:rsidRPr="009C52CE">
        <w:rPr>
          <w:rFonts w:ascii="Symbol" w:hAnsi="Symbol" w:cs="Symbol"/>
        </w:rPr>
        <w:t></w:t>
      </w:r>
      <w:r w:rsidRPr="009C52CE">
        <w:rPr>
          <w:rFonts w:ascii="Courier New" w:hAnsi="Courier New" w:cs="Courier New"/>
        </w:rPr>
        <w:t xml:space="preserve">d:    </w:t>
      </w:r>
      <w:r w:rsidRPr="009C52CE">
        <w:rPr>
          <w:rFonts w:ascii="Symbol" w:hAnsi="Symbol" w:cs="Symbol"/>
        </w:rPr>
        <w:t></w:t>
      </w:r>
      <w:r w:rsidRPr="009C52CE">
        <w:rPr>
          <w:rFonts w:ascii="Courier New" w:hAnsi="Courier New" w:cs="Courier New"/>
        </w:rPr>
        <w:t>f: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Ciężar wł.                                               1,15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A -"Obciążenia stałe"              Stałe                 1,15/1,00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B -"Obciązenie użytkowe dachu"     Zmienne    1   1,00   1,15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C -"Śnieg maksymalny"       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lastRenderedPageBreak/>
        <w:t>D -"Wiatr na ściany z lewej"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E -"Wiatr na ściany z prawej"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F -"Ssanie na dach z lewej" 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G -"Ssanie na dach z prawej"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H -"Parcie na dach z lewej" 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I -"Parcie na dach z prawej"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J -"Siły ze stężenia w dół"        Zmienne    1   1,00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K -"Siły ze stężenia w górę"       Zmienne    1   1,00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N -"Śnieg zredukowany z lewej"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O -"Śnieg zredukowany z prawej"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P -"Wiatr prost. do ści. szcz."    Zmienne    1   0,00   1,50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Q -"Max wiatr - L"          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R -"Max wiatr - P"                 Zmienne    1   0,00   1,50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b/>
          <w:bCs/>
        </w:rPr>
        <w:t>RELACJE GRUP OBCIĄŻEŃ: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Grupa obc.:                     Relacje: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Ciężar wł.                      ZAWSZE     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A -"Obciążenia stałe"           ZAWSZE     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B -"Obciązenie użytkowe dachu"  EWENTUALNIE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C -"Śnieg maksymalny"       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NOQR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D -"Wiatr na ściany z lewej"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EGIJKPQR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E -"Wiatr na ściany z prawej"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DFHJKPQR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F -"Ssanie na dach z lewej" 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EGHIJKPR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G -"Ssanie na dach z prawej"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DFHIJKPQ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H -"Parcie na dach z lewej" 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EFGIJKPR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I -"Parcie na dach z prawej"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DFGHJKPQ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J -"Siły ze stężenia w dół" 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DEFGHIKQR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K -"Siły ze stężenia w górę"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DEFGHIJQR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N -"Śnieg zredukowany z lewej"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COQR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O -"Śnieg zredukowany z prawej"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CNQR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P -"Wiatr prost. do ści. szcz."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DEFGHIQR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Q -"Max wiatr - L"          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CDEGIJKNOPR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R -"Max wiatr - P"              EWENTUALNIE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Nie występuje z: CDEFHJKNOPQ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b/>
          <w:bCs/>
        </w:rPr>
        <w:t>KRYTERIA KOMBINACJI OBCIĄŻEŃ: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Nr:    Specyfikacja: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1      ZAWSZE     : A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EWENTUALNIE: B+C+D+E+F+G+H+I+N+O+P+Q+R+J+K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b/>
          <w:bCs/>
        </w:rPr>
        <w:t>REAKCJE - WARTOŚCI EKSTREMALNE:</w:t>
      </w:r>
      <w:r w:rsidRPr="009C52CE">
        <w:rPr>
          <w:rFonts w:ascii="Courier New" w:hAnsi="Courier New" w:cs="Courier New"/>
        </w:rPr>
        <w:t xml:space="preserve">  </w:t>
      </w:r>
      <w:r w:rsidRPr="009C52CE">
        <w:rPr>
          <w:rFonts w:ascii="Courier New" w:hAnsi="Courier New" w:cs="Courier New"/>
          <w:sz w:val="18"/>
          <w:szCs w:val="18"/>
        </w:rPr>
        <w:t>T.I rzędu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Węzeł:  H[kN]:   V[kN]:    R[kN]:   M[kNm]:  Kombinacja obciążeń: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1 </w:t>
      </w:r>
      <w:r w:rsidRPr="009C52CE">
        <w:rPr>
          <w:rFonts w:ascii="Courier New" w:hAnsi="Courier New" w:cs="Courier New"/>
          <w:b/>
          <w:bCs/>
        </w:rPr>
        <w:t xml:space="preserve">     5,20*</w:t>
      </w:r>
      <w:r w:rsidRPr="009C52CE">
        <w:rPr>
          <w:rFonts w:ascii="Courier New" w:hAnsi="Courier New" w:cs="Courier New"/>
        </w:rPr>
        <w:t xml:space="preserve">    39,61     39,95            ABJOP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</w:t>
      </w:r>
      <w:r w:rsidRPr="009C52CE">
        <w:rPr>
          <w:rFonts w:ascii="Courier New" w:hAnsi="Courier New" w:cs="Courier New"/>
          <w:b/>
          <w:bCs/>
        </w:rPr>
        <w:t xml:space="preserve">     5,20*</w:t>
      </w:r>
      <w:r w:rsidRPr="009C52CE">
        <w:rPr>
          <w:rFonts w:ascii="Courier New" w:hAnsi="Courier New" w:cs="Courier New"/>
        </w:rPr>
        <w:t xml:space="preserve">   -49,14     49,42            aKP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</w:t>
      </w:r>
      <w:r w:rsidRPr="009C52CE">
        <w:rPr>
          <w:rFonts w:ascii="Courier New" w:hAnsi="Courier New" w:cs="Courier New"/>
          <w:b/>
          <w:bCs/>
        </w:rPr>
        <w:t xml:space="preserve">     5,20*</w:t>
      </w:r>
      <w:r w:rsidRPr="009C52CE">
        <w:rPr>
          <w:rFonts w:ascii="Courier New" w:hAnsi="Courier New" w:cs="Courier New"/>
        </w:rPr>
        <w:t xml:space="preserve">    -5,32      7,44            AP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</w:t>
      </w:r>
      <w:r w:rsidRPr="009C52CE">
        <w:rPr>
          <w:rFonts w:ascii="Courier New" w:hAnsi="Courier New" w:cs="Courier New"/>
          <w:b/>
          <w:bCs/>
        </w:rPr>
        <w:t xml:space="preserve">    -3,02*</w:t>
      </w:r>
      <w:r w:rsidRPr="009C52CE">
        <w:rPr>
          <w:rFonts w:ascii="Courier New" w:hAnsi="Courier New" w:cs="Courier New"/>
        </w:rPr>
        <w:t xml:space="preserve">     5,20      6,01            ABHQ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</w:t>
      </w:r>
      <w:r w:rsidRPr="009C52CE">
        <w:rPr>
          <w:rFonts w:ascii="Courier New" w:hAnsi="Courier New" w:cs="Courier New"/>
          <w:b/>
          <w:bCs/>
        </w:rPr>
        <w:t xml:space="preserve">    -3,02*</w:t>
      </w:r>
      <w:r w:rsidRPr="009C52CE">
        <w:rPr>
          <w:rFonts w:ascii="Courier New" w:hAnsi="Courier New" w:cs="Courier New"/>
        </w:rPr>
        <w:t xml:space="preserve">    -2,30      3,79            aFQ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</w:t>
      </w:r>
      <w:r w:rsidRPr="009C52CE">
        <w:rPr>
          <w:rFonts w:ascii="Courier New" w:hAnsi="Courier New" w:cs="Courier New"/>
          <w:b/>
          <w:bCs/>
        </w:rPr>
        <w:t xml:space="preserve">    -3,02*</w:t>
      </w:r>
      <w:r w:rsidRPr="009C52CE">
        <w:rPr>
          <w:rFonts w:ascii="Courier New" w:hAnsi="Courier New" w:cs="Courier New"/>
        </w:rPr>
        <w:t xml:space="preserve">     4,35      5,29            AQ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</w:t>
      </w:r>
      <w:r w:rsidRPr="00653895">
        <w:rPr>
          <w:rFonts w:ascii="Courier New" w:hAnsi="Courier New" w:cs="Courier New"/>
        </w:rPr>
        <w:t xml:space="preserve">0,00 </w:t>
      </w:r>
      <w:r w:rsidRPr="00653895">
        <w:rPr>
          <w:rFonts w:ascii="Courier New" w:hAnsi="Courier New" w:cs="Courier New"/>
          <w:b/>
          <w:bCs/>
        </w:rPr>
        <w:t xml:space="preserve">    49,17*</w:t>
      </w:r>
      <w:r w:rsidRPr="00653895">
        <w:rPr>
          <w:rFonts w:ascii="Courier New" w:hAnsi="Courier New" w:cs="Courier New"/>
        </w:rPr>
        <w:t xml:space="preserve">    49,17            ABJO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       5,20 </w:t>
      </w:r>
      <w:r w:rsidRPr="00653895">
        <w:rPr>
          <w:rFonts w:ascii="Courier New" w:hAnsi="Courier New" w:cs="Courier New"/>
          <w:b/>
          <w:bCs/>
        </w:rPr>
        <w:t xml:space="preserve">   -49,14*</w:t>
      </w:r>
      <w:r w:rsidRPr="00653895">
        <w:rPr>
          <w:rFonts w:ascii="Courier New" w:hAnsi="Courier New" w:cs="Courier New"/>
        </w:rPr>
        <w:t xml:space="preserve">    49,42            aKP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       5,20    -49,14 </w:t>
      </w:r>
      <w:r w:rsidRPr="00653895">
        <w:rPr>
          <w:rFonts w:ascii="Courier New" w:hAnsi="Courier New" w:cs="Courier New"/>
          <w:b/>
          <w:bCs/>
        </w:rPr>
        <w:t xml:space="preserve">    49,42*</w:t>
      </w:r>
      <w:r w:rsidRPr="00653895">
        <w:rPr>
          <w:rFonts w:ascii="Courier New" w:hAnsi="Courier New" w:cs="Courier New"/>
        </w:rPr>
        <w:t xml:space="preserve">           aKP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4 </w:t>
      </w:r>
      <w:r w:rsidRPr="00653895">
        <w:rPr>
          <w:rFonts w:ascii="Courier New" w:hAnsi="Courier New" w:cs="Courier New"/>
          <w:b/>
          <w:bCs/>
        </w:rPr>
        <w:t xml:space="preserve">     3,02*</w:t>
      </w:r>
      <w:r w:rsidRPr="00653895">
        <w:rPr>
          <w:rFonts w:ascii="Courier New" w:hAnsi="Courier New" w:cs="Courier New"/>
        </w:rPr>
        <w:t xml:space="preserve">     5,17      5,99            ABIR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  </w:t>
      </w:r>
      <w:r w:rsidRPr="00653895">
        <w:rPr>
          <w:rFonts w:ascii="Courier New" w:hAnsi="Courier New" w:cs="Courier New"/>
          <w:b/>
          <w:bCs/>
        </w:rPr>
        <w:t xml:space="preserve">     3,02*</w:t>
      </w:r>
      <w:r w:rsidRPr="00653895">
        <w:rPr>
          <w:rFonts w:ascii="Courier New" w:hAnsi="Courier New" w:cs="Courier New"/>
        </w:rPr>
        <w:t xml:space="preserve">    -2,29      3,79            aGR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  </w:t>
      </w:r>
      <w:r w:rsidRPr="00653895">
        <w:rPr>
          <w:rFonts w:ascii="Courier New" w:hAnsi="Courier New" w:cs="Courier New"/>
          <w:b/>
          <w:bCs/>
        </w:rPr>
        <w:t xml:space="preserve">     3,02*</w:t>
      </w:r>
      <w:r w:rsidRPr="00653895">
        <w:rPr>
          <w:rFonts w:ascii="Courier New" w:hAnsi="Courier New" w:cs="Courier New"/>
        </w:rPr>
        <w:t xml:space="preserve">     4,33      5,28            AR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  </w:t>
      </w:r>
      <w:r w:rsidRPr="00653895">
        <w:rPr>
          <w:rFonts w:ascii="Courier New" w:hAnsi="Courier New" w:cs="Courier New"/>
          <w:b/>
          <w:bCs/>
        </w:rPr>
        <w:t xml:space="preserve">    -5,20*</w:t>
      </w:r>
      <w:r w:rsidRPr="00653895">
        <w:rPr>
          <w:rFonts w:ascii="Courier New" w:hAnsi="Courier New" w:cs="Courier New"/>
        </w:rPr>
        <w:t xml:space="preserve">     1,49      5,41            ABNP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</w:rPr>
        <w:t xml:space="preserve">    </w:t>
      </w:r>
      <w:r w:rsidRPr="00653895">
        <w:rPr>
          <w:rFonts w:ascii="Courier New" w:hAnsi="Courier New" w:cs="Courier New"/>
          <w:b/>
          <w:bCs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>-5,20*</w:t>
      </w:r>
      <w:r w:rsidRPr="00653895">
        <w:rPr>
          <w:rFonts w:ascii="Courier New" w:hAnsi="Courier New" w:cs="Courier New"/>
          <w:lang w:val="de-DE"/>
        </w:rPr>
        <w:t xml:space="preserve">    -5,59      7,63            aJP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-5,20*</w:t>
      </w:r>
      <w:r w:rsidRPr="00653895">
        <w:rPr>
          <w:rFonts w:ascii="Courier New" w:hAnsi="Courier New" w:cs="Courier New"/>
          <w:lang w:val="de-DE"/>
        </w:rPr>
        <w:t xml:space="preserve">    -5,27      7,41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2,72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12,14*</w:t>
      </w:r>
      <w:r w:rsidRPr="00653895">
        <w:rPr>
          <w:rFonts w:ascii="Courier New" w:hAnsi="Courier New" w:cs="Courier New"/>
          <w:lang w:val="de-DE"/>
        </w:rPr>
        <w:t xml:space="preserve">    12,44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-5,20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-5,59*</w:t>
      </w:r>
      <w:r w:rsidRPr="00653895">
        <w:rPr>
          <w:rFonts w:ascii="Courier New" w:hAnsi="Courier New" w:cs="Courier New"/>
          <w:lang w:val="de-DE"/>
        </w:rPr>
        <w:t xml:space="preserve">     7,63            aJP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2,72     12,14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12,44*</w:t>
      </w:r>
      <w:r w:rsidRPr="00653895">
        <w:rPr>
          <w:rFonts w:ascii="Courier New" w:hAnsi="Courier New" w:cs="Courier New"/>
          <w:lang w:val="de-DE"/>
        </w:rPr>
        <w:t xml:space="preserve">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8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 30,02     30,02            ABCE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</w:t>
      </w:r>
      <w:r w:rsidRPr="009C52CE">
        <w:rPr>
          <w:rFonts w:ascii="Courier New" w:hAnsi="Courier New" w:cs="Courier New"/>
          <w:b/>
          <w:bCs/>
          <w:lang w:val="en-US"/>
        </w:rPr>
        <w:t>0,00*</w:t>
      </w:r>
      <w:r w:rsidRPr="009C52CE">
        <w:rPr>
          <w:rFonts w:ascii="Courier New" w:hAnsi="Courier New" w:cs="Courier New"/>
          <w:lang w:val="en-US"/>
        </w:rPr>
        <w:t xml:space="preserve">    -1,88      1,88            aF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 6,40      6,40            A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-7,07*</w:t>
      </w:r>
      <w:r w:rsidRPr="009C52CE">
        <w:rPr>
          <w:rFonts w:ascii="Courier New" w:hAnsi="Courier New" w:cs="Courier New"/>
          <w:lang w:val="en-US"/>
        </w:rPr>
        <w:t xml:space="preserve">    -1,84      7,30            ABHQ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-7,07*</w:t>
      </w:r>
      <w:r w:rsidRPr="009C52CE">
        <w:rPr>
          <w:rFonts w:ascii="Courier New" w:hAnsi="Courier New" w:cs="Courier New"/>
          <w:lang w:val="en-US"/>
        </w:rPr>
        <w:t xml:space="preserve">    -4,11      8,18            aHQ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-7,07*</w:t>
      </w:r>
      <w:r w:rsidRPr="009C52CE">
        <w:rPr>
          <w:rFonts w:ascii="Courier New" w:hAnsi="Courier New" w:cs="Courier New"/>
          <w:lang w:val="en-US"/>
        </w:rPr>
        <w:t xml:space="preserve">    -3,60      7,93            AHQ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en-GB"/>
        </w:rPr>
      </w:pPr>
      <w:r w:rsidRPr="009C52CE">
        <w:rPr>
          <w:rFonts w:ascii="Courier New" w:hAnsi="Courier New" w:cs="Courier New"/>
          <w:lang w:val="en-US"/>
        </w:rPr>
        <w:t xml:space="preserve">         </w:t>
      </w:r>
      <w:r w:rsidRPr="00653895">
        <w:rPr>
          <w:rFonts w:ascii="Courier New" w:hAnsi="Courier New" w:cs="Courier New"/>
          <w:lang w:val="en-GB"/>
        </w:rPr>
        <w:t xml:space="preserve">0,00 </w:t>
      </w:r>
      <w:r w:rsidRPr="00653895">
        <w:rPr>
          <w:rFonts w:ascii="Courier New" w:hAnsi="Courier New" w:cs="Courier New"/>
          <w:b/>
          <w:bCs/>
          <w:lang w:val="en-GB"/>
        </w:rPr>
        <w:t xml:space="preserve">    30,02*</w:t>
      </w:r>
      <w:r w:rsidRPr="00653895">
        <w:rPr>
          <w:rFonts w:ascii="Courier New" w:hAnsi="Courier New" w:cs="Courier New"/>
          <w:lang w:val="en-GB"/>
        </w:rPr>
        <w:t xml:space="preserve">    30,02            ABCE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-0,35 </w:t>
      </w:r>
      <w:r w:rsidRPr="009C52CE">
        <w:rPr>
          <w:rFonts w:ascii="Courier New" w:hAnsi="Courier New" w:cs="Courier New"/>
          <w:b/>
          <w:bCs/>
          <w:lang w:val="en-US"/>
        </w:rPr>
        <w:t xml:space="preserve">   -10,71*</w:t>
      </w:r>
      <w:r w:rsidRPr="009C52CE">
        <w:rPr>
          <w:rFonts w:ascii="Courier New" w:hAnsi="Courier New" w:cs="Courier New"/>
          <w:lang w:val="en-US"/>
        </w:rPr>
        <w:t xml:space="preserve">    10,72            aP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0,00     30,02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30,02*</w:t>
      </w:r>
      <w:r w:rsidRPr="009C52CE">
        <w:rPr>
          <w:rFonts w:ascii="Courier New" w:hAnsi="Courier New" w:cs="Courier New"/>
          <w:lang w:val="en-US"/>
        </w:rPr>
        <w:t xml:space="preserve">           ABCE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16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26,48     26,48            ABCDH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-15,56     15,56            aP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 5,73      5,73            A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26,48*</w:t>
      </w:r>
      <w:r w:rsidRPr="009C52CE">
        <w:rPr>
          <w:rFonts w:ascii="Courier New" w:hAnsi="Courier New" w:cs="Courier New"/>
          <w:lang w:val="en-US"/>
        </w:rPr>
        <w:t xml:space="preserve">    26,48            ABCDH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</w:t>
      </w:r>
      <w:r w:rsidRPr="009C52CE">
        <w:rPr>
          <w:rFonts w:ascii="Courier New" w:hAnsi="Courier New" w:cs="Courier New"/>
          <w:b/>
          <w:bCs/>
          <w:lang w:val="en-US"/>
        </w:rPr>
        <w:t xml:space="preserve">   -15,56*</w:t>
      </w:r>
      <w:r w:rsidRPr="009C52CE">
        <w:rPr>
          <w:rFonts w:ascii="Courier New" w:hAnsi="Courier New" w:cs="Courier New"/>
          <w:lang w:val="en-US"/>
        </w:rPr>
        <w:t xml:space="preserve">    15,56            aP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lastRenderedPageBreak/>
        <w:t xml:space="preserve">         0,00     26,48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26,48*</w:t>
      </w:r>
      <w:r w:rsidRPr="009C52CE">
        <w:rPr>
          <w:rFonts w:ascii="Courier New" w:hAnsi="Courier New" w:cs="Courier New"/>
          <w:lang w:val="en-US"/>
        </w:rPr>
        <w:t xml:space="preserve">           ABCDH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17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29,65     29,65            ABDHO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-14,71     14,71            aJP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 6,30      6,30            A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29,65*</w:t>
      </w:r>
      <w:r w:rsidRPr="009C52CE">
        <w:rPr>
          <w:rFonts w:ascii="Courier New" w:hAnsi="Courier New" w:cs="Courier New"/>
          <w:lang w:val="en-US"/>
        </w:rPr>
        <w:t xml:space="preserve">    29,65            ABDHO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</w:t>
      </w:r>
      <w:r w:rsidRPr="009C52CE">
        <w:rPr>
          <w:rFonts w:ascii="Courier New" w:hAnsi="Courier New" w:cs="Courier New"/>
          <w:b/>
          <w:bCs/>
          <w:lang w:val="en-US"/>
        </w:rPr>
        <w:t xml:space="preserve">   -14,71*</w:t>
      </w:r>
      <w:r w:rsidRPr="009C52CE">
        <w:rPr>
          <w:rFonts w:ascii="Courier New" w:hAnsi="Courier New" w:cs="Courier New"/>
          <w:lang w:val="en-US"/>
        </w:rPr>
        <w:t xml:space="preserve">    14,71            aJP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0,00     29,65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29,65*</w:t>
      </w:r>
      <w:r w:rsidRPr="009C52CE">
        <w:rPr>
          <w:rFonts w:ascii="Courier New" w:hAnsi="Courier New" w:cs="Courier New"/>
          <w:lang w:val="en-US"/>
        </w:rPr>
        <w:t xml:space="preserve">           ABDHO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18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7,07*</w:t>
      </w:r>
      <w:r w:rsidRPr="009C52CE">
        <w:rPr>
          <w:rFonts w:ascii="Courier New" w:hAnsi="Courier New" w:cs="Courier New"/>
          <w:lang w:val="en-US"/>
        </w:rPr>
        <w:t xml:space="preserve">     1,20      7,17            ABIR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7,07*</w:t>
      </w:r>
      <w:r w:rsidRPr="009C52CE">
        <w:rPr>
          <w:rFonts w:ascii="Courier New" w:hAnsi="Courier New" w:cs="Courier New"/>
          <w:lang w:val="en-US"/>
        </w:rPr>
        <w:t xml:space="preserve">    -1,01      7,14            aIR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7,07*</w:t>
      </w:r>
      <w:r w:rsidRPr="009C52CE">
        <w:rPr>
          <w:rFonts w:ascii="Courier New" w:hAnsi="Courier New" w:cs="Courier New"/>
          <w:lang w:val="en-US"/>
        </w:rPr>
        <w:t xml:space="preserve">    -0,52      7,09            AIR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30,35     30,35            ABDN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-2,22      2,22            aG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 5,92      5,92            A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30,35*</w:t>
      </w:r>
      <w:r w:rsidRPr="009C52CE">
        <w:rPr>
          <w:rFonts w:ascii="Courier New" w:hAnsi="Courier New" w:cs="Courier New"/>
          <w:lang w:val="en-US"/>
        </w:rPr>
        <w:t xml:space="preserve">    30,35            ABDN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0,35 </w:t>
      </w:r>
      <w:r w:rsidRPr="009C52CE">
        <w:rPr>
          <w:rFonts w:ascii="Courier New" w:hAnsi="Courier New" w:cs="Courier New"/>
          <w:b/>
          <w:bCs/>
          <w:lang w:val="en-US"/>
        </w:rPr>
        <w:t xml:space="preserve">   -13,79*</w:t>
      </w:r>
      <w:r w:rsidRPr="009C52CE">
        <w:rPr>
          <w:rFonts w:ascii="Courier New" w:hAnsi="Courier New" w:cs="Courier New"/>
          <w:lang w:val="en-US"/>
        </w:rPr>
        <w:t xml:space="preserve">    13,80            aJP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     0,00     30,35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30,35*</w:t>
      </w:r>
      <w:r w:rsidRPr="009C52CE">
        <w:rPr>
          <w:rFonts w:ascii="Courier New" w:hAnsi="Courier New" w:cs="Courier New"/>
          <w:lang w:val="en-US"/>
        </w:rPr>
        <w:t xml:space="preserve">           ABDN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19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 26,98     26,98            ABCEI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0,00*</w:t>
      </w:r>
      <w:r w:rsidRPr="009C52CE">
        <w:rPr>
          <w:rFonts w:ascii="Courier New" w:hAnsi="Courier New" w:cs="Courier New"/>
          <w:lang w:val="en-US"/>
        </w:rPr>
        <w:t xml:space="preserve">   -15,81     15,81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  <w:lang w:val="en-US"/>
        </w:rPr>
        <w:t xml:space="preserve">    </w:t>
      </w:r>
      <w:r w:rsidRPr="009C52CE">
        <w:rPr>
          <w:rFonts w:ascii="Courier New" w:hAnsi="Courier New" w:cs="Courier New"/>
          <w:b/>
          <w:bCs/>
          <w:lang w:val="en-US"/>
        </w:rPr>
        <w:t xml:space="preserve">     </w:t>
      </w:r>
      <w:r w:rsidRPr="00653895">
        <w:rPr>
          <w:rFonts w:ascii="Courier New" w:hAnsi="Courier New" w:cs="Courier New"/>
          <w:b/>
          <w:bCs/>
        </w:rPr>
        <w:t>0,00*</w:t>
      </w:r>
      <w:r w:rsidRPr="00653895">
        <w:rPr>
          <w:rFonts w:ascii="Courier New" w:hAnsi="Courier New" w:cs="Courier New"/>
        </w:rPr>
        <w:t xml:space="preserve">     5,83      5,83            A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</w:rPr>
        <w:t xml:space="preserve">         </w:t>
      </w:r>
      <w:r w:rsidRPr="009C52CE">
        <w:rPr>
          <w:rFonts w:ascii="Courier New" w:hAnsi="Courier New" w:cs="Courier New"/>
        </w:rPr>
        <w:t xml:space="preserve">0,00 </w:t>
      </w:r>
      <w:r w:rsidRPr="009C52CE">
        <w:rPr>
          <w:rFonts w:ascii="Courier New" w:hAnsi="Courier New" w:cs="Courier New"/>
          <w:b/>
          <w:bCs/>
        </w:rPr>
        <w:t xml:space="preserve">    26,98*</w:t>
      </w:r>
      <w:r w:rsidRPr="009C52CE">
        <w:rPr>
          <w:rFonts w:ascii="Courier New" w:hAnsi="Courier New" w:cs="Courier New"/>
        </w:rPr>
        <w:t xml:space="preserve">    26,98            ABCEI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0,00 </w:t>
      </w:r>
      <w:r w:rsidRPr="009C52CE">
        <w:rPr>
          <w:rFonts w:ascii="Courier New" w:hAnsi="Courier New" w:cs="Courier New"/>
          <w:b/>
          <w:bCs/>
        </w:rPr>
        <w:t xml:space="preserve">   -15,81*</w:t>
      </w:r>
      <w:r w:rsidRPr="009C52CE">
        <w:rPr>
          <w:rFonts w:ascii="Courier New" w:hAnsi="Courier New" w:cs="Courier New"/>
        </w:rPr>
        <w:t xml:space="preserve">    15,81            aP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0,00     26,98 </w:t>
      </w:r>
      <w:r w:rsidRPr="009C52CE">
        <w:rPr>
          <w:rFonts w:ascii="Courier New" w:hAnsi="Courier New" w:cs="Courier New"/>
          <w:b/>
          <w:bCs/>
        </w:rPr>
        <w:t xml:space="preserve">    26,98*</w:t>
      </w:r>
      <w:r w:rsidRPr="009C52CE">
        <w:rPr>
          <w:rFonts w:ascii="Courier New" w:hAnsi="Courier New" w:cs="Courier New"/>
        </w:rPr>
        <w:t xml:space="preserve">           ABCEI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>------------------------------------------------------------------</w:t>
      </w:r>
    </w:p>
    <w:p w:rsidR="009D7D47" w:rsidRPr="009C52CE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C52CE">
        <w:rPr>
          <w:rFonts w:ascii="Courier New" w:hAnsi="Courier New" w:cs="Courier New"/>
        </w:rPr>
        <w:t xml:space="preserve">                                        * = Wartości ekstremalne</w:t>
      </w:r>
    </w:p>
    <w:p w:rsidR="009D7D47" w:rsidRPr="009C52CE" w:rsidRDefault="009D7D47" w:rsidP="009D7D47">
      <w:pPr>
        <w:autoSpaceDE w:val="0"/>
        <w:autoSpaceDN w:val="0"/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Dodatkowe obliczeniowe siły poziome, prostopadłe do płaszczyzny ramy, działające w poziomie wierzchu cokołów fundamentowych </w:t>
      </w:r>
      <w:r w:rsidRPr="00E94586">
        <w:rPr>
          <w:rFonts w:ascii="Arial" w:hAnsi="Arial" w:cs="Arial"/>
          <w:b/>
          <w:color w:val="0000FF"/>
        </w:rPr>
        <w:t>słupów</w:t>
      </w:r>
      <w:r w:rsidRPr="00E94586">
        <w:rPr>
          <w:rFonts w:ascii="Arial" w:hAnsi="Arial" w:cs="Arial"/>
          <w:b/>
        </w:rPr>
        <w:t xml:space="preserve"> - od stężeń pionowych </w:t>
      </w:r>
    </w:p>
    <w:p w:rsidR="009D7D47" w:rsidRPr="00E94586" w:rsidRDefault="009D7D47" w:rsidP="009D7D47">
      <w:pPr>
        <w:rPr>
          <w:rFonts w:ascii="Arial" w:hAnsi="Arial" w:cs="Arial"/>
          <w:b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 = </w:t>
      </w:r>
      <w:r>
        <w:rPr>
          <w:rFonts w:ascii="Arial" w:hAnsi="Arial" w:cs="Arial"/>
          <w:b/>
        </w:rPr>
        <w:t>56</w:t>
      </w:r>
      <w:r w:rsidRPr="00E94586">
        <w:rPr>
          <w:rFonts w:ascii="Arial" w:hAnsi="Arial" w:cs="Arial"/>
          <w:b/>
        </w:rPr>
        <w:t xml:space="preserve">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</w:t>
      </w: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Dodatkowe obliczeniowe siły poziome, prostopadłe do płaszczyzny ramy, działające w poziomie wierzchu cokołów fundamentowych </w:t>
      </w:r>
      <w:r w:rsidRPr="00E94586">
        <w:rPr>
          <w:rFonts w:ascii="Arial" w:hAnsi="Arial" w:cs="Arial"/>
          <w:b/>
          <w:color w:val="0000FF"/>
        </w:rPr>
        <w:t>słupów</w:t>
      </w:r>
      <w:r w:rsidRPr="00E94586">
        <w:rPr>
          <w:rFonts w:ascii="Arial" w:hAnsi="Arial" w:cs="Arial"/>
          <w:b/>
        </w:rPr>
        <w:t xml:space="preserve"> - od oddziaływania wiatru na ścianę szczytową</w:t>
      </w:r>
    </w:p>
    <w:p w:rsidR="009D7D47" w:rsidRPr="00E94586" w:rsidRDefault="009D7D47" w:rsidP="009D7D47">
      <w:pPr>
        <w:rPr>
          <w:rFonts w:ascii="Arial" w:hAnsi="Arial" w:cs="Arial"/>
          <w:b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7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>- węzeł 4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16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18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17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20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8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17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18</w:t>
      </w:r>
    </w:p>
    <w:p w:rsidR="009D7D47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19</w:t>
      </w:r>
    </w:p>
    <w:p w:rsidR="009D7D47" w:rsidRDefault="009D7D47" w:rsidP="009D7D47">
      <w:pPr>
        <w:rPr>
          <w:rFonts w:ascii="Arial" w:hAnsi="Arial" w:cs="Arial"/>
          <w:b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 w:rsidRPr="00E800EC">
        <w:rPr>
          <w:rFonts w:ascii="Arial" w:hAnsi="Arial" w:cs="Arial"/>
          <w:b/>
          <w:sz w:val="32"/>
          <w:szCs w:val="32"/>
          <w:u w:val="single"/>
        </w:rPr>
        <w:t xml:space="preserve">Rama w osi </w:t>
      </w:r>
      <w:r>
        <w:rPr>
          <w:rFonts w:ascii="Arial" w:hAnsi="Arial" w:cs="Arial"/>
          <w:b/>
          <w:sz w:val="32"/>
          <w:szCs w:val="32"/>
          <w:u w:val="single"/>
        </w:rPr>
        <w:t>2, 8, 9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NAZWA: Rama 2, 8, 9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lastRenderedPageBreak/>
        <w:t xml:space="preserve">WĘZŁY:   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noProof/>
        </w:rPr>
        <w:drawing>
          <wp:inline distT="0" distB="0" distL="0" distR="0" wp14:anchorId="55232AC5" wp14:editId="412CA71A">
            <wp:extent cx="5760720" cy="2301240"/>
            <wp:effectExtent l="0" t="0" r="0" b="0"/>
            <wp:docPr id="126" name="Obraz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b/>
          <w:bCs/>
        </w:rPr>
        <w:t>PODPORY:</w:t>
      </w:r>
      <w:r w:rsidRPr="008E7F63">
        <w:rPr>
          <w:rFonts w:ascii="Courier New" w:hAnsi="Courier New" w:cs="Courier New"/>
        </w:rPr>
        <w:t xml:space="preserve">                              P o d a t n o ś c i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Węzeł:    Rodzaj:        Kąt:     Dx(Do*):      Dy:         DFi: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8E7F63">
        <w:rPr>
          <w:rFonts w:ascii="Courier New" w:hAnsi="Courier New" w:cs="Courier New"/>
        </w:rPr>
        <w:t xml:space="preserve">                                      </w:t>
      </w:r>
      <w:r w:rsidRPr="00653895">
        <w:rPr>
          <w:rFonts w:ascii="Courier New" w:hAnsi="Courier New" w:cs="Courier New"/>
          <w:lang w:val="de-DE"/>
        </w:rPr>
        <w:t>[ m / k N ]        [rad/kNm]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>------------------------------------------------------------------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1        stała         0,0    0,000E+00   0,000E+00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4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8        stała         0,0    0,000E+00   0,000E+00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b/>
          <w:bCs/>
        </w:rPr>
        <w:t>OSIADANIA: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Węzeł:        Kąt:        Wx(Wo*)[m]:     Wy[m]:     FIo[grad]: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B r a k    O s i a d a ń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==================================================================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</w:t>
      </w:r>
      <w:r w:rsidRPr="008E7F63">
        <w:rPr>
          <w:rFonts w:ascii="Courier New" w:hAnsi="Courier New" w:cs="Courier New"/>
          <w:b/>
          <w:bCs/>
        </w:rPr>
        <w:t>W  Y  N  I  K  I  wg PN 82/B-02000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</w:t>
      </w:r>
      <w:r w:rsidRPr="008E7F63">
        <w:rPr>
          <w:rFonts w:ascii="Courier New" w:hAnsi="Courier New" w:cs="Courier New"/>
          <w:b/>
          <w:bCs/>
        </w:rPr>
        <w:t xml:space="preserve"> Teoria II-go rzędu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</w:t>
      </w:r>
      <w:r w:rsidRPr="008E7F63">
        <w:rPr>
          <w:rFonts w:ascii="Courier New" w:hAnsi="Courier New" w:cs="Courier New"/>
          <w:b/>
          <w:bCs/>
        </w:rPr>
        <w:t>Kombinatoryka obciążeń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==================================================================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b/>
          <w:bCs/>
        </w:rPr>
        <w:t>OBCIĄŻENIOWE WSPÓŁ. BEZPIECZ.: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Grupa:                              Znaczenie:     </w:t>
      </w:r>
      <w:r w:rsidRPr="008E7F63">
        <w:rPr>
          <w:rFonts w:ascii="Symbol" w:hAnsi="Symbol" w:cs="Symbol"/>
        </w:rPr>
        <w:t></w:t>
      </w:r>
      <w:r w:rsidRPr="008E7F63">
        <w:rPr>
          <w:rFonts w:ascii="Courier New" w:hAnsi="Courier New" w:cs="Courier New"/>
        </w:rPr>
        <w:t xml:space="preserve">d:    </w:t>
      </w:r>
      <w:r w:rsidRPr="008E7F63">
        <w:rPr>
          <w:rFonts w:ascii="Symbol" w:hAnsi="Symbol" w:cs="Symbol"/>
        </w:rPr>
        <w:t></w:t>
      </w:r>
      <w:r w:rsidRPr="008E7F63">
        <w:rPr>
          <w:rFonts w:ascii="Courier New" w:hAnsi="Courier New" w:cs="Courier New"/>
        </w:rPr>
        <w:t>f: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Ciężar wł.                                               2,00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A -"Obciążenia stałe"              Stałe                 1,15/1,00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B -"Obciązenie użytkowe dachu"     Zmienne    1   1,00   1,15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C -"Śnieg maksymalny"       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D -"Wiatr na ściany z lewej"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E -"Wiatr na ściany z prawej"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F -"Ssanie na dach z lewej" 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G -"Ssanie na dach z prawej"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H -"Parcie na dach z lewej" 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I -"Parcie na dach z prawej"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J -"Siły w ze stężeń w dół" 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K -"Siły w ze stężeń w górę"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lastRenderedPageBreak/>
        <w:t>L -"Siła ze stężeń ściskająca"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M -"Siła ze stężeń rozciąg."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N -"Śnieg zredukowany z lewej"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O -"Śnieg zredukowany z prawej"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P -"Wiatr prost. do ści. szcz."    Zmienne    1   0,00   1,50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Q -"Max wiatr - L"          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R -"Max wiatr - P"                 Zmienne    1   0,00   1,50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b/>
          <w:bCs/>
        </w:rPr>
        <w:t>RELACJE GRUP OBCIĄŻEŃ: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Grupa obc.:                     Relacje: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Ciężar wł.                      ZAWSZE     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A -"Obciążenia stałe"           ZAWSZE     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B -"Obciązenie użytkowe dachu"  EWENTUALNIE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C -"Śnieg maksymalny"       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NOQR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D -"Wiatr na ściany z lewej"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EGIJKLMPQR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E -"Wiatr na ściany z prawej"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DFHJKLMPQR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F -"Ssanie na dach z lewej" 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EGHIJKLMPR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G -"Ssanie na dach z prawej"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DFHIJKLMPQ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H -"Parcie na dach z lewej" 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EFGIJKLMPR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I -"Parcie na dach z prawej"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DFGHJKLMPQ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J -"Siły w ze stężeń w dół" 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DEFGHIKQR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K -"Siły w ze stężeń w górę"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DEFGHIJQR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L -"Siła ze stężeń ściskająca"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DEFGHIMQR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M -"Siła ze stężeń rozciąg."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DEFGHILQR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N -"Śnieg zredukowany z lewej"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COQR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O -"Śnieg zredukowany z prawej"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CNQR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P -"Wiatr prost. do ści. szcz."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DEFGHIQR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Q -"Max wiatr - L"          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CDEGIJKLMNOPR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R -"Max wiatr - P"              EWENTUALNIE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Nie występuje z: CDEFHJKLMNOPQ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b/>
          <w:bCs/>
        </w:rPr>
        <w:t>KRYTERIA KOMBINACJI OBCIĄŻEŃ: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Nr:    Specyfikacja: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1      ZAWSZE     : A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EWENTUALNIE: B+C+D+E+F+G+H+I+N+O+P+Q+R+J+K+L+M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b/>
          <w:bCs/>
        </w:rPr>
        <w:t>REAKCJE - WARTOŚCI EKSTREMALNE:</w:t>
      </w:r>
      <w:r w:rsidRPr="008E7F63">
        <w:rPr>
          <w:rFonts w:ascii="Courier New" w:hAnsi="Courier New" w:cs="Courier New"/>
        </w:rPr>
        <w:t xml:space="preserve">  </w:t>
      </w:r>
      <w:r w:rsidRPr="008E7F63">
        <w:rPr>
          <w:rFonts w:ascii="Courier New" w:hAnsi="Courier New" w:cs="Courier New"/>
          <w:sz w:val="18"/>
          <w:szCs w:val="18"/>
        </w:rPr>
        <w:t>T.II rzędu  z imperfek.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Węzeł:  H[kN]:   V[kN]:    R[kN]:   M[kNm]:  Kombinacja obciążeń: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1 </w:t>
      </w:r>
      <w:r w:rsidRPr="008E7F63">
        <w:rPr>
          <w:rFonts w:ascii="Courier New" w:hAnsi="Courier New" w:cs="Courier New"/>
          <w:b/>
          <w:bCs/>
        </w:rPr>
        <w:t xml:space="preserve">    61,63*</w:t>
      </w:r>
      <w:r w:rsidRPr="008E7F63">
        <w:rPr>
          <w:rFonts w:ascii="Courier New" w:hAnsi="Courier New" w:cs="Courier New"/>
        </w:rPr>
        <w:t xml:space="preserve">   112,49    128,27            ABCE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</w:t>
      </w:r>
      <w:r w:rsidRPr="008E7F63">
        <w:rPr>
          <w:rFonts w:ascii="Courier New" w:hAnsi="Courier New" w:cs="Courier New"/>
          <w:b/>
          <w:bCs/>
        </w:rPr>
        <w:t xml:space="preserve">   -25,37*</w:t>
      </w:r>
      <w:r w:rsidRPr="008E7F63">
        <w:rPr>
          <w:rFonts w:ascii="Courier New" w:hAnsi="Courier New" w:cs="Courier New"/>
        </w:rPr>
        <w:t xml:space="preserve">   -21,77     33,43            aFQ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38,26 </w:t>
      </w:r>
      <w:r w:rsidRPr="008E7F63">
        <w:rPr>
          <w:rFonts w:ascii="Courier New" w:hAnsi="Courier New" w:cs="Courier New"/>
          <w:b/>
          <w:bCs/>
        </w:rPr>
        <w:t xml:space="preserve">   125,25*</w:t>
      </w:r>
      <w:r w:rsidRPr="008E7F63">
        <w:rPr>
          <w:rFonts w:ascii="Courier New" w:hAnsi="Courier New" w:cs="Courier New"/>
        </w:rPr>
        <w:t xml:space="preserve">   130,96            ABJMO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-1,45 </w:t>
      </w:r>
      <w:r w:rsidRPr="008E7F63">
        <w:rPr>
          <w:rFonts w:ascii="Courier New" w:hAnsi="Courier New" w:cs="Courier New"/>
          <w:b/>
          <w:bCs/>
        </w:rPr>
        <w:t xml:space="preserve">   -53,89*</w:t>
      </w:r>
      <w:r w:rsidRPr="008E7F63">
        <w:rPr>
          <w:rFonts w:ascii="Courier New" w:hAnsi="Courier New" w:cs="Courier New"/>
        </w:rPr>
        <w:t xml:space="preserve">    53,91            aKLP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47,65    124,40 </w:t>
      </w:r>
      <w:r w:rsidRPr="008E7F63">
        <w:rPr>
          <w:rFonts w:ascii="Courier New" w:hAnsi="Courier New" w:cs="Courier New"/>
          <w:b/>
          <w:bCs/>
        </w:rPr>
        <w:t xml:space="preserve">   133,22*</w:t>
      </w:r>
      <w:r w:rsidRPr="008E7F63">
        <w:rPr>
          <w:rFonts w:ascii="Courier New" w:hAnsi="Courier New" w:cs="Courier New"/>
        </w:rPr>
        <w:t xml:space="preserve">           ABCJM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4 </w:t>
      </w:r>
      <w:r w:rsidRPr="008E7F63">
        <w:rPr>
          <w:rFonts w:ascii="Courier New" w:hAnsi="Courier New" w:cs="Courier New"/>
          <w:b/>
          <w:bCs/>
        </w:rPr>
        <w:t xml:space="preserve">    25,36*</w:t>
      </w:r>
      <w:r w:rsidRPr="008E7F63">
        <w:rPr>
          <w:rFonts w:ascii="Courier New" w:hAnsi="Courier New" w:cs="Courier New"/>
        </w:rPr>
        <w:t xml:space="preserve">   -21,82     33,46            aGR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</w:t>
      </w:r>
      <w:r w:rsidRPr="008E7F63">
        <w:rPr>
          <w:rFonts w:ascii="Courier New" w:hAnsi="Courier New" w:cs="Courier New"/>
          <w:b/>
          <w:bCs/>
        </w:rPr>
        <w:t xml:space="preserve">   -61,65*</w:t>
      </w:r>
      <w:r w:rsidRPr="008E7F63">
        <w:rPr>
          <w:rFonts w:ascii="Courier New" w:hAnsi="Courier New" w:cs="Courier New"/>
        </w:rPr>
        <w:t xml:space="preserve">   112,50    128,28            ABCD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-38,26 </w:t>
      </w:r>
      <w:r w:rsidRPr="008E7F63">
        <w:rPr>
          <w:rFonts w:ascii="Courier New" w:hAnsi="Courier New" w:cs="Courier New"/>
          <w:b/>
          <w:bCs/>
        </w:rPr>
        <w:t xml:space="preserve">   125,25*</w:t>
      </w:r>
      <w:r w:rsidRPr="008E7F63">
        <w:rPr>
          <w:rFonts w:ascii="Courier New" w:hAnsi="Courier New" w:cs="Courier New"/>
        </w:rPr>
        <w:t xml:space="preserve">   130,96            ABJMN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1,28 </w:t>
      </w:r>
      <w:r w:rsidRPr="008E7F63">
        <w:rPr>
          <w:rFonts w:ascii="Courier New" w:hAnsi="Courier New" w:cs="Courier New"/>
          <w:b/>
          <w:bCs/>
        </w:rPr>
        <w:t xml:space="preserve">   -53,83*</w:t>
      </w:r>
      <w:r w:rsidRPr="008E7F63">
        <w:rPr>
          <w:rFonts w:ascii="Courier New" w:hAnsi="Courier New" w:cs="Courier New"/>
        </w:rPr>
        <w:t xml:space="preserve">    53,85            aKLP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-50,50    123,13 </w:t>
      </w:r>
      <w:r w:rsidRPr="008E7F63">
        <w:rPr>
          <w:rFonts w:ascii="Courier New" w:hAnsi="Courier New" w:cs="Courier New"/>
          <w:b/>
          <w:bCs/>
        </w:rPr>
        <w:t xml:space="preserve">   133,08*</w:t>
      </w:r>
      <w:r w:rsidRPr="008E7F63">
        <w:rPr>
          <w:rFonts w:ascii="Courier New" w:hAnsi="Courier New" w:cs="Courier New"/>
        </w:rPr>
        <w:t xml:space="preserve">           ABCJ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8 </w:t>
      </w:r>
      <w:r w:rsidRPr="008E7F63">
        <w:rPr>
          <w:rFonts w:ascii="Courier New" w:hAnsi="Courier New" w:cs="Courier New"/>
          <w:b/>
          <w:bCs/>
        </w:rPr>
        <w:t xml:space="preserve">     2,70*</w:t>
      </w:r>
      <w:r w:rsidRPr="008E7F63">
        <w:rPr>
          <w:rFonts w:ascii="Courier New" w:hAnsi="Courier New" w:cs="Courier New"/>
        </w:rPr>
        <w:t xml:space="preserve">   178,78    178,80            ABDHO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</w:t>
      </w:r>
      <w:r w:rsidRPr="008E7F63">
        <w:rPr>
          <w:rFonts w:ascii="Courier New" w:hAnsi="Courier New" w:cs="Courier New"/>
          <w:b/>
          <w:bCs/>
        </w:rPr>
        <w:t xml:space="preserve">    -2,69*</w:t>
      </w:r>
      <w:r w:rsidRPr="008E7F63">
        <w:rPr>
          <w:rFonts w:ascii="Courier New" w:hAnsi="Courier New" w:cs="Courier New"/>
        </w:rPr>
        <w:t xml:space="preserve">   178,77    178,79            ABEIN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1,41 </w:t>
      </w:r>
      <w:r w:rsidRPr="008E7F63">
        <w:rPr>
          <w:rFonts w:ascii="Courier New" w:hAnsi="Courier New" w:cs="Courier New"/>
          <w:b/>
          <w:bCs/>
        </w:rPr>
        <w:t xml:space="preserve">   239,00*</w:t>
      </w:r>
      <w:r w:rsidRPr="008E7F63">
        <w:rPr>
          <w:rFonts w:ascii="Courier New" w:hAnsi="Courier New" w:cs="Courier New"/>
        </w:rPr>
        <w:t xml:space="preserve">   239,01            ABCD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-0,19 </w:t>
      </w:r>
      <w:r w:rsidRPr="008E7F63">
        <w:rPr>
          <w:rFonts w:ascii="Courier New" w:hAnsi="Courier New" w:cs="Courier New"/>
          <w:b/>
          <w:bCs/>
        </w:rPr>
        <w:t xml:space="preserve">   -49,35*</w:t>
      </w:r>
      <w:r w:rsidRPr="008E7F63">
        <w:rPr>
          <w:rFonts w:ascii="Courier New" w:hAnsi="Courier New" w:cs="Courier New"/>
        </w:rPr>
        <w:t xml:space="preserve">    49,35            aJMP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1,41    239,00 </w:t>
      </w:r>
      <w:r w:rsidRPr="008E7F63">
        <w:rPr>
          <w:rFonts w:ascii="Courier New" w:hAnsi="Courier New" w:cs="Courier New"/>
          <w:b/>
          <w:bCs/>
        </w:rPr>
        <w:t xml:space="preserve">   239,01*</w:t>
      </w:r>
      <w:r w:rsidRPr="008E7F63">
        <w:rPr>
          <w:rFonts w:ascii="Courier New" w:hAnsi="Courier New" w:cs="Courier New"/>
        </w:rPr>
        <w:t xml:space="preserve">           ABCD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>------------------------------------------------------------------</w:t>
      </w:r>
    </w:p>
    <w:p w:rsidR="009D7D47" w:rsidRPr="008E7F6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8E7F63">
        <w:rPr>
          <w:rFonts w:ascii="Courier New" w:hAnsi="Courier New" w:cs="Courier New"/>
        </w:rPr>
        <w:t xml:space="preserve">                                        * = Wartości ekstremalne</w:t>
      </w:r>
    </w:p>
    <w:p w:rsidR="009D7D47" w:rsidRPr="008E7F63" w:rsidRDefault="009D7D47" w:rsidP="009D7D47">
      <w:pPr>
        <w:autoSpaceDE w:val="0"/>
        <w:autoSpaceDN w:val="0"/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Dodatkowe obliczeniowe siły poziome, prostopadłe do płaszczyzny ramy, działające w poziomie wierzchu cokołów fundamentowych </w:t>
      </w:r>
      <w:r w:rsidRPr="00E94586">
        <w:rPr>
          <w:rFonts w:ascii="Arial" w:hAnsi="Arial" w:cs="Arial"/>
          <w:b/>
          <w:color w:val="0000FF"/>
        </w:rPr>
        <w:t>słupów</w:t>
      </w:r>
      <w:r w:rsidRPr="00E94586">
        <w:rPr>
          <w:rFonts w:ascii="Arial" w:hAnsi="Arial" w:cs="Arial"/>
          <w:b/>
        </w:rPr>
        <w:t xml:space="preserve"> - od stężeń pionowych </w:t>
      </w:r>
    </w:p>
    <w:p w:rsidR="009D7D47" w:rsidRPr="00E94586" w:rsidRDefault="009D7D47" w:rsidP="009D7D47">
      <w:pPr>
        <w:rPr>
          <w:rFonts w:ascii="Arial" w:hAnsi="Arial" w:cs="Arial"/>
          <w:b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 = </w:t>
      </w:r>
      <w:r>
        <w:rPr>
          <w:rFonts w:ascii="Arial" w:hAnsi="Arial" w:cs="Arial"/>
          <w:b/>
        </w:rPr>
        <w:t>56</w:t>
      </w:r>
      <w:r w:rsidRPr="00E94586">
        <w:rPr>
          <w:rFonts w:ascii="Arial" w:hAnsi="Arial" w:cs="Arial"/>
          <w:b/>
        </w:rPr>
        <w:t xml:space="preserve">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>- węzeł 1 i 4</w:t>
      </w: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 w:rsidRPr="00E800EC">
        <w:rPr>
          <w:rFonts w:ascii="Arial" w:hAnsi="Arial" w:cs="Arial"/>
          <w:b/>
          <w:sz w:val="32"/>
          <w:szCs w:val="32"/>
          <w:u w:val="single"/>
        </w:rPr>
        <w:t xml:space="preserve">Rama w osi </w:t>
      </w:r>
      <w:r>
        <w:rPr>
          <w:rFonts w:ascii="Arial" w:hAnsi="Arial" w:cs="Arial"/>
          <w:b/>
          <w:sz w:val="32"/>
          <w:szCs w:val="32"/>
          <w:u w:val="single"/>
        </w:rPr>
        <w:t>3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NAZWA: Rama 3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lastRenderedPageBreak/>
        <w:t xml:space="preserve">WĘZŁY:   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noProof/>
        </w:rPr>
        <w:drawing>
          <wp:inline distT="0" distB="0" distL="0" distR="0" wp14:anchorId="69135A9F" wp14:editId="26887F39">
            <wp:extent cx="5760720" cy="2301240"/>
            <wp:effectExtent l="0" t="0" r="0" b="0"/>
            <wp:docPr id="127" name="Obraz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b/>
          <w:bCs/>
        </w:rPr>
        <w:t>PODPORY:</w:t>
      </w:r>
      <w:r w:rsidRPr="00927204">
        <w:rPr>
          <w:rFonts w:ascii="Courier New" w:hAnsi="Courier New" w:cs="Courier New"/>
        </w:rPr>
        <w:t xml:space="preserve">                              P o d a t n o ś c i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Węzeł:    Rodzaj:        Kąt:     Dx(Do*):      Dy:         DFi: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927204">
        <w:rPr>
          <w:rFonts w:ascii="Courier New" w:hAnsi="Courier New" w:cs="Courier New"/>
        </w:rPr>
        <w:t xml:space="preserve">                                      </w:t>
      </w:r>
      <w:r w:rsidRPr="00653895">
        <w:rPr>
          <w:rFonts w:ascii="Courier New" w:hAnsi="Courier New" w:cs="Courier New"/>
          <w:lang w:val="de-DE"/>
        </w:rPr>
        <w:t>[ m / k N ]        [rad/kNm]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>------------------------------------------------------------------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1        stała         0,0    0,000E+00   0,000E+00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4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8        stała         0,0    0,000E+00   0,000E+00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b/>
          <w:bCs/>
        </w:rPr>
        <w:t>OSIADANIA: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Węzeł:        Kąt:        Wx(Wo*)[m]:     Wy[m]:     FIo[grad]: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B r a k    O s i a d a ń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==================================================================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</w:t>
      </w:r>
      <w:r w:rsidRPr="00927204">
        <w:rPr>
          <w:rFonts w:ascii="Courier New" w:hAnsi="Courier New" w:cs="Courier New"/>
          <w:b/>
          <w:bCs/>
        </w:rPr>
        <w:t>W  Y  N  I  K  I  wg PN 82/B-02000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</w:t>
      </w:r>
      <w:r w:rsidRPr="00927204">
        <w:rPr>
          <w:rFonts w:ascii="Courier New" w:hAnsi="Courier New" w:cs="Courier New"/>
          <w:b/>
          <w:bCs/>
        </w:rPr>
        <w:t xml:space="preserve"> Teoria II-go rzędu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</w:t>
      </w:r>
      <w:r w:rsidRPr="00927204">
        <w:rPr>
          <w:rFonts w:ascii="Courier New" w:hAnsi="Courier New" w:cs="Courier New"/>
          <w:b/>
          <w:bCs/>
        </w:rPr>
        <w:t>Kombinatoryka obciążeń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==================================================================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b/>
          <w:bCs/>
        </w:rPr>
        <w:t>OBCIĄŻENIOWE WSPÓŁ. BEZPIECZ.: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Grupa:                              Znaczenie:     </w:t>
      </w:r>
      <w:r w:rsidRPr="00927204">
        <w:rPr>
          <w:rFonts w:ascii="Symbol" w:hAnsi="Symbol" w:cs="Symbol"/>
        </w:rPr>
        <w:t></w:t>
      </w:r>
      <w:r w:rsidRPr="00927204">
        <w:rPr>
          <w:rFonts w:ascii="Courier New" w:hAnsi="Courier New" w:cs="Courier New"/>
        </w:rPr>
        <w:t xml:space="preserve">d:    </w:t>
      </w:r>
      <w:r w:rsidRPr="00927204">
        <w:rPr>
          <w:rFonts w:ascii="Symbol" w:hAnsi="Symbol" w:cs="Symbol"/>
        </w:rPr>
        <w:t></w:t>
      </w:r>
      <w:r w:rsidRPr="00927204">
        <w:rPr>
          <w:rFonts w:ascii="Courier New" w:hAnsi="Courier New" w:cs="Courier New"/>
        </w:rPr>
        <w:t>f: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Ciężar wł.                                               2,00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A -"Obciążenia stałe"              Stałe                 1,15/1,00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B -"Obciązenie użytkowe dachu"     Zmienne    1   1,00   1,15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C -"Śnieg maksymalny"       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D -"Wiatr na ściany z lewej"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E -"Wiatr na ściany z prawej"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F -"Ssanie na dach z lewej" 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G -"Ssanie na dach z prawej"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H -"Parcie na dach z lewej" 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I -"Parcie na dach z prawej"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J -"Siły w ze stężeń w dół" 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K -"Siły w ze stężeń w górę"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lastRenderedPageBreak/>
        <w:t>L -"Siła ze stężeń ściskająca"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M -"Siła ze stężeń rozciąg."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N -"Śnieg zredukowany z lewej"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O -"Śnieg zredukowany z prawej"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P -"Wiatr prost. do ści. szcz."    Zmienne    1   0,00   1,50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Q -"Max wiatr - L"          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R -"Max wiatr - P"                 Zmienne    1   0,00   1,50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b/>
          <w:bCs/>
        </w:rPr>
        <w:t>RELACJE GRUP OBCIĄŻEŃ: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Grupa obc.:                     Relacje: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Ciężar wł.                      ZAWSZE     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A -"Obciążenia stałe"           ZAWSZE     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B -"Obciązenie użytkowe dachu"  EWENTUALNIE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C -"Śnieg maksymalny"       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NOQR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D -"Wiatr na ściany z lewej"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EGIJKLMPQR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E -"Wiatr na ściany z prawej"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DFHJKLMPQR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F -"Ssanie na dach z lewej" 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EGHIJKLMPR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G -"Ssanie na dach z prawej"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DFHIJKLMPQ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H -"Parcie na dach z lewej" 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EFGIJKLMPR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I -"Parcie na dach z prawej"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DFGHJKLMPQ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J -"Siły w ze stężeń w dół" 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DEFGHIKQR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K -"Siły w ze stężeń w górę"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DEFGHIJQR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L -"Siła ze stężeń ściskająca"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DEFGHIMQR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M -"Siła ze stężeń rozciąg."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DEFGHILQR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N -"Śnieg zredukowany z lewej"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COQR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O -"Śnieg zredukowany z prawej"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CNQR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P -"Wiatr prost. do ści. szcz."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DEFGHIQR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Q -"Max wiatr - L"          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CDEGIJKLMNOPR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R -"Max wiatr - P"              EWENTUALNIE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Nie występuje z: CDEFHJKLMNOPQ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b/>
          <w:bCs/>
        </w:rPr>
        <w:t>KRYTERIA KOMBINACJI OBCIĄŻEŃ: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Nr:    Specyfikacja: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1      ZAWSZE     : A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EWENTUALNIE: B+C+D+E+F+G+H+I+N+O+P+Q+R+J+K+L+M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b/>
          <w:bCs/>
        </w:rPr>
        <w:t>REAKCJE - WARTOŚCI EKSTREMALNE:</w:t>
      </w:r>
      <w:r w:rsidRPr="00927204">
        <w:rPr>
          <w:rFonts w:ascii="Courier New" w:hAnsi="Courier New" w:cs="Courier New"/>
        </w:rPr>
        <w:t xml:space="preserve">  </w:t>
      </w:r>
      <w:r w:rsidRPr="00927204">
        <w:rPr>
          <w:rFonts w:ascii="Courier New" w:hAnsi="Courier New" w:cs="Courier New"/>
          <w:sz w:val="18"/>
          <w:szCs w:val="18"/>
        </w:rPr>
        <w:t>T.II rzędu  z imperfek.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Węzeł:  H[kN]:   V[kN]:    R[kN]:   M[kNm]:  Kombinacja obciążeń: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1 </w:t>
      </w:r>
      <w:r w:rsidRPr="00927204">
        <w:rPr>
          <w:rFonts w:ascii="Courier New" w:hAnsi="Courier New" w:cs="Courier New"/>
          <w:b/>
          <w:bCs/>
          <w:lang w:val="en-US"/>
        </w:rPr>
        <w:t xml:space="preserve">    61,63*</w:t>
      </w:r>
      <w:r w:rsidRPr="00927204">
        <w:rPr>
          <w:rFonts w:ascii="Courier New" w:hAnsi="Courier New" w:cs="Courier New"/>
          <w:lang w:val="en-US"/>
        </w:rPr>
        <w:t xml:space="preserve">   112,49    128,27            ABCE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</w:t>
      </w:r>
      <w:r w:rsidRPr="00927204">
        <w:rPr>
          <w:rFonts w:ascii="Courier New" w:hAnsi="Courier New" w:cs="Courier New"/>
          <w:b/>
          <w:bCs/>
          <w:lang w:val="en-US"/>
        </w:rPr>
        <w:t xml:space="preserve">   -25,37*</w:t>
      </w:r>
      <w:r w:rsidRPr="00927204">
        <w:rPr>
          <w:rFonts w:ascii="Courier New" w:hAnsi="Courier New" w:cs="Courier New"/>
          <w:lang w:val="en-US"/>
        </w:rPr>
        <w:t xml:space="preserve">   -21,77     33,43            aFQ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    51,31 </w:t>
      </w:r>
      <w:r w:rsidRPr="00927204">
        <w:rPr>
          <w:rFonts w:ascii="Courier New" w:hAnsi="Courier New" w:cs="Courier New"/>
          <w:b/>
          <w:bCs/>
          <w:lang w:val="en-US"/>
        </w:rPr>
        <w:t xml:space="preserve">   113,20*</w:t>
      </w:r>
      <w:r w:rsidRPr="00927204">
        <w:rPr>
          <w:rFonts w:ascii="Courier New" w:hAnsi="Courier New" w:cs="Courier New"/>
          <w:lang w:val="en-US"/>
        </w:rPr>
        <w:t xml:space="preserve">   124,29            ABEO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    -2,47 </w:t>
      </w:r>
      <w:r w:rsidRPr="00927204">
        <w:rPr>
          <w:rFonts w:ascii="Courier New" w:hAnsi="Courier New" w:cs="Courier New"/>
          <w:b/>
          <w:bCs/>
          <w:lang w:val="en-US"/>
        </w:rPr>
        <w:t xml:space="preserve">   -25,60*</w:t>
      </w:r>
      <w:r w:rsidRPr="00927204">
        <w:rPr>
          <w:rFonts w:ascii="Courier New" w:hAnsi="Courier New" w:cs="Courier New"/>
          <w:lang w:val="en-US"/>
        </w:rPr>
        <w:t xml:space="preserve">    25,72            aLP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    61,63    112,49 </w:t>
      </w:r>
      <w:r w:rsidRPr="00927204">
        <w:rPr>
          <w:rFonts w:ascii="Courier New" w:hAnsi="Courier New" w:cs="Courier New"/>
          <w:b/>
          <w:bCs/>
          <w:lang w:val="en-US"/>
        </w:rPr>
        <w:t xml:space="preserve">   128,27*</w:t>
      </w:r>
      <w:r w:rsidRPr="00927204">
        <w:rPr>
          <w:rFonts w:ascii="Courier New" w:hAnsi="Courier New" w:cs="Courier New"/>
          <w:lang w:val="en-US"/>
        </w:rPr>
        <w:t xml:space="preserve">           ABCE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4 </w:t>
      </w:r>
      <w:r w:rsidRPr="00927204">
        <w:rPr>
          <w:rFonts w:ascii="Courier New" w:hAnsi="Courier New" w:cs="Courier New"/>
          <w:b/>
          <w:bCs/>
          <w:lang w:val="en-US"/>
        </w:rPr>
        <w:t xml:space="preserve">    25,36*</w:t>
      </w:r>
      <w:r w:rsidRPr="00927204">
        <w:rPr>
          <w:rFonts w:ascii="Courier New" w:hAnsi="Courier New" w:cs="Courier New"/>
          <w:lang w:val="en-US"/>
        </w:rPr>
        <w:t xml:space="preserve">   -21,82     33,46            aGR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</w:t>
      </w:r>
      <w:r w:rsidRPr="00927204">
        <w:rPr>
          <w:rFonts w:ascii="Courier New" w:hAnsi="Courier New" w:cs="Courier New"/>
          <w:b/>
          <w:bCs/>
          <w:lang w:val="en-US"/>
        </w:rPr>
        <w:t xml:space="preserve">   -61,65*</w:t>
      </w:r>
      <w:r w:rsidRPr="00927204">
        <w:rPr>
          <w:rFonts w:ascii="Courier New" w:hAnsi="Courier New" w:cs="Courier New"/>
          <w:lang w:val="en-US"/>
        </w:rPr>
        <w:t xml:space="preserve">   112,50    128,28            ABCD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   -38,31 </w:t>
      </w:r>
      <w:r w:rsidRPr="00927204">
        <w:rPr>
          <w:rFonts w:ascii="Courier New" w:hAnsi="Courier New" w:cs="Courier New"/>
          <w:b/>
          <w:bCs/>
          <w:lang w:val="en-US"/>
        </w:rPr>
        <w:t xml:space="preserve">   125,23*</w:t>
      </w:r>
      <w:r w:rsidRPr="00927204">
        <w:rPr>
          <w:rFonts w:ascii="Courier New" w:hAnsi="Courier New" w:cs="Courier New"/>
          <w:lang w:val="en-US"/>
        </w:rPr>
        <w:t xml:space="preserve">   130,96            ABJMN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     1,78 </w:t>
      </w:r>
      <w:r w:rsidRPr="00927204">
        <w:rPr>
          <w:rFonts w:ascii="Courier New" w:hAnsi="Courier New" w:cs="Courier New"/>
          <w:b/>
          <w:bCs/>
          <w:lang w:val="en-US"/>
        </w:rPr>
        <w:t xml:space="preserve">   -54,02*</w:t>
      </w:r>
      <w:r w:rsidRPr="00927204">
        <w:rPr>
          <w:rFonts w:ascii="Courier New" w:hAnsi="Courier New" w:cs="Courier New"/>
          <w:lang w:val="en-US"/>
        </w:rPr>
        <w:t xml:space="preserve">    54,05            aKLP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   -46,77    124,06 </w:t>
      </w:r>
      <w:r w:rsidRPr="00927204">
        <w:rPr>
          <w:rFonts w:ascii="Courier New" w:hAnsi="Courier New" w:cs="Courier New"/>
          <w:b/>
          <w:bCs/>
          <w:lang w:val="en-US"/>
        </w:rPr>
        <w:t xml:space="preserve">   132,59*</w:t>
      </w:r>
      <w:r w:rsidRPr="00927204">
        <w:rPr>
          <w:rFonts w:ascii="Courier New" w:hAnsi="Courier New" w:cs="Courier New"/>
          <w:lang w:val="en-US"/>
        </w:rPr>
        <w:t xml:space="preserve">           ABCJM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8 </w:t>
      </w:r>
      <w:r w:rsidRPr="00927204">
        <w:rPr>
          <w:rFonts w:ascii="Courier New" w:hAnsi="Courier New" w:cs="Courier New"/>
          <w:b/>
          <w:bCs/>
          <w:lang w:val="en-US"/>
        </w:rPr>
        <w:t xml:space="preserve">     2,70*</w:t>
      </w:r>
      <w:r w:rsidRPr="00927204">
        <w:rPr>
          <w:rFonts w:ascii="Courier New" w:hAnsi="Courier New" w:cs="Courier New"/>
          <w:lang w:val="en-US"/>
        </w:rPr>
        <w:t xml:space="preserve">   178,78    178,80            ABDHO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27204">
        <w:rPr>
          <w:rFonts w:ascii="Courier New" w:hAnsi="Courier New" w:cs="Courier New"/>
          <w:lang w:val="en-US"/>
        </w:rPr>
        <w:t xml:space="preserve">    </w:t>
      </w:r>
      <w:r w:rsidRPr="00927204">
        <w:rPr>
          <w:rFonts w:ascii="Courier New" w:hAnsi="Courier New" w:cs="Courier New"/>
          <w:b/>
          <w:bCs/>
          <w:lang w:val="en-US"/>
        </w:rPr>
        <w:t xml:space="preserve">    -2,69*</w:t>
      </w:r>
      <w:r w:rsidRPr="00927204">
        <w:rPr>
          <w:rFonts w:ascii="Courier New" w:hAnsi="Courier New" w:cs="Courier New"/>
          <w:lang w:val="en-US"/>
        </w:rPr>
        <w:t xml:space="preserve">   178,77    178,79            ABEIN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  <w:lang w:val="en-US"/>
        </w:rPr>
        <w:t xml:space="preserve">         </w:t>
      </w:r>
      <w:r w:rsidRPr="00927204">
        <w:rPr>
          <w:rFonts w:ascii="Courier New" w:hAnsi="Courier New" w:cs="Courier New"/>
        </w:rPr>
        <w:t xml:space="preserve">1,41 </w:t>
      </w:r>
      <w:r w:rsidRPr="00927204">
        <w:rPr>
          <w:rFonts w:ascii="Courier New" w:hAnsi="Courier New" w:cs="Courier New"/>
          <w:b/>
          <w:bCs/>
        </w:rPr>
        <w:t xml:space="preserve">   239,00*</w:t>
      </w:r>
      <w:r w:rsidRPr="00927204">
        <w:rPr>
          <w:rFonts w:ascii="Courier New" w:hAnsi="Courier New" w:cs="Courier New"/>
        </w:rPr>
        <w:t xml:space="preserve">   239,01            ABCD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-0,21 </w:t>
      </w:r>
      <w:r w:rsidRPr="00927204">
        <w:rPr>
          <w:rFonts w:ascii="Courier New" w:hAnsi="Courier New" w:cs="Courier New"/>
          <w:b/>
          <w:bCs/>
        </w:rPr>
        <w:t xml:space="preserve">   -49,07*</w:t>
      </w:r>
      <w:r w:rsidRPr="00927204">
        <w:rPr>
          <w:rFonts w:ascii="Courier New" w:hAnsi="Courier New" w:cs="Courier New"/>
        </w:rPr>
        <w:t xml:space="preserve">    49,07            aJMP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1,41    239,00 </w:t>
      </w:r>
      <w:r w:rsidRPr="00927204">
        <w:rPr>
          <w:rFonts w:ascii="Courier New" w:hAnsi="Courier New" w:cs="Courier New"/>
          <w:b/>
          <w:bCs/>
        </w:rPr>
        <w:t xml:space="preserve">   239,01*</w:t>
      </w:r>
      <w:r w:rsidRPr="00927204">
        <w:rPr>
          <w:rFonts w:ascii="Courier New" w:hAnsi="Courier New" w:cs="Courier New"/>
        </w:rPr>
        <w:t xml:space="preserve">           ABCD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>------------------------------------------------------------------</w:t>
      </w:r>
    </w:p>
    <w:p w:rsidR="009D7D47" w:rsidRPr="00927204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927204">
        <w:rPr>
          <w:rFonts w:ascii="Courier New" w:hAnsi="Courier New" w:cs="Courier New"/>
        </w:rPr>
        <w:t xml:space="preserve">                                        * = Wartości ekstremalne</w:t>
      </w:r>
    </w:p>
    <w:p w:rsidR="009D7D47" w:rsidRPr="00927204" w:rsidRDefault="009D7D47" w:rsidP="009D7D47">
      <w:pPr>
        <w:autoSpaceDE w:val="0"/>
        <w:autoSpaceDN w:val="0"/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Dodatkowe obliczeniowe siły poziome, prostopadłe do płaszczyzny ramy, działające w poziomie wierzchu cokołów fundamentowych </w:t>
      </w:r>
      <w:r w:rsidRPr="00E94586">
        <w:rPr>
          <w:rFonts w:ascii="Arial" w:hAnsi="Arial" w:cs="Arial"/>
          <w:b/>
          <w:color w:val="0000FF"/>
        </w:rPr>
        <w:t>słupów</w:t>
      </w:r>
      <w:r w:rsidRPr="00E94586">
        <w:rPr>
          <w:rFonts w:ascii="Arial" w:hAnsi="Arial" w:cs="Arial"/>
          <w:b/>
        </w:rPr>
        <w:t xml:space="preserve"> - od stężeń pionowych </w:t>
      </w:r>
    </w:p>
    <w:p w:rsidR="009D7D47" w:rsidRPr="00E94586" w:rsidRDefault="009D7D47" w:rsidP="009D7D47">
      <w:pPr>
        <w:rPr>
          <w:rFonts w:ascii="Arial" w:hAnsi="Arial" w:cs="Arial"/>
          <w:b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 = </w:t>
      </w:r>
      <w:r>
        <w:rPr>
          <w:rFonts w:ascii="Arial" w:hAnsi="Arial" w:cs="Arial"/>
          <w:b/>
        </w:rPr>
        <w:t>56</w:t>
      </w:r>
      <w:r w:rsidRPr="00E94586">
        <w:rPr>
          <w:rFonts w:ascii="Arial" w:hAnsi="Arial" w:cs="Arial"/>
          <w:b/>
        </w:rPr>
        <w:t xml:space="preserve">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>- węzeł 4</w:t>
      </w: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 w:rsidRPr="00E800EC">
        <w:rPr>
          <w:rFonts w:ascii="Arial" w:hAnsi="Arial" w:cs="Arial"/>
          <w:b/>
          <w:sz w:val="32"/>
          <w:szCs w:val="32"/>
          <w:u w:val="single"/>
        </w:rPr>
        <w:t xml:space="preserve">Rama w osi </w:t>
      </w:r>
      <w:r>
        <w:rPr>
          <w:rFonts w:ascii="Arial" w:hAnsi="Arial" w:cs="Arial"/>
          <w:b/>
          <w:sz w:val="32"/>
          <w:szCs w:val="32"/>
          <w:u w:val="single"/>
        </w:rPr>
        <w:t>4, 5, 7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NAZWA: Rama 4, 5, 7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 xml:space="preserve">WĘZŁY:   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noProof/>
        </w:rPr>
        <w:drawing>
          <wp:inline distT="0" distB="0" distL="0" distR="0" wp14:anchorId="5D85720A" wp14:editId="6374DCA5">
            <wp:extent cx="5760720" cy="2301240"/>
            <wp:effectExtent l="0" t="0" r="0" b="0"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PODPORY:</w:t>
      </w:r>
      <w:r w:rsidRPr="003177A3">
        <w:rPr>
          <w:rFonts w:ascii="Courier New" w:hAnsi="Courier New" w:cs="Courier New"/>
        </w:rPr>
        <w:t xml:space="preserve">                              P o d a t n o ś c i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  Rodzaj:        Kąt:     Dx(Do*):      Dy:         DFi: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3177A3">
        <w:rPr>
          <w:rFonts w:ascii="Courier New" w:hAnsi="Courier New" w:cs="Courier New"/>
        </w:rPr>
        <w:t xml:space="preserve">                                      </w:t>
      </w:r>
      <w:r w:rsidRPr="00653895">
        <w:rPr>
          <w:rFonts w:ascii="Courier New" w:hAnsi="Courier New" w:cs="Courier New"/>
          <w:lang w:val="de-DE"/>
        </w:rPr>
        <w:t>[ m / k N ]        [rad/kNm]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>------------------------------------------------------------------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1        stała         0,0    0,000E+00   0,000E+00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4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8        stała         0,0    0,000E+00   0,000E+00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OSIADANIA: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      Kąt:        Wx(Wo*)[m]:     Wy[m]:     FIo[grad]: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B r a k    O s i a d a ń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==================================================================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</w:t>
      </w:r>
      <w:r w:rsidRPr="003177A3">
        <w:rPr>
          <w:rFonts w:ascii="Courier New" w:hAnsi="Courier New" w:cs="Courier New"/>
          <w:b/>
          <w:bCs/>
        </w:rPr>
        <w:t>W  Y  N  I  K  I  wg PN 82/B-02000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</w:t>
      </w:r>
      <w:r w:rsidRPr="003177A3">
        <w:rPr>
          <w:rFonts w:ascii="Courier New" w:hAnsi="Courier New" w:cs="Courier New"/>
          <w:b/>
          <w:bCs/>
        </w:rPr>
        <w:t xml:space="preserve"> Teoria II-go rzędu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</w:t>
      </w:r>
      <w:r w:rsidRPr="003177A3">
        <w:rPr>
          <w:rFonts w:ascii="Courier New" w:hAnsi="Courier New" w:cs="Courier New"/>
          <w:b/>
          <w:bCs/>
        </w:rPr>
        <w:t>Kombinatoryka obciążeń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==================================================================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OBCIĄŻENIOWE WSPÓŁ. BEZPIECZ.: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Grupa:                              Znaczenie:     </w:t>
      </w:r>
      <w:r w:rsidRPr="003177A3">
        <w:rPr>
          <w:rFonts w:ascii="Symbol" w:hAnsi="Symbol" w:cs="Symbol"/>
        </w:rPr>
        <w:t></w:t>
      </w:r>
      <w:r w:rsidRPr="003177A3">
        <w:rPr>
          <w:rFonts w:ascii="Courier New" w:hAnsi="Courier New" w:cs="Courier New"/>
        </w:rPr>
        <w:t xml:space="preserve">d:    </w:t>
      </w:r>
      <w:r w:rsidRPr="003177A3">
        <w:rPr>
          <w:rFonts w:ascii="Symbol" w:hAnsi="Symbol" w:cs="Symbol"/>
        </w:rPr>
        <w:t></w:t>
      </w:r>
      <w:r w:rsidRPr="003177A3">
        <w:rPr>
          <w:rFonts w:ascii="Courier New" w:hAnsi="Courier New" w:cs="Courier New"/>
        </w:rPr>
        <w:t>f: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Ciężar wł.                                               2,00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A -"Obciążenia stałe"              Stałe                 1,15/1,00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B -"Obciązenie użytkowe dachu"     Zmienne    1   1,00   1,15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 -"Śnieg maksymalny"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D -"Wiatr na ściany z lewej"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E -"Wiatr na ściany z prawej"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F -"Ssanie na dach z lewej"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 -"Ssanie na dach z prawej"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H -"Parcie na dach z lewej"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I -"Parcie na dach z prawej"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 -"Śnieg zredukowany z lewej"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O -"Śnieg zredukowany z prawej"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>P -"Wiatr prost. do ści. szcz."    Zmienne    1   0,00   1,50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Q -"Max wiatr - L"   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R -"Max wiatr - P"   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RELACJE GRUP OBCIĄŻEŃ: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Grupa obc.:                     Relacje: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Ciężar wł.                      ZAWSZE     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A -"Obciążenia stałe"           ZAWSZE     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B -"Obciązenie użytkowe dachu"  EWENTUALNIE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 -"Śnieg maksymalny"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NOQR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D -"Wiatr na ściany z lewej"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EGIPQR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E -"Wiatr na ściany z prawej"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DFHPQR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F -"Ssanie na dach z lewej"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EGHIPR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 -"Ssanie na dach z prawej"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DFHIPQ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H -"Parcie na dach z lewej"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EFGIPR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I -"Parcie na dach z prawej"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DFGHPQ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 -"Śnieg zredukowany z lewej"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COQR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O -"Śnieg zredukowany z prawej"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CNQR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P -"Wiatr prost. do ści. szcz."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DEFGHIQR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Q -"Max wiatr - L"   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CDEGINOPR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R -"Max wiatr - P"   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CDEFHNOPQ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KRYTERIA KOMBINACJI OBCIĄŻEŃ: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Nr:    Specyfikacja: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1      ZAWSZE     :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EWENTUALNIE: B+C+D+E+F+G+H+I+N+O+P+Q+R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REAKCJE - WARTOŚCI EKSTREMALNE:</w:t>
      </w:r>
      <w:r w:rsidRPr="003177A3">
        <w:rPr>
          <w:rFonts w:ascii="Courier New" w:hAnsi="Courier New" w:cs="Courier New"/>
        </w:rPr>
        <w:t xml:space="preserve">  </w:t>
      </w:r>
      <w:r w:rsidRPr="003177A3">
        <w:rPr>
          <w:rFonts w:ascii="Courier New" w:hAnsi="Courier New" w:cs="Courier New"/>
          <w:sz w:val="18"/>
          <w:szCs w:val="18"/>
        </w:rPr>
        <w:t>T.II rzędu  z imperfek.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H[kN]:   V[kN]:    R[kN]:   M[kNm]:  Kombinacja obciążeń: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61,63*</w:t>
      </w:r>
      <w:r w:rsidRPr="003177A3">
        <w:rPr>
          <w:rFonts w:ascii="Courier New" w:hAnsi="Courier New" w:cs="Courier New"/>
          <w:lang w:val="en-US"/>
        </w:rPr>
        <w:t xml:space="preserve">   112,49    128,27            ABCE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-25,37*</w:t>
      </w:r>
      <w:r w:rsidRPr="003177A3">
        <w:rPr>
          <w:rFonts w:ascii="Courier New" w:hAnsi="Courier New" w:cs="Courier New"/>
          <w:lang w:val="en-US"/>
        </w:rPr>
        <w:t xml:space="preserve">   -21,77     33,43            aFQ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51,31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113,20*</w:t>
      </w:r>
      <w:r w:rsidRPr="003177A3">
        <w:rPr>
          <w:rFonts w:ascii="Courier New" w:hAnsi="Courier New" w:cs="Courier New"/>
          <w:lang w:val="en-US"/>
        </w:rPr>
        <w:t xml:space="preserve">   124,29            ABEO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-3,03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-24,18*</w:t>
      </w:r>
      <w:r w:rsidRPr="003177A3">
        <w:rPr>
          <w:rFonts w:ascii="Courier New" w:hAnsi="Courier New" w:cs="Courier New"/>
          <w:lang w:val="en-US"/>
        </w:rPr>
        <w:t xml:space="preserve">    24,37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61,63    112,49 </w:t>
      </w:r>
      <w:r w:rsidRPr="003177A3">
        <w:rPr>
          <w:rFonts w:ascii="Courier New" w:hAnsi="Courier New" w:cs="Courier New"/>
          <w:b/>
          <w:bCs/>
          <w:lang w:val="en-US"/>
        </w:rPr>
        <w:t xml:space="preserve">   128,27*</w:t>
      </w:r>
      <w:r w:rsidRPr="003177A3">
        <w:rPr>
          <w:rFonts w:ascii="Courier New" w:hAnsi="Courier New" w:cs="Courier New"/>
          <w:lang w:val="en-US"/>
        </w:rPr>
        <w:t xml:space="preserve">           ABCE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4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25,36*</w:t>
      </w:r>
      <w:r w:rsidRPr="003177A3">
        <w:rPr>
          <w:rFonts w:ascii="Courier New" w:hAnsi="Courier New" w:cs="Courier New"/>
          <w:lang w:val="en-US"/>
        </w:rPr>
        <w:t xml:space="preserve">   -21,82     33,46            aGR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-61,65*</w:t>
      </w:r>
      <w:r w:rsidRPr="003177A3">
        <w:rPr>
          <w:rFonts w:ascii="Courier New" w:hAnsi="Courier New" w:cs="Courier New"/>
          <w:lang w:val="en-US"/>
        </w:rPr>
        <w:t xml:space="preserve">   112,50    128,28 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-51,31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113,21*</w:t>
      </w:r>
      <w:r w:rsidRPr="003177A3">
        <w:rPr>
          <w:rFonts w:ascii="Courier New" w:hAnsi="Courier New" w:cs="Courier New"/>
          <w:lang w:val="en-US"/>
        </w:rPr>
        <w:t xml:space="preserve">   124,30            ABDN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3,23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-24,25*</w:t>
      </w:r>
      <w:r w:rsidRPr="003177A3">
        <w:rPr>
          <w:rFonts w:ascii="Courier New" w:hAnsi="Courier New" w:cs="Courier New"/>
          <w:lang w:val="en-US"/>
        </w:rPr>
        <w:t xml:space="preserve">    24,46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-61,65    112,50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128,28*</w:t>
      </w:r>
      <w:r w:rsidRPr="003177A3">
        <w:rPr>
          <w:rFonts w:ascii="Courier New" w:hAnsi="Courier New" w:cs="Courier New"/>
          <w:lang w:val="en-US"/>
        </w:rPr>
        <w:t xml:space="preserve">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8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2,70*</w:t>
      </w:r>
      <w:r w:rsidRPr="003177A3">
        <w:rPr>
          <w:rFonts w:ascii="Courier New" w:hAnsi="Courier New" w:cs="Courier New"/>
          <w:lang w:val="en-US"/>
        </w:rPr>
        <w:t xml:space="preserve">   178,78    178,80            ABDHO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-2,69*</w:t>
      </w:r>
      <w:r w:rsidRPr="003177A3">
        <w:rPr>
          <w:rFonts w:ascii="Courier New" w:hAnsi="Courier New" w:cs="Courier New"/>
          <w:lang w:val="en-US"/>
        </w:rPr>
        <w:t xml:space="preserve">   178,77    178,79            ABEIN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lang w:val="en-US"/>
        </w:rPr>
        <w:t xml:space="preserve">         </w:t>
      </w:r>
      <w:r w:rsidRPr="003177A3">
        <w:rPr>
          <w:rFonts w:ascii="Courier New" w:hAnsi="Courier New" w:cs="Courier New"/>
        </w:rPr>
        <w:t xml:space="preserve">1,41 </w:t>
      </w:r>
      <w:r w:rsidRPr="003177A3">
        <w:rPr>
          <w:rFonts w:ascii="Courier New" w:hAnsi="Courier New" w:cs="Courier New"/>
          <w:b/>
          <w:bCs/>
        </w:rPr>
        <w:t xml:space="preserve">   239,00*</w:t>
      </w:r>
      <w:r w:rsidRPr="003177A3">
        <w:rPr>
          <w:rFonts w:ascii="Courier New" w:hAnsi="Courier New" w:cs="Courier New"/>
        </w:rPr>
        <w:t xml:space="preserve">   239,01 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-0,20 </w:t>
      </w:r>
      <w:r w:rsidRPr="003177A3">
        <w:rPr>
          <w:rFonts w:ascii="Courier New" w:hAnsi="Courier New" w:cs="Courier New"/>
          <w:b/>
          <w:bCs/>
        </w:rPr>
        <w:t xml:space="preserve">   -46,13*</w:t>
      </w:r>
      <w:r w:rsidRPr="003177A3">
        <w:rPr>
          <w:rFonts w:ascii="Courier New" w:hAnsi="Courier New" w:cs="Courier New"/>
        </w:rPr>
        <w:t xml:space="preserve">    46,13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1,41    239,00 </w:t>
      </w:r>
      <w:r w:rsidRPr="003177A3">
        <w:rPr>
          <w:rFonts w:ascii="Courier New" w:hAnsi="Courier New" w:cs="Courier New"/>
          <w:b/>
          <w:bCs/>
        </w:rPr>
        <w:t xml:space="preserve">   239,01*</w:t>
      </w:r>
      <w:r w:rsidRPr="003177A3">
        <w:rPr>
          <w:rFonts w:ascii="Courier New" w:hAnsi="Courier New" w:cs="Courier New"/>
        </w:rPr>
        <w:t xml:space="preserve">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        * = Wartości ekstremalne</w:t>
      </w:r>
    </w:p>
    <w:p w:rsidR="009D7D47" w:rsidRPr="003177A3" w:rsidRDefault="009D7D47" w:rsidP="009D7D47">
      <w:pPr>
        <w:autoSpaceDE w:val="0"/>
        <w:autoSpaceDN w:val="0"/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 w:rsidRPr="00E800EC">
        <w:rPr>
          <w:rFonts w:ascii="Arial" w:hAnsi="Arial" w:cs="Arial"/>
          <w:b/>
          <w:sz w:val="32"/>
          <w:szCs w:val="32"/>
          <w:u w:val="single"/>
        </w:rPr>
        <w:t xml:space="preserve">Rama w osi </w:t>
      </w:r>
      <w:r>
        <w:rPr>
          <w:rFonts w:ascii="Arial" w:hAnsi="Arial" w:cs="Arial"/>
          <w:b/>
          <w:sz w:val="32"/>
          <w:szCs w:val="32"/>
          <w:u w:val="single"/>
        </w:rPr>
        <w:t>6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NAZWA: Rama 6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 xml:space="preserve">WĘZŁY:   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noProof/>
        </w:rPr>
        <w:drawing>
          <wp:inline distT="0" distB="0" distL="0" distR="0" wp14:anchorId="15419F2E" wp14:editId="11845725">
            <wp:extent cx="5760720" cy="2362200"/>
            <wp:effectExtent l="0" t="0" r="0" b="0"/>
            <wp:docPr id="129" name="Obraz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PODPORY:</w:t>
      </w:r>
      <w:r w:rsidRPr="003177A3">
        <w:rPr>
          <w:rFonts w:ascii="Courier New" w:hAnsi="Courier New" w:cs="Courier New"/>
        </w:rPr>
        <w:t xml:space="preserve">                              P o d a t n o ś c i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  Rodzaj:        Kąt:     Dx(Do*):      Dy:         DFi: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3177A3">
        <w:rPr>
          <w:rFonts w:ascii="Courier New" w:hAnsi="Courier New" w:cs="Courier New"/>
        </w:rPr>
        <w:t xml:space="preserve">                                      </w:t>
      </w:r>
      <w:r w:rsidRPr="00653895">
        <w:rPr>
          <w:rFonts w:ascii="Courier New" w:hAnsi="Courier New" w:cs="Courier New"/>
          <w:lang w:val="de-DE"/>
        </w:rPr>
        <w:t>[ m / k N ]        [rad/kNm]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>------------------------------------------------------------------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1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4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8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16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17        stała         0,0    0,000E+00   0,000E+00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18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19        stała         0,0    0,000E+00   0,000E+00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OSIADANIA: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      Kąt:        Wx(Wo*)[m]:     Wy[m]:     FIo[grad]: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B r a k    O s i a d a ń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==================================================================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</w:t>
      </w:r>
      <w:r w:rsidRPr="003177A3">
        <w:rPr>
          <w:rFonts w:ascii="Courier New" w:hAnsi="Courier New" w:cs="Courier New"/>
          <w:b/>
          <w:bCs/>
        </w:rPr>
        <w:t>W  Y  N  I  K  I  wg PN 82/B-02000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</w:t>
      </w:r>
      <w:r w:rsidRPr="003177A3">
        <w:rPr>
          <w:rFonts w:ascii="Courier New" w:hAnsi="Courier New" w:cs="Courier New"/>
          <w:b/>
          <w:bCs/>
        </w:rPr>
        <w:t xml:space="preserve"> Teoria I-go rzędu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</w:t>
      </w:r>
      <w:r w:rsidRPr="003177A3">
        <w:rPr>
          <w:rFonts w:ascii="Courier New" w:hAnsi="Courier New" w:cs="Courier New"/>
          <w:b/>
          <w:bCs/>
        </w:rPr>
        <w:t>Kombinatoryka obciążeń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==================================================================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OBCIĄŻENIOWE WSPÓŁ. BEZPIECZ.: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Grupa:                              Znaczenie:     </w:t>
      </w:r>
      <w:r w:rsidRPr="003177A3">
        <w:rPr>
          <w:rFonts w:ascii="Symbol" w:hAnsi="Symbol" w:cs="Symbol"/>
        </w:rPr>
        <w:t></w:t>
      </w:r>
      <w:r w:rsidRPr="003177A3">
        <w:rPr>
          <w:rFonts w:ascii="Courier New" w:hAnsi="Courier New" w:cs="Courier New"/>
        </w:rPr>
        <w:t xml:space="preserve">d:    </w:t>
      </w:r>
      <w:r w:rsidRPr="003177A3">
        <w:rPr>
          <w:rFonts w:ascii="Symbol" w:hAnsi="Symbol" w:cs="Symbol"/>
        </w:rPr>
        <w:t></w:t>
      </w:r>
      <w:r w:rsidRPr="003177A3">
        <w:rPr>
          <w:rFonts w:ascii="Courier New" w:hAnsi="Courier New" w:cs="Courier New"/>
        </w:rPr>
        <w:t>f: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Ciężar wł.                                               1,15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A -"Obciążenia stałe"              Stałe                 1,15/1,00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B -"Obciązenie użytkowe dachu"     Zmienne    1   1,00   1,15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 -"Śnieg maksymalny"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D -"Wiatr na ściany z lewej"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E -"Wiatr na ściany z prawej"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F -"Ssanie na dach z lewej"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>G -"Ssanie na dach z prawej"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H -"Parcie na dach z lewej"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I -"Parcie na dach z prawej"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 -"Śnieg zredukowany z lewej"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O -"Śnieg zredukowany z prawej"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P -"Wiatr prost. do ści. szcz."    Zmienne    1   0,00   1,50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Q -"Max wiatr - L"   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R -"Max wiatr - P"   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RELACJE GRUP OBCIĄŻEŃ: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Grupa obc.:                     Relacje: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Ciężar wł.                      ZAWSZE     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A -"Obciążenia stałe"           ZAWSZE     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B -"Obciązenie użytkowe dachu"  EWENTUALNIE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 -"Śnieg maksymalny"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NOQR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D -"Wiatr na ściany z lewej"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EGIPQR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E -"Wiatr na ściany z prawej"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DFHPQR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F -"Ssanie na dach z lewej"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EGHIPR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 -"Ssanie na dach z prawej"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DFHIPQ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H -"Parcie na dach z lewej"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EFGIPR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I -"Parcie na dach z prawej"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DFGHPQ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 -"Śnieg zredukowany z lewej"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COQR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O -"Śnieg zredukowany z prawej"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CNQR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P -"Wiatr prost. do ści. szcz."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DEFGHIQR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Q -"Max wiatr - L"   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CDEGINOPR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R -"Max wiatr - P"   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CDEFHNOPQ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KRYTERIA KOMBINACJI OBCIĄŻEŃ: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Nr:    Specyfikacja: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1      ZAWSZE     :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EWENTUALNIE: B+C+D+E+F+G+H+I+N+O+P+Q+R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REAKCJE - WARTOŚCI EKSTREMALNE:</w:t>
      </w:r>
      <w:r w:rsidRPr="003177A3">
        <w:rPr>
          <w:rFonts w:ascii="Courier New" w:hAnsi="Courier New" w:cs="Courier New"/>
        </w:rPr>
        <w:t xml:space="preserve">  </w:t>
      </w:r>
      <w:r w:rsidRPr="003177A3">
        <w:rPr>
          <w:rFonts w:ascii="Courier New" w:hAnsi="Courier New" w:cs="Courier New"/>
          <w:sz w:val="18"/>
          <w:szCs w:val="18"/>
        </w:rPr>
        <w:t>T.I rzędu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H[kN]:   V[kN]:    R[kN]:   M[kNm]:  Kombinacja obciążeń: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10,70*</w:t>
      </w:r>
      <w:r w:rsidRPr="003177A3">
        <w:rPr>
          <w:rFonts w:ascii="Courier New" w:hAnsi="Courier New" w:cs="Courier New"/>
          <w:lang w:val="en-US"/>
        </w:rPr>
        <w:t xml:space="preserve">    15,25     18,63            ABOP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10,70*</w:t>
      </w:r>
      <w:r w:rsidRPr="003177A3">
        <w:rPr>
          <w:rFonts w:ascii="Courier New" w:hAnsi="Courier New" w:cs="Courier New"/>
          <w:lang w:val="en-US"/>
        </w:rPr>
        <w:t xml:space="preserve">    -6,54     12,54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10,70*</w:t>
      </w:r>
      <w:r w:rsidRPr="003177A3">
        <w:rPr>
          <w:rFonts w:ascii="Courier New" w:hAnsi="Courier New" w:cs="Courier New"/>
          <w:lang w:val="en-US"/>
        </w:rPr>
        <w:t xml:space="preserve">    -5,83     12,18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-9,30*</w:t>
      </w:r>
      <w:r w:rsidRPr="003177A3">
        <w:rPr>
          <w:rFonts w:ascii="Courier New" w:hAnsi="Courier New" w:cs="Courier New"/>
          <w:lang w:val="en-US"/>
        </w:rPr>
        <w:t xml:space="preserve">    10,33     13,90            ABHQ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-9,30*</w:t>
      </w:r>
      <w:r w:rsidRPr="003177A3">
        <w:rPr>
          <w:rFonts w:ascii="Courier New" w:hAnsi="Courier New" w:cs="Courier New"/>
          <w:lang w:val="en-US"/>
        </w:rPr>
        <w:t xml:space="preserve">    -8,30     12,46            aFQ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-9,30*</w:t>
      </w:r>
      <w:r w:rsidRPr="003177A3">
        <w:rPr>
          <w:rFonts w:ascii="Courier New" w:hAnsi="Courier New" w:cs="Courier New"/>
          <w:lang w:val="en-US"/>
        </w:rPr>
        <w:t xml:space="preserve">     7,71     12,08            AQ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-8,37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32,06*</w:t>
      </w:r>
      <w:r w:rsidRPr="003177A3">
        <w:rPr>
          <w:rFonts w:ascii="Courier New" w:hAnsi="Courier New" w:cs="Courier New"/>
          <w:lang w:val="en-US"/>
        </w:rPr>
        <w:t xml:space="preserve">    33,14            ABDHO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-8,62*</w:t>
      </w:r>
      <w:r w:rsidRPr="003177A3">
        <w:rPr>
          <w:rFonts w:ascii="Courier New" w:hAnsi="Courier New" w:cs="Courier New"/>
          <w:lang w:val="en-US"/>
        </w:rPr>
        <w:t xml:space="preserve">     8,62            aF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-8,37     32,06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33,14*</w:t>
      </w:r>
      <w:r w:rsidRPr="003177A3">
        <w:rPr>
          <w:rFonts w:ascii="Courier New" w:hAnsi="Courier New" w:cs="Courier New"/>
          <w:lang w:val="en-US"/>
        </w:rPr>
        <w:t xml:space="preserve">           ABDHO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4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9,30*</w:t>
      </w:r>
      <w:r w:rsidRPr="003177A3">
        <w:rPr>
          <w:rFonts w:ascii="Courier New" w:hAnsi="Courier New" w:cs="Courier New"/>
          <w:lang w:val="en-US"/>
        </w:rPr>
        <w:t xml:space="preserve">    10,26     13,85            ABIR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9,30*</w:t>
      </w:r>
      <w:r w:rsidRPr="003177A3">
        <w:rPr>
          <w:rFonts w:ascii="Courier New" w:hAnsi="Courier New" w:cs="Courier New"/>
          <w:lang w:val="en-US"/>
        </w:rPr>
        <w:t xml:space="preserve">    -8,25     12,43            aGR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9,30*</w:t>
      </w:r>
      <w:r w:rsidRPr="003177A3">
        <w:rPr>
          <w:rFonts w:ascii="Courier New" w:hAnsi="Courier New" w:cs="Courier New"/>
          <w:lang w:val="en-US"/>
        </w:rPr>
        <w:t xml:space="preserve">     7,65     12,04            AR</w:t>
      </w: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en-GB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</w:t>
      </w:r>
      <w:r w:rsidRPr="009D7D47">
        <w:rPr>
          <w:rFonts w:ascii="Courier New" w:hAnsi="Courier New" w:cs="Courier New"/>
          <w:b/>
          <w:bCs/>
          <w:lang w:val="en-GB"/>
        </w:rPr>
        <w:t>-10,70*</w:t>
      </w:r>
      <w:r w:rsidRPr="009D7D47">
        <w:rPr>
          <w:rFonts w:ascii="Courier New" w:hAnsi="Courier New" w:cs="Courier New"/>
          <w:lang w:val="en-GB"/>
        </w:rPr>
        <w:t xml:space="preserve">    15,08     18,49            ABNP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9D7D47">
        <w:rPr>
          <w:rFonts w:ascii="Courier New" w:hAnsi="Courier New" w:cs="Courier New"/>
          <w:lang w:val="en-GB"/>
        </w:rPr>
        <w:t xml:space="preserve">    </w:t>
      </w:r>
      <w:r w:rsidRPr="009D7D47">
        <w:rPr>
          <w:rFonts w:ascii="Courier New" w:hAnsi="Courier New" w:cs="Courier New"/>
          <w:b/>
          <w:bCs/>
          <w:lang w:val="en-GB"/>
        </w:rPr>
        <w:t xml:space="preserve">   </w:t>
      </w:r>
      <w:r w:rsidRPr="00653895">
        <w:rPr>
          <w:rFonts w:ascii="Courier New" w:hAnsi="Courier New" w:cs="Courier New"/>
          <w:b/>
          <w:bCs/>
          <w:lang w:val="de-DE"/>
        </w:rPr>
        <w:t>-10,70*</w:t>
      </w:r>
      <w:r w:rsidRPr="00653895">
        <w:rPr>
          <w:rFonts w:ascii="Courier New" w:hAnsi="Courier New" w:cs="Courier New"/>
          <w:lang w:val="de-DE"/>
        </w:rPr>
        <w:t xml:space="preserve">    -6,47     12,50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-10,70*</w:t>
      </w:r>
      <w:r w:rsidRPr="00653895">
        <w:rPr>
          <w:rFonts w:ascii="Courier New" w:hAnsi="Courier New" w:cs="Courier New"/>
          <w:lang w:val="de-DE"/>
        </w:rPr>
        <w:t xml:space="preserve">    -5,77     12,15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8,37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31,76*</w:t>
      </w:r>
      <w:r w:rsidRPr="00653895">
        <w:rPr>
          <w:rFonts w:ascii="Courier New" w:hAnsi="Courier New" w:cs="Courier New"/>
          <w:lang w:val="de-DE"/>
        </w:rPr>
        <w:t xml:space="preserve">    32,84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-8,58*</w:t>
      </w:r>
      <w:r w:rsidRPr="00653895">
        <w:rPr>
          <w:rFonts w:ascii="Courier New" w:hAnsi="Courier New" w:cs="Courier New"/>
          <w:lang w:val="de-DE"/>
        </w:rPr>
        <w:t xml:space="preserve">     8,58            aG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8,37     31,76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32,84*</w:t>
      </w:r>
      <w:r w:rsidRPr="00653895">
        <w:rPr>
          <w:rFonts w:ascii="Courier New" w:hAnsi="Courier New" w:cs="Courier New"/>
          <w:lang w:val="de-DE"/>
        </w:rPr>
        <w:t xml:space="preserve">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</w:t>
      </w:r>
      <w:r w:rsidRPr="009D7D47">
        <w:rPr>
          <w:rFonts w:ascii="Courier New" w:hAnsi="Courier New" w:cs="Courier New"/>
          <w:lang w:val="de-DE"/>
        </w:rPr>
        <w:t xml:space="preserve">8 </w:t>
      </w:r>
      <w:r w:rsidRPr="009D7D47">
        <w:rPr>
          <w:rFonts w:ascii="Courier New" w:hAnsi="Courier New" w:cs="Courier New"/>
          <w:b/>
          <w:bCs/>
          <w:lang w:val="de-DE"/>
        </w:rPr>
        <w:t xml:space="preserve">    21,79*</w:t>
      </w:r>
      <w:r w:rsidRPr="009D7D47">
        <w:rPr>
          <w:rFonts w:ascii="Courier New" w:hAnsi="Courier New" w:cs="Courier New"/>
          <w:lang w:val="de-DE"/>
        </w:rPr>
        <w:t xml:space="preserve">    -8,58     23,42            ABIR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D7D47">
        <w:rPr>
          <w:rFonts w:ascii="Courier New" w:hAnsi="Courier New" w:cs="Courier New"/>
          <w:lang w:val="de-DE"/>
        </w:rPr>
        <w:t xml:space="preserve">    </w:t>
      </w:r>
      <w:r w:rsidRPr="009D7D47">
        <w:rPr>
          <w:rFonts w:ascii="Courier New" w:hAnsi="Courier New" w:cs="Courier New"/>
          <w:b/>
          <w:bCs/>
          <w:lang w:val="de-DE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>21,79*</w:t>
      </w:r>
      <w:r w:rsidRPr="003177A3">
        <w:rPr>
          <w:rFonts w:ascii="Courier New" w:hAnsi="Courier New" w:cs="Courier New"/>
          <w:lang w:val="en-US"/>
        </w:rPr>
        <w:t xml:space="preserve">   -15,56     26,78            aIR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21,79*</w:t>
      </w:r>
      <w:r w:rsidRPr="003177A3">
        <w:rPr>
          <w:rFonts w:ascii="Courier New" w:hAnsi="Courier New" w:cs="Courier New"/>
          <w:lang w:val="en-US"/>
        </w:rPr>
        <w:t xml:space="preserve">   -14,01     25,90            AIR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86,62     86,62 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 2,37      2,37            aFQ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14,74     14,74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86,62*</w:t>
      </w:r>
      <w:r w:rsidRPr="003177A3">
        <w:rPr>
          <w:rFonts w:ascii="Courier New" w:hAnsi="Courier New" w:cs="Courier New"/>
          <w:lang w:val="en-US"/>
        </w:rPr>
        <w:t xml:space="preserve">    86,62 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15,61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-27,14*</w:t>
      </w:r>
      <w:r w:rsidRPr="003177A3">
        <w:rPr>
          <w:rFonts w:ascii="Courier New" w:hAnsi="Courier New" w:cs="Courier New"/>
          <w:lang w:val="en-US"/>
        </w:rPr>
        <w:t xml:space="preserve">    31,31            aGR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0,00     86,62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86,62*</w:t>
      </w:r>
      <w:r w:rsidRPr="003177A3">
        <w:rPr>
          <w:rFonts w:ascii="Courier New" w:hAnsi="Courier New" w:cs="Courier New"/>
          <w:lang w:val="en-US"/>
        </w:rPr>
        <w:t xml:space="preserve">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16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77,90     77,90            ABCDH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-18,18     18,18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13,96     13,96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77,90*</w:t>
      </w:r>
      <w:r w:rsidRPr="003177A3">
        <w:rPr>
          <w:rFonts w:ascii="Courier New" w:hAnsi="Courier New" w:cs="Courier New"/>
          <w:lang w:val="en-US"/>
        </w:rPr>
        <w:t xml:space="preserve">    77,90            ABCDH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-18,18*</w:t>
      </w:r>
      <w:r w:rsidRPr="003177A3">
        <w:rPr>
          <w:rFonts w:ascii="Courier New" w:hAnsi="Courier New" w:cs="Courier New"/>
          <w:lang w:val="en-US"/>
        </w:rPr>
        <w:t xml:space="preserve">    18,18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0,00     77,90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77,90*</w:t>
      </w:r>
      <w:r w:rsidRPr="003177A3">
        <w:rPr>
          <w:rFonts w:ascii="Courier New" w:hAnsi="Courier New" w:cs="Courier New"/>
          <w:lang w:val="en-US"/>
        </w:rPr>
        <w:t xml:space="preserve">           ABCDH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17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93,87     93,87            ABEO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 0,32      0,32            aGR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15,30     15,30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-21,79*</w:t>
      </w:r>
      <w:r w:rsidRPr="003177A3">
        <w:rPr>
          <w:rFonts w:ascii="Courier New" w:hAnsi="Courier New" w:cs="Courier New"/>
          <w:lang w:val="en-US"/>
        </w:rPr>
        <w:t xml:space="preserve">     2,80     21,97            ABHQ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-21,79*</w:t>
      </w:r>
      <w:r w:rsidRPr="003177A3">
        <w:rPr>
          <w:rFonts w:ascii="Courier New" w:hAnsi="Courier New" w:cs="Courier New"/>
          <w:lang w:val="en-US"/>
        </w:rPr>
        <w:t xml:space="preserve">    -4,54     22,26            aHQ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-21,79*</w:t>
      </w:r>
      <w:r w:rsidRPr="003177A3">
        <w:rPr>
          <w:rFonts w:ascii="Courier New" w:hAnsi="Courier New" w:cs="Courier New"/>
          <w:lang w:val="en-US"/>
        </w:rPr>
        <w:t xml:space="preserve">    -2,91     21,98            AHQ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93,87*</w:t>
      </w:r>
      <w:r w:rsidRPr="003177A3">
        <w:rPr>
          <w:rFonts w:ascii="Courier New" w:hAnsi="Courier New" w:cs="Courier New"/>
          <w:lang w:val="en-US"/>
        </w:rPr>
        <w:t xml:space="preserve">    93,87            ABEO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-15,61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-27,35*</w:t>
      </w:r>
      <w:r w:rsidRPr="003177A3">
        <w:rPr>
          <w:rFonts w:ascii="Courier New" w:hAnsi="Courier New" w:cs="Courier New"/>
          <w:lang w:val="en-US"/>
        </w:rPr>
        <w:t xml:space="preserve">    31,49            aFQ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0,00     93,87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93,87*</w:t>
      </w:r>
      <w:r w:rsidRPr="003177A3">
        <w:rPr>
          <w:rFonts w:ascii="Courier New" w:hAnsi="Courier New" w:cs="Courier New"/>
          <w:lang w:val="en-US"/>
        </w:rPr>
        <w:t xml:space="preserve">           ABEO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9D7D47">
        <w:rPr>
          <w:rFonts w:ascii="Courier New" w:hAnsi="Courier New" w:cs="Courier New"/>
          <w:lang w:val="de-DE"/>
        </w:rPr>
        <w:lastRenderedPageBreak/>
        <w:t xml:space="preserve"> </w:t>
      </w:r>
      <w:r w:rsidRPr="00653895">
        <w:rPr>
          <w:rFonts w:ascii="Courier New" w:hAnsi="Courier New" w:cs="Courier New"/>
          <w:lang w:val="de-DE"/>
        </w:rPr>
        <w:t xml:space="preserve">18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 82,64     82,64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-18,27     18,27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 14,28     14,28            A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82,64*</w:t>
      </w:r>
      <w:r w:rsidRPr="00653895">
        <w:rPr>
          <w:rFonts w:ascii="Courier New" w:hAnsi="Courier New" w:cs="Courier New"/>
          <w:lang w:val="de-DE"/>
        </w:rPr>
        <w:t xml:space="preserve">    82,64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-18,27*</w:t>
      </w:r>
      <w:r w:rsidRPr="00653895">
        <w:rPr>
          <w:rFonts w:ascii="Courier New" w:hAnsi="Courier New" w:cs="Courier New"/>
          <w:lang w:val="de-DE"/>
        </w:rPr>
        <w:t xml:space="preserve">    18,27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0,00     82,64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82,64*</w:t>
      </w:r>
      <w:r w:rsidRPr="00653895">
        <w:rPr>
          <w:rFonts w:ascii="Courier New" w:hAnsi="Courier New" w:cs="Courier New"/>
          <w:lang w:val="de-DE"/>
        </w:rPr>
        <w:t xml:space="preserve">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  <w:lang w:val="de-DE"/>
        </w:rPr>
        <w:t xml:space="preserve"> </w:t>
      </w:r>
      <w:r w:rsidRPr="003177A3">
        <w:rPr>
          <w:rFonts w:ascii="Courier New" w:hAnsi="Courier New" w:cs="Courier New"/>
        </w:rPr>
        <w:t xml:space="preserve">19 </w:t>
      </w:r>
      <w:r w:rsidRPr="003177A3">
        <w:rPr>
          <w:rFonts w:ascii="Courier New" w:hAnsi="Courier New" w:cs="Courier New"/>
          <w:b/>
          <w:bCs/>
        </w:rPr>
        <w:t xml:space="preserve">     0,00*</w:t>
      </w:r>
      <w:r w:rsidRPr="003177A3">
        <w:rPr>
          <w:rFonts w:ascii="Courier New" w:hAnsi="Courier New" w:cs="Courier New"/>
        </w:rPr>
        <w:t xml:space="preserve">    79,40     79,40            ABCEI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</w:t>
      </w:r>
      <w:r w:rsidRPr="003177A3">
        <w:rPr>
          <w:rFonts w:ascii="Courier New" w:hAnsi="Courier New" w:cs="Courier New"/>
          <w:b/>
          <w:bCs/>
        </w:rPr>
        <w:t xml:space="preserve">     0,00*</w:t>
      </w:r>
      <w:r w:rsidRPr="003177A3">
        <w:rPr>
          <w:rFonts w:ascii="Courier New" w:hAnsi="Courier New" w:cs="Courier New"/>
        </w:rPr>
        <w:t xml:space="preserve">   -18,46     18,46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</w:t>
      </w:r>
      <w:r w:rsidRPr="003177A3">
        <w:rPr>
          <w:rFonts w:ascii="Courier New" w:hAnsi="Courier New" w:cs="Courier New"/>
          <w:b/>
          <w:bCs/>
        </w:rPr>
        <w:t xml:space="preserve">     0,00*</w:t>
      </w:r>
      <w:r w:rsidRPr="003177A3">
        <w:rPr>
          <w:rFonts w:ascii="Courier New" w:hAnsi="Courier New" w:cs="Courier New"/>
        </w:rPr>
        <w:t xml:space="preserve">    14,24     14,24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0,00 </w:t>
      </w:r>
      <w:r w:rsidRPr="003177A3">
        <w:rPr>
          <w:rFonts w:ascii="Courier New" w:hAnsi="Courier New" w:cs="Courier New"/>
          <w:b/>
          <w:bCs/>
        </w:rPr>
        <w:t xml:space="preserve">    79,40*</w:t>
      </w:r>
      <w:r w:rsidRPr="003177A3">
        <w:rPr>
          <w:rFonts w:ascii="Courier New" w:hAnsi="Courier New" w:cs="Courier New"/>
        </w:rPr>
        <w:t xml:space="preserve">    79,40            ABCEI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0,00 </w:t>
      </w:r>
      <w:r w:rsidRPr="003177A3">
        <w:rPr>
          <w:rFonts w:ascii="Courier New" w:hAnsi="Courier New" w:cs="Courier New"/>
          <w:b/>
          <w:bCs/>
        </w:rPr>
        <w:t xml:space="preserve">   -18,46*</w:t>
      </w:r>
      <w:r w:rsidRPr="003177A3">
        <w:rPr>
          <w:rFonts w:ascii="Courier New" w:hAnsi="Courier New" w:cs="Courier New"/>
        </w:rPr>
        <w:t xml:space="preserve">    18,46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0,00     79,40 </w:t>
      </w:r>
      <w:r w:rsidRPr="003177A3">
        <w:rPr>
          <w:rFonts w:ascii="Courier New" w:hAnsi="Courier New" w:cs="Courier New"/>
          <w:b/>
          <w:bCs/>
        </w:rPr>
        <w:t xml:space="preserve">    79,40*</w:t>
      </w:r>
      <w:r w:rsidRPr="003177A3">
        <w:rPr>
          <w:rFonts w:ascii="Courier New" w:hAnsi="Courier New" w:cs="Courier New"/>
        </w:rPr>
        <w:t xml:space="preserve">           ABCEI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        * = Wartości ekstremalne</w:t>
      </w:r>
    </w:p>
    <w:p w:rsidR="009D7D47" w:rsidRPr="003177A3" w:rsidRDefault="009D7D47" w:rsidP="009D7D47">
      <w:pPr>
        <w:autoSpaceDE w:val="0"/>
        <w:autoSpaceDN w:val="0"/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Dodatkowe obliczeniowe siły poziome, prostopadłe do płaszczyzny ramy, działające w poziomie wierzchu cokołów fundamentowych </w:t>
      </w:r>
      <w:r w:rsidRPr="00E94586">
        <w:rPr>
          <w:rFonts w:ascii="Arial" w:hAnsi="Arial" w:cs="Arial"/>
          <w:b/>
          <w:color w:val="0000FF"/>
        </w:rPr>
        <w:t>słupów</w:t>
      </w:r>
      <w:r w:rsidRPr="00E94586">
        <w:rPr>
          <w:rFonts w:ascii="Arial" w:hAnsi="Arial" w:cs="Arial"/>
          <w:b/>
        </w:rPr>
        <w:t xml:space="preserve"> - od oddziaływania </w:t>
      </w:r>
      <w:r>
        <w:rPr>
          <w:rFonts w:ascii="Arial" w:hAnsi="Arial" w:cs="Arial"/>
          <w:b/>
        </w:rPr>
        <w:t xml:space="preserve">ciśnienia wewnętrznego </w:t>
      </w:r>
      <w:r w:rsidRPr="00E94586">
        <w:rPr>
          <w:rFonts w:ascii="Arial" w:hAnsi="Arial" w:cs="Arial"/>
          <w:b/>
        </w:rPr>
        <w:t>na ścianę</w:t>
      </w:r>
      <w:r>
        <w:rPr>
          <w:rFonts w:ascii="Arial" w:hAnsi="Arial" w:cs="Arial"/>
          <w:b/>
        </w:rPr>
        <w:t xml:space="preserve"> wewnętrzną hali</w:t>
      </w:r>
    </w:p>
    <w:p w:rsidR="009D7D47" w:rsidRPr="00E94586" w:rsidRDefault="009D7D47" w:rsidP="009D7D47">
      <w:pPr>
        <w:rPr>
          <w:rFonts w:ascii="Arial" w:hAnsi="Arial" w:cs="Arial"/>
          <w:b/>
        </w:rPr>
      </w:pPr>
    </w:p>
    <w:p w:rsidR="009D7D47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2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 xml:space="preserve">- węzeł </w:t>
      </w:r>
      <w:r>
        <w:rPr>
          <w:rFonts w:ascii="Arial" w:hAnsi="Arial" w:cs="Arial"/>
          <w:b/>
        </w:rPr>
        <w:t xml:space="preserve">1 i </w:t>
      </w:r>
      <w:r w:rsidRPr="00E94586">
        <w:rPr>
          <w:rFonts w:ascii="Arial" w:hAnsi="Arial" w:cs="Arial"/>
          <w:b/>
        </w:rPr>
        <w:t>4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5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16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17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8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 xml:space="preserve">- węzeł </w:t>
      </w:r>
      <w:r>
        <w:rPr>
          <w:rFonts w:ascii="Arial" w:hAnsi="Arial" w:cs="Arial"/>
          <w:b/>
        </w:rPr>
        <w:t>18</w:t>
      </w:r>
    </w:p>
    <w:p w:rsidR="009D7D47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5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19</w:t>
      </w: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  <w:r w:rsidRPr="00E800EC">
        <w:rPr>
          <w:rFonts w:ascii="Arial" w:hAnsi="Arial" w:cs="Arial"/>
          <w:b/>
          <w:sz w:val="32"/>
          <w:szCs w:val="32"/>
          <w:u w:val="single"/>
        </w:rPr>
        <w:t xml:space="preserve">Rama w osi </w:t>
      </w:r>
      <w:r>
        <w:rPr>
          <w:rFonts w:ascii="Arial" w:hAnsi="Arial" w:cs="Arial"/>
          <w:b/>
          <w:sz w:val="32"/>
          <w:szCs w:val="32"/>
          <w:u w:val="single"/>
        </w:rPr>
        <w:t>10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NAZWA: Rama 10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 xml:space="preserve">WĘZŁY:   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noProof/>
        </w:rPr>
        <w:drawing>
          <wp:inline distT="0" distB="0" distL="0" distR="0" wp14:anchorId="1D0FD918" wp14:editId="04083F78">
            <wp:extent cx="5760720" cy="2362200"/>
            <wp:effectExtent l="0" t="0" r="0" b="0"/>
            <wp:docPr id="130" name="Obraz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PODPORY:</w:t>
      </w:r>
      <w:r w:rsidRPr="003177A3">
        <w:rPr>
          <w:rFonts w:ascii="Courier New" w:hAnsi="Courier New" w:cs="Courier New"/>
        </w:rPr>
        <w:t xml:space="preserve">                              P o d a t n o ś c i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  Rodzaj:        Kąt:     Dx(Do*):      Dy:         DFi: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3177A3">
        <w:rPr>
          <w:rFonts w:ascii="Courier New" w:hAnsi="Courier New" w:cs="Courier New"/>
        </w:rPr>
        <w:t xml:space="preserve">                                      </w:t>
      </w:r>
      <w:r w:rsidRPr="00653895">
        <w:rPr>
          <w:rFonts w:ascii="Courier New" w:hAnsi="Courier New" w:cs="Courier New"/>
          <w:lang w:val="de-DE"/>
        </w:rPr>
        <w:t>[ m / k N ]        [rad/kNm]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>------------------------------------------------------------------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1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4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8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16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17        stała         0,0    0,000E+00   0,000E+00</w:t>
      </w:r>
    </w:p>
    <w:p w:rsidR="009D7D47" w:rsidRPr="00653895" w:rsidRDefault="009D7D47" w:rsidP="009D7D47">
      <w:pPr>
        <w:keepNext/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18        stała         0,0    0,000E+00   0,000E+00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19        stała         0,0    0,000E+00   0,000E+00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OSIADANIA: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      Kąt:        Wx(Wo*)[m]:     Wy[m]:     FIo[grad]: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B r a k    O s i a d a ń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==================================================================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</w:t>
      </w:r>
      <w:r w:rsidRPr="003177A3">
        <w:rPr>
          <w:rFonts w:ascii="Courier New" w:hAnsi="Courier New" w:cs="Courier New"/>
          <w:b/>
          <w:bCs/>
        </w:rPr>
        <w:t>W  Y  N  I  K  I  wg PN 82/B-02000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</w:t>
      </w:r>
      <w:r w:rsidRPr="003177A3">
        <w:rPr>
          <w:rFonts w:ascii="Courier New" w:hAnsi="Courier New" w:cs="Courier New"/>
          <w:b/>
          <w:bCs/>
        </w:rPr>
        <w:t xml:space="preserve"> Teoria I-go rzędu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</w:t>
      </w:r>
      <w:r w:rsidRPr="003177A3">
        <w:rPr>
          <w:rFonts w:ascii="Courier New" w:hAnsi="Courier New" w:cs="Courier New"/>
          <w:b/>
          <w:bCs/>
        </w:rPr>
        <w:t>Kombinatoryka obciążeń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==================================================================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OBCIĄŻENIOWE WSPÓŁ. BEZPIECZ.: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Grupa:                              Znaczenie:     </w:t>
      </w:r>
      <w:r w:rsidRPr="003177A3">
        <w:rPr>
          <w:rFonts w:ascii="Symbol" w:hAnsi="Symbol" w:cs="Symbol"/>
        </w:rPr>
        <w:t></w:t>
      </w:r>
      <w:r w:rsidRPr="003177A3">
        <w:rPr>
          <w:rFonts w:ascii="Courier New" w:hAnsi="Courier New" w:cs="Courier New"/>
        </w:rPr>
        <w:t xml:space="preserve">d:    </w:t>
      </w:r>
      <w:r w:rsidRPr="003177A3">
        <w:rPr>
          <w:rFonts w:ascii="Symbol" w:hAnsi="Symbol" w:cs="Symbol"/>
        </w:rPr>
        <w:t></w:t>
      </w:r>
      <w:r w:rsidRPr="003177A3">
        <w:rPr>
          <w:rFonts w:ascii="Courier New" w:hAnsi="Courier New" w:cs="Courier New"/>
        </w:rPr>
        <w:t>f: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Ciężar wł.                                               1,15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A -"Obciążenia stałe"              Stałe                 1,15/1,00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B -"Obciązenie użytkowe dachu"     Zmienne    1   1,00   1,15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 -"Śnieg maksymalny"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D -"Wiatr na ściany z lewej"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E -"Wiatr na ściany z prawej"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F -"Ssanie na dach z lewej"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lastRenderedPageBreak/>
        <w:t>G -"Ssanie na dach z prawej"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H -"Parcie na dach z lewej"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I -"Parcie na dach z prawej"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 -"Śnieg zredukowany z lewej"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O -"Śnieg zredukowany z prawej"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P -"Wiatr prost. do ści. szcz."    Zmienne    1   0,00   1,50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Q -"Max wiatr - L"   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R -"Max wiatr - P"                 Zmienne    1   0,00   1,50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RELACJE GRUP OBCIĄŻEŃ: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Grupa obc.:                     Relacje: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Ciężar wł.                      ZAWSZE     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A -"Obciążenia stałe"           ZAWSZE     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B -"Obciązenie użytkowe dachu"  EWENTUALNIE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C -"Śnieg maksymalny"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NOQR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D -"Wiatr na ściany z lewej"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EGIPQR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E -"Wiatr na ściany z prawej"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DFHPQR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F -"Ssanie na dach z lewej"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EGHIPR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G -"Ssanie na dach z prawej"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DFHIPQ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H -"Parcie na dach z lewej"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EFGIPR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I -"Parcie na dach z prawej"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DFGHPQ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 -"Śnieg zredukowany z lewej"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COQR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O -"Śnieg zredukowany z prawej"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CNQR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P -"Wiatr prost. do ści. szcz."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DEFGHIQR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Q -"Max wiatr - L"   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CDEGINOPR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R -"Max wiatr - P"              EWENTUALNIE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Nie występuje z: CDEFHNOPQ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KRYTERIA KOMBINACJI OBCIĄŻEŃ: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Nr:    Specyfikacja: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1      ZAWSZE     :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EWENTUALNIE: B+C+D+E+F+G+H+I+N+O+P+Q+R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b/>
          <w:bCs/>
        </w:rPr>
        <w:t>REAKCJE - WARTOŚCI EKSTREMALNE:</w:t>
      </w:r>
      <w:r w:rsidRPr="003177A3">
        <w:rPr>
          <w:rFonts w:ascii="Courier New" w:hAnsi="Courier New" w:cs="Courier New"/>
        </w:rPr>
        <w:t xml:space="preserve">  </w:t>
      </w:r>
      <w:r w:rsidRPr="003177A3">
        <w:rPr>
          <w:rFonts w:ascii="Courier New" w:hAnsi="Courier New" w:cs="Courier New"/>
          <w:sz w:val="18"/>
          <w:szCs w:val="18"/>
        </w:rPr>
        <w:t>T.I rzędu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keepNext/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Węzeł:  H[kN]:   V[kN]:    R[kN]:   M[kNm]:  Kombinacja obciążeń: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5,20*</w:t>
      </w:r>
      <w:r w:rsidRPr="003177A3">
        <w:rPr>
          <w:rFonts w:ascii="Courier New" w:hAnsi="Courier New" w:cs="Courier New"/>
          <w:lang w:val="en-US"/>
        </w:rPr>
        <w:t xml:space="preserve">     1,51      5,42            ABOP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5,20*</w:t>
      </w:r>
      <w:r w:rsidRPr="003177A3">
        <w:rPr>
          <w:rFonts w:ascii="Courier New" w:hAnsi="Courier New" w:cs="Courier New"/>
          <w:lang w:val="en-US"/>
        </w:rPr>
        <w:t xml:space="preserve">    -5,64      7,68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5,20*</w:t>
      </w:r>
      <w:r w:rsidRPr="003177A3">
        <w:rPr>
          <w:rFonts w:ascii="Courier New" w:hAnsi="Courier New" w:cs="Courier New"/>
          <w:lang w:val="en-US"/>
        </w:rPr>
        <w:t xml:space="preserve">    -5,32      7,44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-3,02*</w:t>
      </w:r>
      <w:r w:rsidRPr="003177A3">
        <w:rPr>
          <w:rFonts w:ascii="Courier New" w:hAnsi="Courier New" w:cs="Courier New"/>
          <w:lang w:val="en-US"/>
        </w:rPr>
        <w:t xml:space="preserve">     5,20      6,01            ABHQ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-3,02*</w:t>
      </w:r>
      <w:r w:rsidRPr="003177A3">
        <w:rPr>
          <w:rFonts w:ascii="Courier New" w:hAnsi="Courier New" w:cs="Courier New"/>
          <w:lang w:val="en-US"/>
        </w:rPr>
        <w:t xml:space="preserve">    -2,30      3,79            aFQ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-3,02*</w:t>
      </w:r>
      <w:r w:rsidRPr="003177A3">
        <w:rPr>
          <w:rFonts w:ascii="Courier New" w:hAnsi="Courier New" w:cs="Courier New"/>
          <w:lang w:val="en-US"/>
        </w:rPr>
        <w:t xml:space="preserve">     4,35      5,29            AQ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-2,72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12,24*</w:t>
      </w:r>
      <w:r w:rsidRPr="003177A3">
        <w:rPr>
          <w:rFonts w:ascii="Courier New" w:hAnsi="Courier New" w:cs="Courier New"/>
          <w:lang w:val="en-US"/>
        </w:rPr>
        <w:t xml:space="preserve">    12,54            ABDHO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5,20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-5,64*</w:t>
      </w:r>
      <w:r w:rsidRPr="003177A3">
        <w:rPr>
          <w:rFonts w:ascii="Courier New" w:hAnsi="Courier New" w:cs="Courier New"/>
          <w:lang w:val="en-US"/>
        </w:rPr>
        <w:t xml:space="preserve">     7,68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-2,72     12,24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12,54*</w:t>
      </w:r>
      <w:r w:rsidRPr="003177A3">
        <w:rPr>
          <w:rFonts w:ascii="Courier New" w:hAnsi="Courier New" w:cs="Courier New"/>
          <w:lang w:val="en-US"/>
        </w:rPr>
        <w:t xml:space="preserve">           ABDHO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4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3,02*</w:t>
      </w:r>
      <w:r w:rsidRPr="003177A3">
        <w:rPr>
          <w:rFonts w:ascii="Courier New" w:hAnsi="Courier New" w:cs="Courier New"/>
          <w:lang w:val="en-US"/>
        </w:rPr>
        <w:t xml:space="preserve">     5,18      5,99            ABIR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3,02*</w:t>
      </w:r>
      <w:r w:rsidRPr="003177A3">
        <w:rPr>
          <w:rFonts w:ascii="Courier New" w:hAnsi="Courier New" w:cs="Courier New"/>
          <w:lang w:val="en-US"/>
        </w:rPr>
        <w:t xml:space="preserve">    -2,29      3,79            aGR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3,02*</w:t>
      </w:r>
      <w:r w:rsidRPr="003177A3">
        <w:rPr>
          <w:rFonts w:ascii="Courier New" w:hAnsi="Courier New" w:cs="Courier New"/>
          <w:lang w:val="en-US"/>
        </w:rPr>
        <w:t xml:space="preserve">     4,33      5,28            AR</w:t>
      </w: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en-GB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</w:t>
      </w:r>
      <w:r w:rsidRPr="009D7D47">
        <w:rPr>
          <w:rFonts w:ascii="Courier New" w:hAnsi="Courier New" w:cs="Courier New"/>
          <w:b/>
          <w:bCs/>
          <w:lang w:val="en-GB"/>
        </w:rPr>
        <w:t>-5,20*</w:t>
      </w:r>
      <w:r w:rsidRPr="009D7D47">
        <w:rPr>
          <w:rFonts w:ascii="Courier New" w:hAnsi="Courier New" w:cs="Courier New"/>
          <w:lang w:val="en-GB"/>
        </w:rPr>
        <w:t xml:space="preserve">     1,49      5,41            ABNP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9D7D47">
        <w:rPr>
          <w:rFonts w:ascii="Courier New" w:hAnsi="Courier New" w:cs="Courier New"/>
          <w:lang w:val="en-GB"/>
        </w:rPr>
        <w:t xml:space="preserve">    </w:t>
      </w:r>
      <w:r w:rsidRPr="009D7D47">
        <w:rPr>
          <w:rFonts w:ascii="Courier New" w:hAnsi="Courier New" w:cs="Courier New"/>
          <w:b/>
          <w:bCs/>
          <w:lang w:val="en-GB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>-5,20*</w:t>
      </w:r>
      <w:r w:rsidRPr="00653895">
        <w:rPr>
          <w:rFonts w:ascii="Courier New" w:hAnsi="Courier New" w:cs="Courier New"/>
          <w:lang w:val="de-DE"/>
        </w:rPr>
        <w:t xml:space="preserve">    -5,59      7,63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-5,20*</w:t>
      </w:r>
      <w:r w:rsidRPr="00653895">
        <w:rPr>
          <w:rFonts w:ascii="Courier New" w:hAnsi="Courier New" w:cs="Courier New"/>
          <w:lang w:val="de-DE"/>
        </w:rPr>
        <w:t xml:space="preserve">    -5,27      7,40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2,72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12,14*</w:t>
      </w:r>
      <w:r w:rsidRPr="00653895">
        <w:rPr>
          <w:rFonts w:ascii="Courier New" w:hAnsi="Courier New" w:cs="Courier New"/>
          <w:lang w:val="de-DE"/>
        </w:rPr>
        <w:t xml:space="preserve">    12,44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-5,20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-5,59*</w:t>
      </w:r>
      <w:r w:rsidRPr="00653895">
        <w:rPr>
          <w:rFonts w:ascii="Courier New" w:hAnsi="Courier New" w:cs="Courier New"/>
          <w:lang w:val="de-DE"/>
        </w:rPr>
        <w:t xml:space="preserve">     7,63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2,72     12,14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12,44*</w:t>
      </w:r>
      <w:r w:rsidRPr="00653895">
        <w:rPr>
          <w:rFonts w:ascii="Courier New" w:hAnsi="Courier New" w:cs="Courier New"/>
          <w:lang w:val="de-DE"/>
        </w:rPr>
        <w:t xml:space="preserve">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</w:t>
      </w:r>
      <w:r w:rsidRPr="009D7D47">
        <w:rPr>
          <w:rFonts w:ascii="Courier New" w:hAnsi="Courier New" w:cs="Courier New"/>
          <w:lang w:val="de-DE"/>
        </w:rPr>
        <w:t xml:space="preserve">8 </w:t>
      </w:r>
      <w:r w:rsidRPr="009D7D47">
        <w:rPr>
          <w:rFonts w:ascii="Courier New" w:hAnsi="Courier New" w:cs="Courier New"/>
          <w:b/>
          <w:bCs/>
          <w:lang w:val="de-DE"/>
        </w:rPr>
        <w:t xml:space="preserve">     7,07*</w:t>
      </w:r>
      <w:r w:rsidRPr="009D7D47">
        <w:rPr>
          <w:rFonts w:ascii="Courier New" w:hAnsi="Courier New" w:cs="Courier New"/>
          <w:lang w:val="de-DE"/>
        </w:rPr>
        <w:t xml:space="preserve">    -1,17      7,16            ABIR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9D7D47">
        <w:rPr>
          <w:rFonts w:ascii="Courier New" w:hAnsi="Courier New" w:cs="Courier New"/>
          <w:lang w:val="de-DE"/>
        </w:rPr>
        <w:t xml:space="preserve">    </w:t>
      </w:r>
      <w:r w:rsidRPr="009D7D47">
        <w:rPr>
          <w:rFonts w:ascii="Courier New" w:hAnsi="Courier New" w:cs="Courier New"/>
          <w:b/>
          <w:bCs/>
          <w:lang w:val="de-DE"/>
        </w:rPr>
        <w:t xml:space="preserve">     </w:t>
      </w:r>
      <w:r w:rsidRPr="003177A3">
        <w:rPr>
          <w:rFonts w:ascii="Courier New" w:hAnsi="Courier New" w:cs="Courier New"/>
          <w:b/>
          <w:bCs/>
          <w:lang w:val="en-US"/>
        </w:rPr>
        <w:t>7,07*</w:t>
      </w:r>
      <w:r w:rsidRPr="003177A3">
        <w:rPr>
          <w:rFonts w:ascii="Courier New" w:hAnsi="Courier New" w:cs="Courier New"/>
          <w:lang w:val="en-US"/>
        </w:rPr>
        <w:t xml:space="preserve">    -3,44      7,86            aIR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7,07*</w:t>
      </w:r>
      <w:r w:rsidRPr="003177A3">
        <w:rPr>
          <w:rFonts w:ascii="Courier New" w:hAnsi="Courier New" w:cs="Courier New"/>
          <w:lang w:val="en-US"/>
        </w:rPr>
        <w:t xml:space="preserve">    -2,93      7,65            AIR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29,73     29,73 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-1,89      1,89            aG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 6,40      6,40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29,73*</w:t>
      </w:r>
      <w:r w:rsidRPr="003177A3">
        <w:rPr>
          <w:rFonts w:ascii="Courier New" w:hAnsi="Courier New" w:cs="Courier New"/>
          <w:lang w:val="en-US"/>
        </w:rPr>
        <w:t xml:space="preserve">    29,73 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0,31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-10,72*</w:t>
      </w:r>
      <w:r w:rsidRPr="003177A3">
        <w:rPr>
          <w:rFonts w:ascii="Courier New" w:hAnsi="Courier New" w:cs="Courier New"/>
          <w:lang w:val="en-US"/>
        </w:rPr>
        <w:t xml:space="preserve">    10,72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0,00     29,73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29,73*</w:t>
      </w:r>
      <w:r w:rsidRPr="003177A3">
        <w:rPr>
          <w:rFonts w:ascii="Courier New" w:hAnsi="Courier New" w:cs="Courier New"/>
          <w:lang w:val="en-US"/>
        </w:rPr>
        <w:t xml:space="preserve">           ABCD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16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26,47     26,47            ABCDH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-15,56     15,56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 5,73      5,73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26,47*</w:t>
      </w:r>
      <w:r w:rsidRPr="003177A3">
        <w:rPr>
          <w:rFonts w:ascii="Courier New" w:hAnsi="Courier New" w:cs="Courier New"/>
          <w:lang w:val="en-US"/>
        </w:rPr>
        <w:t xml:space="preserve">    26,47            ABCDH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-15,56*</w:t>
      </w:r>
      <w:r w:rsidRPr="003177A3">
        <w:rPr>
          <w:rFonts w:ascii="Courier New" w:hAnsi="Courier New" w:cs="Courier New"/>
          <w:lang w:val="en-US"/>
        </w:rPr>
        <w:t xml:space="preserve">    15,56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0,00     26,47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26,47*</w:t>
      </w:r>
      <w:r w:rsidRPr="003177A3">
        <w:rPr>
          <w:rFonts w:ascii="Courier New" w:hAnsi="Courier New" w:cs="Courier New"/>
          <w:lang w:val="en-US"/>
        </w:rPr>
        <w:t xml:space="preserve">           ABCDH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17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31,79     31,79            ABEO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-2,49      2,49            aF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 0,00*</w:t>
      </w:r>
      <w:r w:rsidRPr="003177A3">
        <w:rPr>
          <w:rFonts w:ascii="Courier New" w:hAnsi="Courier New" w:cs="Courier New"/>
          <w:lang w:val="en-US"/>
        </w:rPr>
        <w:t xml:space="preserve">     6,30      6,30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-7,07*</w:t>
      </w:r>
      <w:r w:rsidRPr="003177A3">
        <w:rPr>
          <w:rFonts w:ascii="Courier New" w:hAnsi="Courier New" w:cs="Courier New"/>
          <w:lang w:val="en-US"/>
        </w:rPr>
        <w:t xml:space="preserve">     2,24      7,42            ABHQ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-7,07*</w:t>
      </w:r>
      <w:r w:rsidRPr="003177A3">
        <w:rPr>
          <w:rFonts w:ascii="Courier New" w:hAnsi="Courier New" w:cs="Courier New"/>
          <w:lang w:val="en-US"/>
        </w:rPr>
        <w:t xml:space="preserve">    -0,14      7,07            aHQ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-7,07*</w:t>
      </w:r>
      <w:r w:rsidRPr="003177A3">
        <w:rPr>
          <w:rFonts w:ascii="Courier New" w:hAnsi="Courier New" w:cs="Courier New"/>
          <w:lang w:val="en-US"/>
        </w:rPr>
        <w:t xml:space="preserve">     0,39      7,08            AHQ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  <w:lang w:val="en-US"/>
        </w:rPr>
      </w:pPr>
      <w:r w:rsidRPr="003177A3">
        <w:rPr>
          <w:rFonts w:ascii="Courier New" w:hAnsi="Courier New" w:cs="Courier New"/>
          <w:lang w:val="en-US"/>
        </w:rPr>
        <w:t xml:space="preserve">         0,00 </w:t>
      </w:r>
      <w:r w:rsidRPr="003177A3">
        <w:rPr>
          <w:rFonts w:ascii="Courier New" w:hAnsi="Courier New" w:cs="Courier New"/>
          <w:b/>
          <w:bCs/>
          <w:lang w:val="en-US"/>
        </w:rPr>
        <w:t xml:space="preserve">    31,79*</w:t>
      </w:r>
      <w:r w:rsidRPr="003177A3">
        <w:rPr>
          <w:rFonts w:ascii="Courier New" w:hAnsi="Courier New" w:cs="Courier New"/>
          <w:lang w:val="en-US"/>
        </w:rPr>
        <w:t xml:space="preserve">    31,79            ABEO</w:t>
      </w: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9D7D47">
        <w:rPr>
          <w:rFonts w:ascii="Courier New" w:hAnsi="Courier New" w:cs="Courier New"/>
          <w:lang w:val="de-DE"/>
        </w:rPr>
        <w:t xml:space="preserve">        -0,31 </w:t>
      </w:r>
      <w:r w:rsidRPr="009D7D47">
        <w:rPr>
          <w:rFonts w:ascii="Courier New" w:hAnsi="Courier New" w:cs="Courier New"/>
          <w:b/>
          <w:bCs/>
          <w:lang w:val="de-DE"/>
        </w:rPr>
        <w:t xml:space="preserve">   -14,71*</w:t>
      </w:r>
      <w:r w:rsidRPr="009D7D47">
        <w:rPr>
          <w:rFonts w:ascii="Courier New" w:hAnsi="Courier New" w:cs="Courier New"/>
          <w:lang w:val="de-DE"/>
        </w:rPr>
        <w:t xml:space="preserve">    14,71            aP</w:t>
      </w: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9D7D47">
        <w:rPr>
          <w:rFonts w:ascii="Courier New" w:hAnsi="Courier New" w:cs="Courier New"/>
          <w:lang w:val="de-DE"/>
        </w:rPr>
        <w:t xml:space="preserve">         0,00     31,79 </w:t>
      </w:r>
      <w:r w:rsidRPr="009D7D47">
        <w:rPr>
          <w:rFonts w:ascii="Courier New" w:hAnsi="Courier New" w:cs="Courier New"/>
          <w:b/>
          <w:bCs/>
          <w:lang w:val="de-DE"/>
        </w:rPr>
        <w:t xml:space="preserve">    31,79*</w:t>
      </w:r>
      <w:r w:rsidRPr="009D7D47">
        <w:rPr>
          <w:rFonts w:ascii="Courier New" w:hAnsi="Courier New" w:cs="Courier New"/>
          <w:lang w:val="de-DE"/>
        </w:rPr>
        <w:t xml:space="preserve">           ABEO</w:t>
      </w:r>
    </w:p>
    <w:p w:rsidR="009D7D47" w:rsidRPr="009D7D47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9D7D47">
        <w:rPr>
          <w:rFonts w:ascii="Courier New" w:hAnsi="Courier New" w:cs="Courier New"/>
          <w:lang w:val="de-DE"/>
        </w:rPr>
        <w:lastRenderedPageBreak/>
        <w:t xml:space="preserve"> </w:t>
      </w:r>
      <w:r w:rsidRPr="00653895">
        <w:rPr>
          <w:rFonts w:ascii="Courier New" w:hAnsi="Courier New" w:cs="Courier New"/>
          <w:lang w:val="de-DE"/>
        </w:rPr>
        <w:t xml:space="preserve">18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 28,10     28,10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-13,79     13,79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 0,00*</w:t>
      </w:r>
      <w:r w:rsidRPr="00653895">
        <w:rPr>
          <w:rFonts w:ascii="Courier New" w:hAnsi="Courier New" w:cs="Courier New"/>
          <w:lang w:val="de-DE"/>
        </w:rPr>
        <w:t xml:space="preserve">     5,92      5,92            A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28,10*</w:t>
      </w:r>
      <w:r w:rsidRPr="00653895">
        <w:rPr>
          <w:rFonts w:ascii="Courier New" w:hAnsi="Courier New" w:cs="Courier New"/>
          <w:lang w:val="de-DE"/>
        </w:rPr>
        <w:t xml:space="preserve">    28,10 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-13,79*</w:t>
      </w:r>
      <w:r w:rsidRPr="00653895">
        <w:rPr>
          <w:rFonts w:ascii="Courier New" w:hAnsi="Courier New" w:cs="Courier New"/>
          <w:lang w:val="de-DE"/>
        </w:rPr>
        <w:t xml:space="preserve">    13,79            aP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  <w:r w:rsidRPr="00653895">
        <w:rPr>
          <w:rFonts w:ascii="Courier New" w:hAnsi="Courier New" w:cs="Courier New"/>
          <w:lang w:val="de-DE"/>
        </w:rPr>
        <w:t xml:space="preserve">         0,00     28,10 </w:t>
      </w:r>
      <w:r w:rsidRPr="00653895">
        <w:rPr>
          <w:rFonts w:ascii="Courier New" w:hAnsi="Courier New" w:cs="Courier New"/>
          <w:b/>
          <w:bCs/>
          <w:lang w:val="de-DE"/>
        </w:rPr>
        <w:t xml:space="preserve">    28,10*</w:t>
      </w:r>
      <w:r w:rsidRPr="00653895">
        <w:rPr>
          <w:rFonts w:ascii="Courier New" w:hAnsi="Courier New" w:cs="Courier New"/>
          <w:lang w:val="de-DE"/>
        </w:rPr>
        <w:t xml:space="preserve">           ABEIN</w:t>
      </w:r>
    </w:p>
    <w:p w:rsidR="009D7D47" w:rsidRPr="00653895" w:rsidRDefault="009D7D47" w:rsidP="009D7D47">
      <w:pPr>
        <w:autoSpaceDE w:val="0"/>
        <w:autoSpaceDN w:val="0"/>
        <w:rPr>
          <w:rFonts w:ascii="Courier New" w:hAnsi="Courier New" w:cs="Courier New"/>
          <w:lang w:val="de-DE"/>
        </w:rPr>
      </w:pP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653895">
        <w:rPr>
          <w:rFonts w:ascii="Courier New" w:hAnsi="Courier New" w:cs="Courier New"/>
          <w:lang w:val="de-DE"/>
        </w:rPr>
        <w:t xml:space="preserve"> </w:t>
      </w:r>
      <w:r w:rsidRPr="003177A3">
        <w:rPr>
          <w:rFonts w:ascii="Courier New" w:hAnsi="Courier New" w:cs="Courier New"/>
        </w:rPr>
        <w:t xml:space="preserve">19 </w:t>
      </w:r>
      <w:r w:rsidRPr="003177A3">
        <w:rPr>
          <w:rFonts w:ascii="Courier New" w:hAnsi="Courier New" w:cs="Courier New"/>
          <w:b/>
          <w:bCs/>
        </w:rPr>
        <w:t xml:space="preserve">     0,00*</w:t>
      </w:r>
      <w:r w:rsidRPr="003177A3">
        <w:rPr>
          <w:rFonts w:ascii="Courier New" w:hAnsi="Courier New" w:cs="Courier New"/>
        </w:rPr>
        <w:t xml:space="preserve">    26,97     26,97            ABCEI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</w:t>
      </w:r>
      <w:r w:rsidRPr="003177A3">
        <w:rPr>
          <w:rFonts w:ascii="Courier New" w:hAnsi="Courier New" w:cs="Courier New"/>
          <w:b/>
          <w:bCs/>
        </w:rPr>
        <w:t xml:space="preserve">     0,00*</w:t>
      </w:r>
      <w:r w:rsidRPr="003177A3">
        <w:rPr>
          <w:rFonts w:ascii="Courier New" w:hAnsi="Courier New" w:cs="Courier New"/>
        </w:rPr>
        <w:t xml:space="preserve">   -15,81     15,81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</w:t>
      </w:r>
      <w:r w:rsidRPr="003177A3">
        <w:rPr>
          <w:rFonts w:ascii="Courier New" w:hAnsi="Courier New" w:cs="Courier New"/>
          <w:b/>
          <w:bCs/>
        </w:rPr>
        <w:t xml:space="preserve">     0,00*</w:t>
      </w:r>
      <w:r w:rsidRPr="003177A3">
        <w:rPr>
          <w:rFonts w:ascii="Courier New" w:hAnsi="Courier New" w:cs="Courier New"/>
        </w:rPr>
        <w:t xml:space="preserve">     5,83      5,83            A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0,00 </w:t>
      </w:r>
      <w:r w:rsidRPr="003177A3">
        <w:rPr>
          <w:rFonts w:ascii="Courier New" w:hAnsi="Courier New" w:cs="Courier New"/>
          <w:b/>
          <w:bCs/>
        </w:rPr>
        <w:t xml:space="preserve">    26,97*</w:t>
      </w:r>
      <w:r w:rsidRPr="003177A3">
        <w:rPr>
          <w:rFonts w:ascii="Courier New" w:hAnsi="Courier New" w:cs="Courier New"/>
        </w:rPr>
        <w:t xml:space="preserve">    26,97            ABCEI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0,00 </w:t>
      </w:r>
      <w:r w:rsidRPr="003177A3">
        <w:rPr>
          <w:rFonts w:ascii="Courier New" w:hAnsi="Courier New" w:cs="Courier New"/>
          <w:b/>
          <w:bCs/>
        </w:rPr>
        <w:t xml:space="preserve">   -15,81*</w:t>
      </w:r>
      <w:r w:rsidRPr="003177A3">
        <w:rPr>
          <w:rFonts w:ascii="Courier New" w:hAnsi="Courier New" w:cs="Courier New"/>
        </w:rPr>
        <w:t xml:space="preserve">    15,81            aP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0,00     26,97 </w:t>
      </w:r>
      <w:r w:rsidRPr="003177A3">
        <w:rPr>
          <w:rFonts w:ascii="Courier New" w:hAnsi="Courier New" w:cs="Courier New"/>
          <w:b/>
          <w:bCs/>
        </w:rPr>
        <w:t xml:space="preserve">    26,97*</w:t>
      </w:r>
      <w:r w:rsidRPr="003177A3">
        <w:rPr>
          <w:rFonts w:ascii="Courier New" w:hAnsi="Courier New" w:cs="Courier New"/>
        </w:rPr>
        <w:t xml:space="preserve">           ABCEI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>------------------------------------------------------------------</w:t>
      </w:r>
    </w:p>
    <w:p w:rsidR="009D7D47" w:rsidRPr="003177A3" w:rsidRDefault="009D7D47" w:rsidP="009D7D47">
      <w:pPr>
        <w:autoSpaceDE w:val="0"/>
        <w:autoSpaceDN w:val="0"/>
        <w:rPr>
          <w:rFonts w:ascii="Courier New" w:hAnsi="Courier New" w:cs="Courier New"/>
        </w:rPr>
      </w:pPr>
      <w:r w:rsidRPr="003177A3">
        <w:rPr>
          <w:rFonts w:ascii="Courier New" w:hAnsi="Courier New" w:cs="Courier New"/>
        </w:rPr>
        <w:t xml:space="preserve">                                        * = Wartości ekstremalne</w:t>
      </w:r>
    </w:p>
    <w:p w:rsidR="009D7D47" w:rsidRPr="003177A3" w:rsidRDefault="009D7D47" w:rsidP="009D7D47">
      <w:pPr>
        <w:autoSpaceDE w:val="0"/>
        <w:autoSpaceDN w:val="0"/>
      </w:pPr>
    </w:p>
    <w:p w:rsidR="009D7D47" w:rsidRDefault="009D7D47" w:rsidP="009D7D47">
      <w:pPr>
        <w:rPr>
          <w:rFonts w:ascii="Arial" w:hAnsi="Arial" w:cs="Arial"/>
          <w:b/>
          <w:sz w:val="32"/>
          <w:szCs w:val="32"/>
          <w:u w:val="single"/>
        </w:rPr>
      </w:pP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Dodatkowe obliczeniowe siły poziome, prostopadłe do płaszczyzny ramy, działające w poziomie wierzchu cokołów fundamentowych </w:t>
      </w:r>
      <w:r w:rsidRPr="00E94586">
        <w:rPr>
          <w:rFonts w:ascii="Arial" w:hAnsi="Arial" w:cs="Arial"/>
          <w:b/>
          <w:color w:val="0000FF"/>
        </w:rPr>
        <w:t>słupów</w:t>
      </w:r>
      <w:r w:rsidRPr="00E94586">
        <w:rPr>
          <w:rFonts w:ascii="Arial" w:hAnsi="Arial" w:cs="Arial"/>
          <w:b/>
        </w:rPr>
        <w:t xml:space="preserve"> - od oddziaływania wiatru na ścianę szczytową</w:t>
      </w:r>
    </w:p>
    <w:p w:rsidR="009D7D47" w:rsidRPr="00E94586" w:rsidRDefault="009D7D47" w:rsidP="009D7D47">
      <w:pPr>
        <w:rPr>
          <w:rFonts w:ascii="Arial" w:hAnsi="Arial" w:cs="Arial"/>
          <w:b/>
        </w:rPr>
      </w:pPr>
    </w:p>
    <w:p w:rsidR="009D7D47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7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 xml:space="preserve">- węzeł </w:t>
      </w:r>
      <w:r>
        <w:rPr>
          <w:rFonts w:ascii="Arial" w:hAnsi="Arial" w:cs="Arial"/>
          <w:b/>
        </w:rPr>
        <w:t xml:space="preserve">1 i </w:t>
      </w:r>
      <w:r w:rsidRPr="00E94586">
        <w:rPr>
          <w:rFonts w:ascii="Arial" w:hAnsi="Arial" w:cs="Arial"/>
          <w:b/>
        </w:rPr>
        <w:t>4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16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18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17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20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8</w:t>
      </w:r>
    </w:p>
    <w:p w:rsidR="009D7D47" w:rsidRPr="00E94586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17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18</w:t>
      </w:r>
    </w:p>
    <w:p w:rsidR="009D7D47" w:rsidRDefault="009D7D47" w:rsidP="009D7D47">
      <w:pPr>
        <w:rPr>
          <w:rFonts w:ascii="Arial" w:hAnsi="Arial" w:cs="Arial"/>
          <w:b/>
        </w:rPr>
      </w:pPr>
      <w:r w:rsidRPr="00E94586">
        <w:rPr>
          <w:rFonts w:ascii="Arial" w:hAnsi="Arial" w:cs="Arial"/>
          <w:b/>
        </w:rPr>
        <w:t xml:space="preserve">Hpw = </w:t>
      </w:r>
      <w:r>
        <w:rPr>
          <w:rFonts w:ascii="Arial" w:hAnsi="Arial" w:cs="Arial"/>
          <w:b/>
        </w:rPr>
        <w:t>16</w:t>
      </w:r>
      <w:r w:rsidRPr="00E94586">
        <w:rPr>
          <w:rFonts w:ascii="Arial" w:hAnsi="Arial" w:cs="Arial"/>
          <w:b/>
        </w:rPr>
        <w:t xml:space="preserve"> kN </w:t>
      </w:r>
      <w:r w:rsidRPr="00E94586">
        <w:rPr>
          <w:rFonts w:ascii="Arial" w:hAnsi="Arial" w:cs="Arial"/>
          <w:b/>
        </w:rPr>
        <w:tab/>
      </w:r>
      <w:r w:rsidRPr="00E94586">
        <w:rPr>
          <w:rFonts w:ascii="Arial" w:hAnsi="Arial" w:cs="Arial"/>
          <w:b/>
        </w:rPr>
        <w:tab/>
        <w:t xml:space="preserve">- węzeł </w:t>
      </w:r>
      <w:r>
        <w:rPr>
          <w:rFonts w:ascii="Arial" w:hAnsi="Arial" w:cs="Arial"/>
          <w:b/>
        </w:rPr>
        <w:t>19</w:t>
      </w:r>
    </w:p>
    <w:p w:rsidR="009D7D47" w:rsidRPr="00A50A7B" w:rsidRDefault="009D7D47" w:rsidP="00A50A7B"/>
    <w:sectPr w:rsidR="009D7D47" w:rsidRPr="00A50A7B" w:rsidSect="00060183">
      <w:headerReference w:type="default" r:id="rId73"/>
      <w:headerReference w:type="first" r:id="rId74"/>
      <w:pgSz w:w="11907" w:h="16840" w:code="9"/>
      <w:pgMar w:top="238" w:right="851" w:bottom="244" w:left="1134" w:header="454" w:footer="34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625" w:rsidRDefault="00774625">
      <w:r>
        <w:separator/>
      </w:r>
    </w:p>
  </w:endnote>
  <w:endnote w:type="continuationSeparator" w:id="0">
    <w:p w:rsidR="00774625" w:rsidRDefault="0077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625" w:rsidRDefault="00774625">
      <w:r>
        <w:separator/>
      </w:r>
    </w:p>
  </w:footnote>
  <w:footnote w:type="continuationSeparator" w:id="0">
    <w:p w:rsidR="00774625" w:rsidRDefault="0077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A7B" w:rsidRDefault="00A50A7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4678"/>
      <w:gridCol w:w="2835"/>
    </w:tblGrid>
    <w:tr w:rsidR="00A50A7B">
      <w:trPr>
        <w:cantSplit/>
        <w:trHeight w:val="981"/>
      </w:trPr>
      <w:tc>
        <w:tcPr>
          <w:tcW w:w="2480" w:type="dxa"/>
          <w:vMerge w:val="restart"/>
        </w:tcPr>
        <w:p w:rsidR="00A50A7B" w:rsidRDefault="00A50A7B">
          <w:pPr>
            <w:pStyle w:val="Nagwek"/>
            <w:spacing w:before="60"/>
          </w:pPr>
        </w:p>
        <w:p w:rsidR="00A50A7B" w:rsidRDefault="00A50A7B">
          <w:pPr>
            <w:pStyle w:val="Nagwek"/>
            <w:spacing w:before="60"/>
          </w:pPr>
        </w:p>
      </w:tc>
      <w:tc>
        <w:tcPr>
          <w:tcW w:w="4678" w:type="dxa"/>
          <w:vMerge w:val="restart"/>
        </w:tcPr>
        <w:p w:rsidR="00A50A7B" w:rsidRDefault="00A50A7B">
          <w:pPr>
            <w:pStyle w:val="Nagwek"/>
            <w:jc w:val="center"/>
            <w:rPr>
              <w:rFonts w:ascii="Arial Black" w:hAnsi="Arial Black"/>
            </w:rPr>
          </w:pPr>
        </w:p>
        <w:p w:rsidR="00A50A7B" w:rsidRDefault="00A50A7B">
          <w:pPr>
            <w:pStyle w:val="Nagwek"/>
            <w:jc w:val="center"/>
            <w:rPr>
              <w:rFonts w:ascii="Arial Black" w:hAnsi="Arial Black"/>
            </w:rPr>
          </w:pPr>
          <w:r>
            <w:rPr>
              <w:rFonts w:ascii="Arial Black" w:hAnsi="Arial Black"/>
            </w:rPr>
            <w:t>Obliczenia statyczne</w:t>
          </w:r>
        </w:p>
      </w:tc>
      <w:tc>
        <w:tcPr>
          <w:tcW w:w="2835" w:type="dxa"/>
        </w:tcPr>
        <w:p w:rsidR="00A50A7B" w:rsidRDefault="00A50A7B">
          <w:pPr>
            <w:pStyle w:val="Nagwek"/>
            <w:spacing w:before="60"/>
            <w:jc w:val="center"/>
            <w:rPr>
              <w:b/>
            </w:rPr>
          </w:pPr>
          <w:r>
            <w:rPr>
              <w:b/>
            </w:rPr>
            <w:t xml:space="preserve">Nr projektu: </w:t>
          </w:r>
        </w:p>
        <w:p w:rsidR="00A50A7B" w:rsidRDefault="00A50A7B">
          <w:pPr>
            <w:pStyle w:val="Nagwek"/>
            <w:jc w:val="center"/>
            <w:rPr>
              <w:b/>
            </w:rPr>
          </w:pPr>
        </w:p>
        <w:p w:rsidR="00A50A7B" w:rsidRDefault="00A50A7B" w:rsidP="00846367">
          <w:pPr>
            <w:pStyle w:val="Nagwek"/>
            <w:jc w:val="center"/>
          </w:pPr>
          <w:r>
            <w:rPr>
              <w:b/>
              <w:sz w:val="32"/>
            </w:rPr>
            <w:t>P-16-43</w:t>
          </w:r>
        </w:p>
      </w:tc>
    </w:tr>
    <w:tr w:rsidR="00A50A7B">
      <w:trPr>
        <w:cantSplit/>
        <w:trHeight w:val="117"/>
      </w:trPr>
      <w:tc>
        <w:tcPr>
          <w:tcW w:w="2480" w:type="dxa"/>
          <w:vMerge/>
        </w:tcPr>
        <w:p w:rsidR="00A50A7B" w:rsidRDefault="00A50A7B">
          <w:pPr>
            <w:pStyle w:val="Nagwek"/>
          </w:pPr>
        </w:p>
      </w:tc>
      <w:tc>
        <w:tcPr>
          <w:tcW w:w="4678" w:type="dxa"/>
          <w:vMerge/>
        </w:tcPr>
        <w:p w:rsidR="00A50A7B" w:rsidRDefault="00A50A7B">
          <w:pPr>
            <w:pStyle w:val="Nagwek"/>
          </w:pPr>
        </w:p>
      </w:tc>
      <w:tc>
        <w:tcPr>
          <w:tcW w:w="2835" w:type="dxa"/>
        </w:tcPr>
        <w:p w:rsidR="00A50A7B" w:rsidRDefault="00A50A7B">
          <w:pPr>
            <w:jc w:val="center"/>
            <w:rPr>
              <w:i/>
              <w:sz w:val="24"/>
            </w:rPr>
          </w:pPr>
          <w:r>
            <w:rPr>
              <w:i/>
              <w:sz w:val="24"/>
            </w:rPr>
            <w:t xml:space="preserve">str. </w:t>
          </w:r>
          <w:r>
            <w:rPr>
              <w:rStyle w:val="Numerstrony"/>
              <w:i/>
              <w:sz w:val="24"/>
            </w:rPr>
            <w:fldChar w:fldCharType="begin"/>
          </w:r>
          <w:r>
            <w:rPr>
              <w:rStyle w:val="Numerstrony"/>
              <w:i/>
              <w:sz w:val="24"/>
            </w:rPr>
            <w:instrText xml:space="preserve"> PAGE </w:instrText>
          </w:r>
          <w:r>
            <w:rPr>
              <w:rStyle w:val="Numerstrony"/>
              <w:i/>
              <w:sz w:val="24"/>
            </w:rPr>
            <w:fldChar w:fldCharType="separate"/>
          </w:r>
          <w:r w:rsidR="009D7D47">
            <w:rPr>
              <w:rStyle w:val="Numerstrony"/>
              <w:i/>
              <w:noProof/>
              <w:sz w:val="24"/>
            </w:rPr>
            <w:t>2</w:t>
          </w:r>
          <w:r>
            <w:rPr>
              <w:rStyle w:val="Numerstrony"/>
              <w:i/>
              <w:sz w:val="24"/>
            </w:rPr>
            <w:fldChar w:fldCharType="end"/>
          </w:r>
        </w:p>
      </w:tc>
    </w:tr>
  </w:tbl>
  <w:p w:rsidR="00A50A7B" w:rsidRDefault="00A50A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/>
  <w:p w:rsidR="00A50A7B" w:rsidRDefault="00A50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C844B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5A3079"/>
    <w:multiLevelType w:val="multilevel"/>
    <w:tmpl w:val="857416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086A11"/>
    <w:multiLevelType w:val="singleLevel"/>
    <w:tmpl w:val="9B2A1C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4" w15:restartNumberingAfterBreak="0">
    <w:nsid w:val="0B0310A7"/>
    <w:multiLevelType w:val="singleLevel"/>
    <w:tmpl w:val="4A24C2F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D83BB8"/>
    <w:multiLevelType w:val="multilevel"/>
    <w:tmpl w:val="99D4C86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B05871"/>
    <w:multiLevelType w:val="multilevel"/>
    <w:tmpl w:val="6234D8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6B25F31"/>
    <w:multiLevelType w:val="multilevel"/>
    <w:tmpl w:val="3288F77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9DB27C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FB1919"/>
    <w:multiLevelType w:val="multilevel"/>
    <w:tmpl w:val="0800461E"/>
    <w:lvl w:ilvl="0">
      <w:start w:val="1"/>
      <w:numFmt w:val="decimal"/>
      <w:lvlText w:val="%1.0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0" w15:restartNumberingAfterBreak="0">
    <w:nsid w:val="2191758F"/>
    <w:multiLevelType w:val="hybridMultilevel"/>
    <w:tmpl w:val="7BF28DB2"/>
    <w:lvl w:ilvl="0" w:tplc="743EFA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206D16"/>
    <w:multiLevelType w:val="singleLevel"/>
    <w:tmpl w:val="66AC37C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C5007E"/>
    <w:multiLevelType w:val="hybridMultilevel"/>
    <w:tmpl w:val="0F047FFE"/>
    <w:lvl w:ilvl="0" w:tplc="0C30E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BDC"/>
    <w:multiLevelType w:val="multilevel"/>
    <w:tmpl w:val="D4DCB7B2"/>
    <w:lvl w:ilvl="0">
      <w:start w:val="1"/>
      <w:numFmt w:val="decimal"/>
      <w:lvlText w:val="%1.0"/>
      <w:lvlJc w:val="left"/>
      <w:pPr>
        <w:tabs>
          <w:tab w:val="num" w:pos="577"/>
        </w:tabs>
        <w:ind w:left="577" w:hanging="435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 w15:restartNumberingAfterBreak="0">
    <w:nsid w:val="352926FC"/>
    <w:multiLevelType w:val="hybridMultilevel"/>
    <w:tmpl w:val="D23E2A24"/>
    <w:lvl w:ilvl="0" w:tplc="E962E2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92EA0"/>
    <w:multiLevelType w:val="multilevel"/>
    <w:tmpl w:val="BF9A26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2CE722C"/>
    <w:multiLevelType w:val="multilevel"/>
    <w:tmpl w:val="A260E20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3BD0453"/>
    <w:multiLevelType w:val="multilevel"/>
    <w:tmpl w:val="D4DCB7B2"/>
    <w:lvl w:ilvl="0">
      <w:start w:val="1"/>
      <w:numFmt w:val="decimal"/>
      <w:lvlText w:val="%1.0"/>
      <w:lvlJc w:val="left"/>
      <w:pPr>
        <w:tabs>
          <w:tab w:val="num" w:pos="577"/>
        </w:tabs>
        <w:ind w:left="577" w:hanging="435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64D160D4"/>
    <w:multiLevelType w:val="singleLevel"/>
    <w:tmpl w:val="01B82A5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8815C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DCE5537"/>
    <w:multiLevelType w:val="multilevel"/>
    <w:tmpl w:val="EB0CC41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C291075"/>
    <w:multiLevelType w:val="singleLevel"/>
    <w:tmpl w:val="2E9C91AC"/>
    <w:lvl w:ilvl="0">
      <w:start w:val="4"/>
      <w:numFmt w:val="bullet"/>
      <w:lvlText w:val="-"/>
      <w:lvlJc w:val="left"/>
      <w:pPr>
        <w:tabs>
          <w:tab w:val="num" w:pos="4470"/>
        </w:tabs>
        <w:ind w:left="4470" w:hanging="360"/>
      </w:pPr>
      <w:rPr>
        <w:rFonts w:hint="default"/>
      </w:rPr>
    </w:lvl>
  </w:abstractNum>
  <w:abstractNum w:abstractNumId="22" w15:restartNumberingAfterBreak="0">
    <w:nsid w:val="7C8964ED"/>
    <w:multiLevelType w:val="multilevel"/>
    <w:tmpl w:val="415CDA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2"/>
  </w:num>
  <w:num w:numId="6">
    <w:abstractNumId w:val="22"/>
  </w:num>
  <w:num w:numId="7">
    <w:abstractNumId w:val="20"/>
  </w:num>
  <w:num w:numId="8">
    <w:abstractNumId w:val="6"/>
  </w:num>
  <w:num w:numId="9">
    <w:abstractNumId w:val="21"/>
  </w:num>
  <w:num w:numId="10">
    <w:abstractNumId w:val="19"/>
  </w:num>
  <w:num w:numId="11">
    <w:abstractNumId w:val="4"/>
  </w:num>
  <w:num w:numId="12">
    <w:abstractNumId w:val="15"/>
  </w:num>
  <w:num w:numId="13">
    <w:abstractNumId w:val="7"/>
  </w:num>
  <w:num w:numId="14">
    <w:abstractNumId w:val="5"/>
  </w:num>
  <w:num w:numId="15">
    <w:abstractNumId w:val="16"/>
  </w:num>
  <w:num w:numId="1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18"/>
  </w:num>
  <w:num w:numId="18">
    <w:abstractNumId w:val="14"/>
  </w:num>
  <w:num w:numId="19">
    <w:abstractNumId w:val="12"/>
  </w:num>
  <w:num w:numId="20">
    <w:abstractNumId w:val="10"/>
  </w:num>
  <w:num w:numId="21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9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59"/>
    <w:rsid w:val="00002E80"/>
    <w:rsid w:val="0001168E"/>
    <w:rsid w:val="00012370"/>
    <w:rsid w:val="00012FB4"/>
    <w:rsid w:val="00013678"/>
    <w:rsid w:val="00013A3B"/>
    <w:rsid w:val="0002055C"/>
    <w:rsid w:val="000308B8"/>
    <w:rsid w:val="000335BB"/>
    <w:rsid w:val="000379B2"/>
    <w:rsid w:val="00040217"/>
    <w:rsid w:val="00041B54"/>
    <w:rsid w:val="00041C61"/>
    <w:rsid w:val="000433B0"/>
    <w:rsid w:val="0004598E"/>
    <w:rsid w:val="0004670F"/>
    <w:rsid w:val="000529E0"/>
    <w:rsid w:val="00053907"/>
    <w:rsid w:val="000559B9"/>
    <w:rsid w:val="000572B7"/>
    <w:rsid w:val="00057792"/>
    <w:rsid w:val="00060183"/>
    <w:rsid w:val="000621AE"/>
    <w:rsid w:val="000644F1"/>
    <w:rsid w:val="00074C14"/>
    <w:rsid w:val="000759FF"/>
    <w:rsid w:val="00075D06"/>
    <w:rsid w:val="000769B1"/>
    <w:rsid w:val="0007736F"/>
    <w:rsid w:val="000805C2"/>
    <w:rsid w:val="00081056"/>
    <w:rsid w:val="0008234B"/>
    <w:rsid w:val="000856B0"/>
    <w:rsid w:val="00085D64"/>
    <w:rsid w:val="00092B39"/>
    <w:rsid w:val="000949A5"/>
    <w:rsid w:val="000B1EE5"/>
    <w:rsid w:val="000B251F"/>
    <w:rsid w:val="000B2ABE"/>
    <w:rsid w:val="000B30C1"/>
    <w:rsid w:val="000B3EA7"/>
    <w:rsid w:val="000B64C8"/>
    <w:rsid w:val="000B6CC8"/>
    <w:rsid w:val="000C07FA"/>
    <w:rsid w:val="000C1C3A"/>
    <w:rsid w:val="000C372D"/>
    <w:rsid w:val="000C653E"/>
    <w:rsid w:val="000D01CA"/>
    <w:rsid w:val="000D17BD"/>
    <w:rsid w:val="000D3367"/>
    <w:rsid w:val="000D355D"/>
    <w:rsid w:val="000D7461"/>
    <w:rsid w:val="000D76E3"/>
    <w:rsid w:val="000E5199"/>
    <w:rsid w:val="000E6976"/>
    <w:rsid w:val="000F33C9"/>
    <w:rsid w:val="000F4BDE"/>
    <w:rsid w:val="000F5197"/>
    <w:rsid w:val="0010251A"/>
    <w:rsid w:val="001035B9"/>
    <w:rsid w:val="00104042"/>
    <w:rsid w:val="00113E8F"/>
    <w:rsid w:val="00113EC6"/>
    <w:rsid w:val="00115D9C"/>
    <w:rsid w:val="00115DCD"/>
    <w:rsid w:val="0011686D"/>
    <w:rsid w:val="00120FB9"/>
    <w:rsid w:val="00130959"/>
    <w:rsid w:val="001339E7"/>
    <w:rsid w:val="00135460"/>
    <w:rsid w:val="00135D91"/>
    <w:rsid w:val="00136394"/>
    <w:rsid w:val="00136C95"/>
    <w:rsid w:val="00136DF8"/>
    <w:rsid w:val="0014019F"/>
    <w:rsid w:val="00145005"/>
    <w:rsid w:val="001459A9"/>
    <w:rsid w:val="00147ADC"/>
    <w:rsid w:val="001517BE"/>
    <w:rsid w:val="0015202C"/>
    <w:rsid w:val="001521FE"/>
    <w:rsid w:val="00156203"/>
    <w:rsid w:val="00156578"/>
    <w:rsid w:val="00162941"/>
    <w:rsid w:val="0016433D"/>
    <w:rsid w:val="00167F70"/>
    <w:rsid w:val="00172767"/>
    <w:rsid w:val="00173C46"/>
    <w:rsid w:val="00176415"/>
    <w:rsid w:val="001764F9"/>
    <w:rsid w:val="001815E3"/>
    <w:rsid w:val="00184A1B"/>
    <w:rsid w:val="00187963"/>
    <w:rsid w:val="00187E17"/>
    <w:rsid w:val="00193906"/>
    <w:rsid w:val="00196EBE"/>
    <w:rsid w:val="001A0EE1"/>
    <w:rsid w:val="001A1890"/>
    <w:rsid w:val="001B1C2B"/>
    <w:rsid w:val="001B2E10"/>
    <w:rsid w:val="001B7715"/>
    <w:rsid w:val="001C1068"/>
    <w:rsid w:val="001C1B77"/>
    <w:rsid w:val="001C3338"/>
    <w:rsid w:val="001C572D"/>
    <w:rsid w:val="001E2C77"/>
    <w:rsid w:val="001E484F"/>
    <w:rsid w:val="001E501B"/>
    <w:rsid w:val="001E78B2"/>
    <w:rsid w:val="001F1FEE"/>
    <w:rsid w:val="001F303F"/>
    <w:rsid w:val="001F4240"/>
    <w:rsid w:val="001F7C70"/>
    <w:rsid w:val="00201208"/>
    <w:rsid w:val="00203CF4"/>
    <w:rsid w:val="00211F0C"/>
    <w:rsid w:val="002149B7"/>
    <w:rsid w:val="00216FB3"/>
    <w:rsid w:val="00220029"/>
    <w:rsid w:val="00220F31"/>
    <w:rsid w:val="002218D2"/>
    <w:rsid w:val="00222E3F"/>
    <w:rsid w:val="00224BFB"/>
    <w:rsid w:val="00230AE0"/>
    <w:rsid w:val="0023157C"/>
    <w:rsid w:val="002344E3"/>
    <w:rsid w:val="0024507E"/>
    <w:rsid w:val="0024640A"/>
    <w:rsid w:val="00251609"/>
    <w:rsid w:val="00252626"/>
    <w:rsid w:val="00256AD3"/>
    <w:rsid w:val="00262B0B"/>
    <w:rsid w:val="00264996"/>
    <w:rsid w:val="00267B4A"/>
    <w:rsid w:val="002719CD"/>
    <w:rsid w:val="00272BDC"/>
    <w:rsid w:val="00272E15"/>
    <w:rsid w:val="00276BF7"/>
    <w:rsid w:val="00280AEA"/>
    <w:rsid w:val="00282B22"/>
    <w:rsid w:val="002835DF"/>
    <w:rsid w:val="00283F9E"/>
    <w:rsid w:val="0028464B"/>
    <w:rsid w:val="00293D19"/>
    <w:rsid w:val="0029471E"/>
    <w:rsid w:val="00297718"/>
    <w:rsid w:val="002A0DEF"/>
    <w:rsid w:val="002A6254"/>
    <w:rsid w:val="002B331F"/>
    <w:rsid w:val="002B5543"/>
    <w:rsid w:val="002B73AB"/>
    <w:rsid w:val="002C2A6F"/>
    <w:rsid w:val="002C2DA3"/>
    <w:rsid w:val="002C3953"/>
    <w:rsid w:val="002C4CDB"/>
    <w:rsid w:val="002C77C0"/>
    <w:rsid w:val="002D0101"/>
    <w:rsid w:val="002D045D"/>
    <w:rsid w:val="002D7D1E"/>
    <w:rsid w:val="002E2ED9"/>
    <w:rsid w:val="002E3EDD"/>
    <w:rsid w:val="002E4469"/>
    <w:rsid w:val="002E4ECF"/>
    <w:rsid w:val="002F0A4C"/>
    <w:rsid w:val="002F6422"/>
    <w:rsid w:val="0030047F"/>
    <w:rsid w:val="00300F73"/>
    <w:rsid w:val="0030103F"/>
    <w:rsid w:val="00303B3F"/>
    <w:rsid w:val="00303C10"/>
    <w:rsid w:val="003109C0"/>
    <w:rsid w:val="00312E21"/>
    <w:rsid w:val="003141BB"/>
    <w:rsid w:val="003164D7"/>
    <w:rsid w:val="003218B2"/>
    <w:rsid w:val="00322A88"/>
    <w:rsid w:val="003239E7"/>
    <w:rsid w:val="003266A7"/>
    <w:rsid w:val="0033331F"/>
    <w:rsid w:val="00333F8E"/>
    <w:rsid w:val="00334060"/>
    <w:rsid w:val="00335C2D"/>
    <w:rsid w:val="00335C3B"/>
    <w:rsid w:val="00335F14"/>
    <w:rsid w:val="003369F8"/>
    <w:rsid w:val="003407D0"/>
    <w:rsid w:val="0034151D"/>
    <w:rsid w:val="00342500"/>
    <w:rsid w:val="003444D7"/>
    <w:rsid w:val="0034595D"/>
    <w:rsid w:val="0035048C"/>
    <w:rsid w:val="003534E5"/>
    <w:rsid w:val="00354519"/>
    <w:rsid w:val="00355AA8"/>
    <w:rsid w:val="00356937"/>
    <w:rsid w:val="00356EFD"/>
    <w:rsid w:val="00360605"/>
    <w:rsid w:val="00361F4E"/>
    <w:rsid w:val="00363C9A"/>
    <w:rsid w:val="003651CC"/>
    <w:rsid w:val="00365589"/>
    <w:rsid w:val="00365DE1"/>
    <w:rsid w:val="003663B2"/>
    <w:rsid w:val="00372868"/>
    <w:rsid w:val="00372B2C"/>
    <w:rsid w:val="00376C28"/>
    <w:rsid w:val="00380B9D"/>
    <w:rsid w:val="00381E32"/>
    <w:rsid w:val="00387532"/>
    <w:rsid w:val="003950C9"/>
    <w:rsid w:val="003960A6"/>
    <w:rsid w:val="003A16EB"/>
    <w:rsid w:val="003A2923"/>
    <w:rsid w:val="003A44AE"/>
    <w:rsid w:val="003A7CCF"/>
    <w:rsid w:val="003B257C"/>
    <w:rsid w:val="003C59D6"/>
    <w:rsid w:val="003C60F4"/>
    <w:rsid w:val="003D0872"/>
    <w:rsid w:val="003D3285"/>
    <w:rsid w:val="003D4CC0"/>
    <w:rsid w:val="003D5451"/>
    <w:rsid w:val="003D5DC4"/>
    <w:rsid w:val="003D7314"/>
    <w:rsid w:val="003E05BD"/>
    <w:rsid w:val="003E10C1"/>
    <w:rsid w:val="003E3247"/>
    <w:rsid w:val="003E3391"/>
    <w:rsid w:val="003E38BD"/>
    <w:rsid w:val="003E4529"/>
    <w:rsid w:val="003E6EF1"/>
    <w:rsid w:val="003F3973"/>
    <w:rsid w:val="003F4F29"/>
    <w:rsid w:val="003F5073"/>
    <w:rsid w:val="004008C2"/>
    <w:rsid w:val="00400A20"/>
    <w:rsid w:val="00400A96"/>
    <w:rsid w:val="00403334"/>
    <w:rsid w:val="004035FB"/>
    <w:rsid w:val="00404D2F"/>
    <w:rsid w:val="00411A3A"/>
    <w:rsid w:val="00416B68"/>
    <w:rsid w:val="00416C8A"/>
    <w:rsid w:val="004175A8"/>
    <w:rsid w:val="00417A89"/>
    <w:rsid w:val="00420D72"/>
    <w:rsid w:val="004246BC"/>
    <w:rsid w:val="00426850"/>
    <w:rsid w:val="00433BD1"/>
    <w:rsid w:val="00434B8B"/>
    <w:rsid w:val="00435C56"/>
    <w:rsid w:val="00436975"/>
    <w:rsid w:val="004412C7"/>
    <w:rsid w:val="00445C5D"/>
    <w:rsid w:val="00461303"/>
    <w:rsid w:val="004629DA"/>
    <w:rsid w:val="00463EED"/>
    <w:rsid w:val="004700B9"/>
    <w:rsid w:val="004703DE"/>
    <w:rsid w:val="00470701"/>
    <w:rsid w:val="0047093D"/>
    <w:rsid w:val="004760C1"/>
    <w:rsid w:val="00476601"/>
    <w:rsid w:val="004824A8"/>
    <w:rsid w:val="004923A1"/>
    <w:rsid w:val="004936F1"/>
    <w:rsid w:val="00496738"/>
    <w:rsid w:val="004A0C21"/>
    <w:rsid w:val="004A7971"/>
    <w:rsid w:val="004A7E39"/>
    <w:rsid w:val="004B426D"/>
    <w:rsid w:val="004B5E88"/>
    <w:rsid w:val="004B65EB"/>
    <w:rsid w:val="004B7760"/>
    <w:rsid w:val="004C2139"/>
    <w:rsid w:val="004C5675"/>
    <w:rsid w:val="004C668D"/>
    <w:rsid w:val="004C77C9"/>
    <w:rsid w:val="004D4581"/>
    <w:rsid w:val="004D680D"/>
    <w:rsid w:val="004E1C5B"/>
    <w:rsid w:val="004E3A48"/>
    <w:rsid w:val="004E61D3"/>
    <w:rsid w:val="004F036C"/>
    <w:rsid w:val="004F2837"/>
    <w:rsid w:val="004F2D22"/>
    <w:rsid w:val="004F44EE"/>
    <w:rsid w:val="004F569C"/>
    <w:rsid w:val="00500636"/>
    <w:rsid w:val="00502764"/>
    <w:rsid w:val="00503F02"/>
    <w:rsid w:val="00504334"/>
    <w:rsid w:val="00505B34"/>
    <w:rsid w:val="00511809"/>
    <w:rsid w:val="00512021"/>
    <w:rsid w:val="0051465E"/>
    <w:rsid w:val="0051481B"/>
    <w:rsid w:val="00516769"/>
    <w:rsid w:val="00520862"/>
    <w:rsid w:val="00521C4B"/>
    <w:rsid w:val="00521D50"/>
    <w:rsid w:val="00523BCD"/>
    <w:rsid w:val="005259D3"/>
    <w:rsid w:val="00525D10"/>
    <w:rsid w:val="00531286"/>
    <w:rsid w:val="0053638C"/>
    <w:rsid w:val="005475E6"/>
    <w:rsid w:val="0055056B"/>
    <w:rsid w:val="00554FDA"/>
    <w:rsid w:val="00557E24"/>
    <w:rsid w:val="00561777"/>
    <w:rsid w:val="00563774"/>
    <w:rsid w:val="00570A04"/>
    <w:rsid w:val="00571BF8"/>
    <w:rsid w:val="00572F83"/>
    <w:rsid w:val="00581FAC"/>
    <w:rsid w:val="00595285"/>
    <w:rsid w:val="00595675"/>
    <w:rsid w:val="00597581"/>
    <w:rsid w:val="00597F9C"/>
    <w:rsid w:val="005A25EF"/>
    <w:rsid w:val="005A63D5"/>
    <w:rsid w:val="005A7804"/>
    <w:rsid w:val="005B266D"/>
    <w:rsid w:val="005B49B5"/>
    <w:rsid w:val="005B7930"/>
    <w:rsid w:val="005C1C54"/>
    <w:rsid w:val="005C52D6"/>
    <w:rsid w:val="005C5CF6"/>
    <w:rsid w:val="005C75B2"/>
    <w:rsid w:val="005D39C6"/>
    <w:rsid w:val="005D47FF"/>
    <w:rsid w:val="005E0853"/>
    <w:rsid w:val="005E1FDF"/>
    <w:rsid w:val="005E270D"/>
    <w:rsid w:val="005E271C"/>
    <w:rsid w:val="005E31FD"/>
    <w:rsid w:val="005E7ECC"/>
    <w:rsid w:val="006035A7"/>
    <w:rsid w:val="00604A76"/>
    <w:rsid w:val="00604CB8"/>
    <w:rsid w:val="006123DD"/>
    <w:rsid w:val="00612A4A"/>
    <w:rsid w:val="00612FD8"/>
    <w:rsid w:val="00615FF2"/>
    <w:rsid w:val="00616714"/>
    <w:rsid w:val="00620F10"/>
    <w:rsid w:val="00621792"/>
    <w:rsid w:val="00631790"/>
    <w:rsid w:val="00632773"/>
    <w:rsid w:val="00637657"/>
    <w:rsid w:val="00640623"/>
    <w:rsid w:val="00640709"/>
    <w:rsid w:val="00645F56"/>
    <w:rsid w:val="0065117A"/>
    <w:rsid w:val="006526BA"/>
    <w:rsid w:val="00652A38"/>
    <w:rsid w:val="00653B88"/>
    <w:rsid w:val="00654D1E"/>
    <w:rsid w:val="0065644C"/>
    <w:rsid w:val="00657731"/>
    <w:rsid w:val="0066190F"/>
    <w:rsid w:val="0066433C"/>
    <w:rsid w:val="006643F1"/>
    <w:rsid w:val="00665501"/>
    <w:rsid w:val="00667034"/>
    <w:rsid w:val="00672A29"/>
    <w:rsid w:val="00675853"/>
    <w:rsid w:val="00675ABF"/>
    <w:rsid w:val="00676D8C"/>
    <w:rsid w:val="006773E8"/>
    <w:rsid w:val="00683DC0"/>
    <w:rsid w:val="0068597E"/>
    <w:rsid w:val="00690A3D"/>
    <w:rsid w:val="00690EE4"/>
    <w:rsid w:val="00693190"/>
    <w:rsid w:val="006948BB"/>
    <w:rsid w:val="0069730F"/>
    <w:rsid w:val="006A124C"/>
    <w:rsid w:val="006A2284"/>
    <w:rsid w:val="006A30C4"/>
    <w:rsid w:val="006A37EA"/>
    <w:rsid w:val="006A3856"/>
    <w:rsid w:val="006A4FEF"/>
    <w:rsid w:val="006A6385"/>
    <w:rsid w:val="006A728B"/>
    <w:rsid w:val="006A7650"/>
    <w:rsid w:val="006B064E"/>
    <w:rsid w:val="006B23BF"/>
    <w:rsid w:val="006B31AE"/>
    <w:rsid w:val="006B5831"/>
    <w:rsid w:val="006B6326"/>
    <w:rsid w:val="006B6D19"/>
    <w:rsid w:val="006B7A57"/>
    <w:rsid w:val="006C0461"/>
    <w:rsid w:val="006C04C3"/>
    <w:rsid w:val="006C1795"/>
    <w:rsid w:val="006C426F"/>
    <w:rsid w:val="006C7818"/>
    <w:rsid w:val="006D3864"/>
    <w:rsid w:val="006D5F2C"/>
    <w:rsid w:val="006D60BC"/>
    <w:rsid w:val="006D7D39"/>
    <w:rsid w:val="006E191B"/>
    <w:rsid w:val="006E7B4F"/>
    <w:rsid w:val="0070225C"/>
    <w:rsid w:val="00703B7A"/>
    <w:rsid w:val="0070584B"/>
    <w:rsid w:val="00706C37"/>
    <w:rsid w:val="0070735C"/>
    <w:rsid w:val="00710522"/>
    <w:rsid w:val="00710D16"/>
    <w:rsid w:val="007117FA"/>
    <w:rsid w:val="007140A7"/>
    <w:rsid w:val="00714AD4"/>
    <w:rsid w:val="007159D9"/>
    <w:rsid w:val="00716A63"/>
    <w:rsid w:val="00717200"/>
    <w:rsid w:val="00717CDE"/>
    <w:rsid w:val="00720F38"/>
    <w:rsid w:val="00721CEC"/>
    <w:rsid w:val="00724159"/>
    <w:rsid w:val="00727175"/>
    <w:rsid w:val="00731D8B"/>
    <w:rsid w:val="00740714"/>
    <w:rsid w:val="00741B4A"/>
    <w:rsid w:val="00742E26"/>
    <w:rsid w:val="0074382F"/>
    <w:rsid w:val="007479EF"/>
    <w:rsid w:val="00751E8B"/>
    <w:rsid w:val="007558A5"/>
    <w:rsid w:val="00757EEE"/>
    <w:rsid w:val="00761118"/>
    <w:rsid w:val="007676C4"/>
    <w:rsid w:val="007717FA"/>
    <w:rsid w:val="0077190C"/>
    <w:rsid w:val="00772515"/>
    <w:rsid w:val="00772CDC"/>
    <w:rsid w:val="007732F1"/>
    <w:rsid w:val="00774625"/>
    <w:rsid w:val="007763D9"/>
    <w:rsid w:val="0078089F"/>
    <w:rsid w:val="00786F36"/>
    <w:rsid w:val="007900A4"/>
    <w:rsid w:val="0079034B"/>
    <w:rsid w:val="007A1E03"/>
    <w:rsid w:val="007A65B5"/>
    <w:rsid w:val="007B4932"/>
    <w:rsid w:val="007B6EC0"/>
    <w:rsid w:val="007C0DD8"/>
    <w:rsid w:val="007C239B"/>
    <w:rsid w:val="007C3496"/>
    <w:rsid w:val="007C35F4"/>
    <w:rsid w:val="007C4E17"/>
    <w:rsid w:val="007C5A5D"/>
    <w:rsid w:val="007D0DD1"/>
    <w:rsid w:val="007D5D3C"/>
    <w:rsid w:val="007D6389"/>
    <w:rsid w:val="007D7698"/>
    <w:rsid w:val="007E6C09"/>
    <w:rsid w:val="007E775F"/>
    <w:rsid w:val="007E7DC5"/>
    <w:rsid w:val="007F2030"/>
    <w:rsid w:val="008033DD"/>
    <w:rsid w:val="008037B1"/>
    <w:rsid w:val="00805365"/>
    <w:rsid w:val="0080671C"/>
    <w:rsid w:val="008101F7"/>
    <w:rsid w:val="008133AF"/>
    <w:rsid w:val="00814FF2"/>
    <w:rsid w:val="00815AE5"/>
    <w:rsid w:val="00815AEB"/>
    <w:rsid w:val="00817CD8"/>
    <w:rsid w:val="00821FE0"/>
    <w:rsid w:val="00824F9F"/>
    <w:rsid w:val="00831344"/>
    <w:rsid w:val="00832341"/>
    <w:rsid w:val="00832BD3"/>
    <w:rsid w:val="00834A99"/>
    <w:rsid w:val="00834BA8"/>
    <w:rsid w:val="00835466"/>
    <w:rsid w:val="0084044C"/>
    <w:rsid w:val="008418B2"/>
    <w:rsid w:val="00842627"/>
    <w:rsid w:val="00846367"/>
    <w:rsid w:val="00847F4C"/>
    <w:rsid w:val="008503AD"/>
    <w:rsid w:val="00852993"/>
    <w:rsid w:val="0086138D"/>
    <w:rsid w:val="008618CD"/>
    <w:rsid w:val="0086296B"/>
    <w:rsid w:val="00864AD7"/>
    <w:rsid w:val="00871F6C"/>
    <w:rsid w:val="00874DB5"/>
    <w:rsid w:val="00874F5F"/>
    <w:rsid w:val="00877EDC"/>
    <w:rsid w:val="00881A99"/>
    <w:rsid w:val="00883043"/>
    <w:rsid w:val="00883D2D"/>
    <w:rsid w:val="00886C53"/>
    <w:rsid w:val="00887A96"/>
    <w:rsid w:val="00887AB3"/>
    <w:rsid w:val="00887D9B"/>
    <w:rsid w:val="00890EE4"/>
    <w:rsid w:val="008922EE"/>
    <w:rsid w:val="00892B31"/>
    <w:rsid w:val="00893117"/>
    <w:rsid w:val="0089394D"/>
    <w:rsid w:val="008956AE"/>
    <w:rsid w:val="00897948"/>
    <w:rsid w:val="008A03AE"/>
    <w:rsid w:val="008A0E50"/>
    <w:rsid w:val="008A3518"/>
    <w:rsid w:val="008A372B"/>
    <w:rsid w:val="008B08EE"/>
    <w:rsid w:val="008B0CD5"/>
    <w:rsid w:val="008B1740"/>
    <w:rsid w:val="008B3045"/>
    <w:rsid w:val="008B3B11"/>
    <w:rsid w:val="008B41E0"/>
    <w:rsid w:val="008B6DE8"/>
    <w:rsid w:val="008C3EDE"/>
    <w:rsid w:val="008C3EF7"/>
    <w:rsid w:val="008D2856"/>
    <w:rsid w:val="008D4946"/>
    <w:rsid w:val="008E02D3"/>
    <w:rsid w:val="008E1A49"/>
    <w:rsid w:val="008E4299"/>
    <w:rsid w:val="008E59E7"/>
    <w:rsid w:val="008E5A93"/>
    <w:rsid w:val="008E5E92"/>
    <w:rsid w:val="008E61E5"/>
    <w:rsid w:val="008F37AC"/>
    <w:rsid w:val="00900A59"/>
    <w:rsid w:val="00900EEA"/>
    <w:rsid w:val="00905673"/>
    <w:rsid w:val="00911E3F"/>
    <w:rsid w:val="00912EB0"/>
    <w:rsid w:val="009136F8"/>
    <w:rsid w:val="0091381D"/>
    <w:rsid w:val="009144B2"/>
    <w:rsid w:val="00915841"/>
    <w:rsid w:val="00916B59"/>
    <w:rsid w:val="00925671"/>
    <w:rsid w:val="00925CD0"/>
    <w:rsid w:val="00926C58"/>
    <w:rsid w:val="00926D9E"/>
    <w:rsid w:val="00931C70"/>
    <w:rsid w:val="00932414"/>
    <w:rsid w:val="009348CB"/>
    <w:rsid w:val="009353EF"/>
    <w:rsid w:val="009356D2"/>
    <w:rsid w:val="0093786E"/>
    <w:rsid w:val="00940315"/>
    <w:rsid w:val="009454C3"/>
    <w:rsid w:val="0094561F"/>
    <w:rsid w:val="00947279"/>
    <w:rsid w:val="009476D2"/>
    <w:rsid w:val="0095372E"/>
    <w:rsid w:val="00956F91"/>
    <w:rsid w:val="00957516"/>
    <w:rsid w:val="009604AF"/>
    <w:rsid w:val="00962B1F"/>
    <w:rsid w:val="009635FB"/>
    <w:rsid w:val="00971114"/>
    <w:rsid w:val="0097544C"/>
    <w:rsid w:val="00977BA7"/>
    <w:rsid w:val="009803A8"/>
    <w:rsid w:val="00980F44"/>
    <w:rsid w:val="00983BF3"/>
    <w:rsid w:val="009845C1"/>
    <w:rsid w:val="00987F06"/>
    <w:rsid w:val="00990093"/>
    <w:rsid w:val="009A0843"/>
    <w:rsid w:val="009A0F7A"/>
    <w:rsid w:val="009A211B"/>
    <w:rsid w:val="009A4120"/>
    <w:rsid w:val="009B54CD"/>
    <w:rsid w:val="009B616D"/>
    <w:rsid w:val="009B6DB5"/>
    <w:rsid w:val="009C152E"/>
    <w:rsid w:val="009C6B03"/>
    <w:rsid w:val="009C775F"/>
    <w:rsid w:val="009D7D47"/>
    <w:rsid w:val="009E0957"/>
    <w:rsid w:val="009E1001"/>
    <w:rsid w:val="009E123F"/>
    <w:rsid w:val="009E61F2"/>
    <w:rsid w:val="009F2340"/>
    <w:rsid w:val="009F465B"/>
    <w:rsid w:val="00A0108B"/>
    <w:rsid w:val="00A01A3D"/>
    <w:rsid w:val="00A067D5"/>
    <w:rsid w:val="00A129F7"/>
    <w:rsid w:val="00A145CF"/>
    <w:rsid w:val="00A2081F"/>
    <w:rsid w:val="00A25006"/>
    <w:rsid w:val="00A3006E"/>
    <w:rsid w:val="00A310EB"/>
    <w:rsid w:val="00A3363A"/>
    <w:rsid w:val="00A4332D"/>
    <w:rsid w:val="00A44BBF"/>
    <w:rsid w:val="00A45275"/>
    <w:rsid w:val="00A50A7B"/>
    <w:rsid w:val="00A55A3D"/>
    <w:rsid w:val="00A562CD"/>
    <w:rsid w:val="00A617BF"/>
    <w:rsid w:val="00A62EE8"/>
    <w:rsid w:val="00A65F72"/>
    <w:rsid w:val="00A70A46"/>
    <w:rsid w:val="00A70B5A"/>
    <w:rsid w:val="00A70FF6"/>
    <w:rsid w:val="00A72028"/>
    <w:rsid w:val="00A761E1"/>
    <w:rsid w:val="00A76B65"/>
    <w:rsid w:val="00A80D30"/>
    <w:rsid w:val="00A820BB"/>
    <w:rsid w:val="00A8366D"/>
    <w:rsid w:val="00A8605D"/>
    <w:rsid w:val="00A8646D"/>
    <w:rsid w:val="00A877DE"/>
    <w:rsid w:val="00A900FA"/>
    <w:rsid w:val="00A91652"/>
    <w:rsid w:val="00A94555"/>
    <w:rsid w:val="00A97FEE"/>
    <w:rsid w:val="00AA0D2A"/>
    <w:rsid w:val="00AA0E5D"/>
    <w:rsid w:val="00AA1013"/>
    <w:rsid w:val="00AA2059"/>
    <w:rsid w:val="00AA247F"/>
    <w:rsid w:val="00AA267B"/>
    <w:rsid w:val="00AA4692"/>
    <w:rsid w:val="00AB1D99"/>
    <w:rsid w:val="00AB344B"/>
    <w:rsid w:val="00AB4306"/>
    <w:rsid w:val="00AB4656"/>
    <w:rsid w:val="00AC6E29"/>
    <w:rsid w:val="00AC7B3A"/>
    <w:rsid w:val="00AD25DE"/>
    <w:rsid w:val="00AD4766"/>
    <w:rsid w:val="00AD7206"/>
    <w:rsid w:val="00AE0627"/>
    <w:rsid w:val="00AE0C33"/>
    <w:rsid w:val="00AE0F76"/>
    <w:rsid w:val="00AE35C6"/>
    <w:rsid w:val="00AE38EF"/>
    <w:rsid w:val="00AE417B"/>
    <w:rsid w:val="00AE78BB"/>
    <w:rsid w:val="00AF1213"/>
    <w:rsid w:val="00AF1C51"/>
    <w:rsid w:val="00AF29F5"/>
    <w:rsid w:val="00AF3166"/>
    <w:rsid w:val="00AF6122"/>
    <w:rsid w:val="00AF79FB"/>
    <w:rsid w:val="00B069CA"/>
    <w:rsid w:val="00B10AE3"/>
    <w:rsid w:val="00B1210C"/>
    <w:rsid w:val="00B12CDF"/>
    <w:rsid w:val="00B16F6F"/>
    <w:rsid w:val="00B203B5"/>
    <w:rsid w:val="00B23864"/>
    <w:rsid w:val="00B23E91"/>
    <w:rsid w:val="00B241D6"/>
    <w:rsid w:val="00B24AEC"/>
    <w:rsid w:val="00B30219"/>
    <w:rsid w:val="00B30410"/>
    <w:rsid w:val="00B305BB"/>
    <w:rsid w:val="00B3161A"/>
    <w:rsid w:val="00B35DE7"/>
    <w:rsid w:val="00B3627D"/>
    <w:rsid w:val="00B37BF0"/>
    <w:rsid w:val="00B4185B"/>
    <w:rsid w:val="00B51FFB"/>
    <w:rsid w:val="00B52FB9"/>
    <w:rsid w:val="00B53D23"/>
    <w:rsid w:val="00B55854"/>
    <w:rsid w:val="00B651AD"/>
    <w:rsid w:val="00B66FE5"/>
    <w:rsid w:val="00B71C6C"/>
    <w:rsid w:val="00B72B1C"/>
    <w:rsid w:val="00B73268"/>
    <w:rsid w:val="00B7363D"/>
    <w:rsid w:val="00B74023"/>
    <w:rsid w:val="00B75303"/>
    <w:rsid w:val="00B7533F"/>
    <w:rsid w:val="00B75FDA"/>
    <w:rsid w:val="00B825E5"/>
    <w:rsid w:val="00B8497C"/>
    <w:rsid w:val="00B8650C"/>
    <w:rsid w:val="00B903AB"/>
    <w:rsid w:val="00B916E7"/>
    <w:rsid w:val="00B91D58"/>
    <w:rsid w:val="00B92649"/>
    <w:rsid w:val="00B932EF"/>
    <w:rsid w:val="00B95D61"/>
    <w:rsid w:val="00B97051"/>
    <w:rsid w:val="00BA1836"/>
    <w:rsid w:val="00BA2790"/>
    <w:rsid w:val="00BA52DB"/>
    <w:rsid w:val="00BA6043"/>
    <w:rsid w:val="00BA7186"/>
    <w:rsid w:val="00BB0B71"/>
    <w:rsid w:val="00BB20CF"/>
    <w:rsid w:val="00BB2BC6"/>
    <w:rsid w:val="00BB3616"/>
    <w:rsid w:val="00BB4B35"/>
    <w:rsid w:val="00BC1392"/>
    <w:rsid w:val="00BC3A9A"/>
    <w:rsid w:val="00BD2A36"/>
    <w:rsid w:val="00BD67A8"/>
    <w:rsid w:val="00BE1E0B"/>
    <w:rsid w:val="00BE393C"/>
    <w:rsid w:val="00BE3F89"/>
    <w:rsid w:val="00BE47D7"/>
    <w:rsid w:val="00BF5A3C"/>
    <w:rsid w:val="00BF7D3F"/>
    <w:rsid w:val="00C001D6"/>
    <w:rsid w:val="00C012B1"/>
    <w:rsid w:val="00C01687"/>
    <w:rsid w:val="00C03DD0"/>
    <w:rsid w:val="00C078BD"/>
    <w:rsid w:val="00C113E3"/>
    <w:rsid w:val="00C13788"/>
    <w:rsid w:val="00C15C31"/>
    <w:rsid w:val="00C209A7"/>
    <w:rsid w:val="00C25F6B"/>
    <w:rsid w:val="00C27FC9"/>
    <w:rsid w:val="00C35CE8"/>
    <w:rsid w:val="00C40784"/>
    <w:rsid w:val="00C46938"/>
    <w:rsid w:val="00C47310"/>
    <w:rsid w:val="00C477DD"/>
    <w:rsid w:val="00C537E6"/>
    <w:rsid w:val="00C57A0B"/>
    <w:rsid w:val="00C61301"/>
    <w:rsid w:val="00C668EA"/>
    <w:rsid w:val="00C72A7E"/>
    <w:rsid w:val="00C755BE"/>
    <w:rsid w:val="00C77F87"/>
    <w:rsid w:val="00C95034"/>
    <w:rsid w:val="00C95C8D"/>
    <w:rsid w:val="00C97269"/>
    <w:rsid w:val="00CA00C4"/>
    <w:rsid w:val="00CA1F33"/>
    <w:rsid w:val="00CA3153"/>
    <w:rsid w:val="00CA5405"/>
    <w:rsid w:val="00CA5FFC"/>
    <w:rsid w:val="00CA627D"/>
    <w:rsid w:val="00CA6A41"/>
    <w:rsid w:val="00CA73C7"/>
    <w:rsid w:val="00CB437E"/>
    <w:rsid w:val="00CB4F6A"/>
    <w:rsid w:val="00CC0911"/>
    <w:rsid w:val="00CC199F"/>
    <w:rsid w:val="00CC1F58"/>
    <w:rsid w:val="00CC4410"/>
    <w:rsid w:val="00CD08D3"/>
    <w:rsid w:val="00CD2736"/>
    <w:rsid w:val="00CD2810"/>
    <w:rsid w:val="00CD38BE"/>
    <w:rsid w:val="00CD7867"/>
    <w:rsid w:val="00CD7E0F"/>
    <w:rsid w:val="00CE4DFA"/>
    <w:rsid w:val="00CE59D6"/>
    <w:rsid w:val="00CE746F"/>
    <w:rsid w:val="00CF2305"/>
    <w:rsid w:val="00CF2F80"/>
    <w:rsid w:val="00CF454A"/>
    <w:rsid w:val="00D004FB"/>
    <w:rsid w:val="00D07371"/>
    <w:rsid w:val="00D12154"/>
    <w:rsid w:val="00D12A48"/>
    <w:rsid w:val="00D165C6"/>
    <w:rsid w:val="00D16F93"/>
    <w:rsid w:val="00D20C65"/>
    <w:rsid w:val="00D3080F"/>
    <w:rsid w:val="00D31098"/>
    <w:rsid w:val="00D319FD"/>
    <w:rsid w:val="00D34EC5"/>
    <w:rsid w:val="00D36262"/>
    <w:rsid w:val="00D3693D"/>
    <w:rsid w:val="00D37208"/>
    <w:rsid w:val="00D41370"/>
    <w:rsid w:val="00D41640"/>
    <w:rsid w:val="00D41BD2"/>
    <w:rsid w:val="00D427B8"/>
    <w:rsid w:val="00D468E6"/>
    <w:rsid w:val="00D51C11"/>
    <w:rsid w:val="00D56383"/>
    <w:rsid w:val="00D572C3"/>
    <w:rsid w:val="00D65218"/>
    <w:rsid w:val="00D6692E"/>
    <w:rsid w:val="00D67714"/>
    <w:rsid w:val="00D67D39"/>
    <w:rsid w:val="00D70304"/>
    <w:rsid w:val="00D749CD"/>
    <w:rsid w:val="00D76E79"/>
    <w:rsid w:val="00D8457E"/>
    <w:rsid w:val="00D92CE3"/>
    <w:rsid w:val="00D93C9F"/>
    <w:rsid w:val="00D97974"/>
    <w:rsid w:val="00DA0CC1"/>
    <w:rsid w:val="00DA141C"/>
    <w:rsid w:val="00DA21D9"/>
    <w:rsid w:val="00DA4681"/>
    <w:rsid w:val="00DA5592"/>
    <w:rsid w:val="00DA58D0"/>
    <w:rsid w:val="00DB10D9"/>
    <w:rsid w:val="00DB520A"/>
    <w:rsid w:val="00DB7F4E"/>
    <w:rsid w:val="00DC1359"/>
    <w:rsid w:val="00DC1B9F"/>
    <w:rsid w:val="00DC36B3"/>
    <w:rsid w:val="00DC615C"/>
    <w:rsid w:val="00DC7A11"/>
    <w:rsid w:val="00DD5E7F"/>
    <w:rsid w:val="00DD69CB"/>
    <w:rsid w:val="00DD74E5"/>
    <w:rsid w:val="00DE3A98"/>
    <w:rsid w:val="00DF0556"/>
    <w:rsid w:val="00DF21DB"/>
    <w:rsid w:val="00DF347A"/>
    <w:rsid w:val="00DF347E"/>
    <w:rsid w:val="00DF5B9D"/>
    <w:rsid w:val="00E04AE1"/>
    <w:rsid w:val="00E05160"/>
    <w:rsid w:val="00E162CB"/>
    <w:rsid w:val="00E17617"/>
    <w:rsid w:val="00E215E8"/>
    <w:rsid w:val="00E232E1"/>
    <w:rsid w:val="00E24539"/>
    <w:rsid w:val="00E24AC2"/>
    <w:rsid w:val="00E3213D"/>
    <w:rsid w:val="00E323F7"/>
    <w:rsid w:val="00E341A1"/>
    <w:rsid w:val="00E3704C"/>
    <w:rsid w:val="00E372E8"/>
    <w:rsid w:val="00E52C71"/>
    <w:rsid w:val="00E64B67"/>
    <w:rsid w:val="00E6510A"/>
    <w:rsid w:val="00E66952"/>
    <w:rsid w:val="00E70F7D"/>
    <w:rsid w:val="00E723C1"/>
    <w:rsid w:val="00E732DC"/>
    <w:rsid w:val="00E84C6C"/>
    <w:rsid w:val="00E86F47"/>
    <w:rsid w:val="00E877B7"/>
    <w:rsid w:val="00E91DC0"/>
    <w:rsid w:val="00E96592"/>
    <w:rsid w:val="00EA0986"/>
    <w:rsid w:val="00EA6476"/>
    <w:rsid w:val="00EA69DA"/>
    <w:rsid w:val="00EB564E"/>
    <w:rsid w:val="00EC4393"/>
    <w:rsid w:val="00EC54E5"/>
    <w:rsid w:val="00ED0429"/>
    <w:rsid w:val="00ED4441"/>
    <w:rsid w:val="00ED7691"/>
    <w:rsid w:val="00EE0E26"/>
    <w:rsid w:val="00EE1468"/>
    <w:rsid w:val="00EE38C6"/>
    <w:rsid w:val="00EE5775"/>
    <w:rsid w:val="00EE6959"/>
    <w:rsid w:val="00EF22A5"/>
    <w:rsid w:val="00EF3BC4"/>
    <w:rsid w:val="00EF7BDB"/>
    <w:rsid w:val="00F008D8"/>
    <w:rsid w:val="00F00CD0"/>
    <w:rsid w:val="00F035DA"/>
    <w:rsid w:val="00F03DBE"/>
    <w:rsid w:val="00F16D11"/>
    <w:rsid w:val="00F208FE"/>
    <w:rsid w:val="00F21BC7"/>
    <w:rsid w:val="00F24E5B"/>
    <w:rsid w:val="00F267FF"/>
    <w:rsid w:val="00F326C7"/>
    <w:rsid w:val="00F34796"/>
    <w:rsid w:val="00F34B99"/>
    <w:rsid w:val="00F36303"/>
    <w:rsid w:val="00F42A0E"/>
    <w:rsid w:val="00F4386C"/>
    <w:rsid w:val="00F45612"/>
    <w:rsid w:val="00F46F5C"/>
    <w:rsid w:val="00F4788E"/>
    <w:rsid w:val="00F47B83"/>
    <w:rsid w:val="00F54F2A"/>
    <w:rsid w:val="00F55D34"/>
    <w:rsid w:val="00F57FBA"/>
    <w:rsid w:val="00F603C7"/>
    <w:rsid w:val="00F6172A"/>
    <w:rsid w:val="00F667DD"/>
    <w:rsid w:val="00F67752"/>
    <w:rsid w:val="00F67924"/>
    <w:rsid w:val="00F70730"/>
    <w:rsid w:val="00F722A6"/>
    <w:rsid w:val="00F73735"/>
    <w:rsid w:val="00F74EA1"/>
    <w:rsid w:val="00F75CDB"/>
    <w:rsid w:val="00F80549"/>
    <w:rsid w:val="00F81EEE"/>
    <w:rsid w:val="00F82B31"/>
    <w:rsid w:val="00F906D3"/>
    <w:rsid w:val="00FA3078"/>
    <w:rsid w:val="00FA3C7B"/>
    <w:rsid w:val="00FA46F3"/>
    <w:rsid w:val="00FA473B"/>
    <w:rsid w:val="00FA47F3"/>
    <w:rsid w:val="00FA4844"/>
    <w:rsid w:val="00FC01F7"/>
    <w:rsid w:val="00FC7CB2"/>
    <w:rsid w:val="00FD0C11"/>
    <w:rsid w:val="00FD161F"/>
    <w:rsid w:val="00FE16CB"/>
    <w:rsid w:val="00FE4EE9"/>
    <w:rsid w:val="00FE5BCE"/>
    <w:rsid w:val="00FF010F"/>
    <w:rsid w:val="00FF1A4A"/>
    <w:rsid w:val="00FF2EF0"/>
    <w:rsid w:val="00FF4632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66C3B1"/>
  <w15:docId w15:val="{722CB923-6A85-4C9A-9BE5-1183C65D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060183"/>
  </w:style>
  <w:style w:type="paragraph" w:styleId="Nagwek1">
    <w:name w:val="heading 1"/>
    <w:basedOn w:val="Normalny"/>
    <w:next w:val="Normalny"/>
    <w:link w:val="Nagwek1Znak"/>
    <w:uiPriority w:val="99"/>
    <w:qFormat/>
    <w:rsid w:val="00060183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60183"/>
    <w:pPr>
      <w:keepNext/>
      <w:spacing w:line="360" w:lineRule="auto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60183"/>
    <w:pPr>
      <w:keepNext/>
      <w:spacing w:before="240"/>
      <w:jc w:val="center"/>
      <w:outlineLvl w:val="2"/>
    </w:pPr>
    <w:rPr>
      <w:rFonts w:ascii="Arial" w:hAnsi="Arial"/>
      <w:b/>
      <w:sz w:val="36"/>
      <w:u w:val="single"/>
    </w:rPr>
  </w:style>
  <w:style w:type="paragraph" w:styleId="Nagwek4">
    <w:name w:val="heading 4"/>
    <w:basedOn w:val="Normalny"/>
    <w:next w:val="Normalny"/>
    <w:qFormat/>
    <w:rsid w:val="00060183"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qFormat/>
    <w:rsid w:val="00060183"/>
    <w:pPr>
      <w:keepNext/>
      <w:outlineLvl w:val="4"/>
    </w:pPr>
    <w:rPr>
      <w:rFonts w:ascii="Arial" w:hAnsi="Arial"/>
      <w:b/>
      <w:sz w:val="24"/>
      <w:u w:val="single"/>
    </w:rPr>
  </w:style>
  <w:style w:type="paragraph" w:styleId="Nagwek6">
    <w:name w:val="heading 6"/>
    <w:basedOn w:val="Normalny"/>
    <w:next w:val="Normalny"/>
    <w:qFormat/>
    <w:rsid w:val="00060183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60183"/>
    <w:pPr>
      <w:keepNext/>
      <w:jc w:val="center"/>
      <w:outlineLvl w:val="6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qFormat/>
    <w:rsid w:val="00060183"/>
    <w:pPr>
      <w:keepNext/>
      <w:spacing w:line="240" w:lineRule="atLeast"/>
      <w:jc w:val="both"/>
      <w:outlineLvl w:val="7"/>
    </w:pPr>
    <w:rPr>
      <w:rFonts w:ascii="Arial" w:hAnsi="Arial"/>
      <w:b/>
      <w:sz w:val="56"/>
      <w:u w:val="single"/>
    </w:rPr>
  </w:style>
  <w:style w:type="paragraph" w:styleId="Nagwek9">
    <w:name w:val="heading 9"/>
    <w:basedOn w:val="Normalny"/>
    <w:next w:val="Normalny"/>
    <w:qFormat/>
    <w:rsid w:val="00060183"/>
    <w:pPr>
      <w:keepNext/>
      <w:spacing w:line="360" w:lineRule="auto"/>
      <w:jc w:val="both"/>
      <w:outlineLvl w:val="8"/>
    </w:pPr>
    <w:rPr>
      <w:rFonts w:ascii="Arial" w:hAnsi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A1890"/>
    <w:rPr>
      <w:rFonts w:ascii="Arial" w:hAnsi="Arial"/>
      <w:b/>
      <w:sz w:val="24"/>
    </w:rPr>
  </w:style>
  <w:style w:type="character" w:customStyle="1" w:styleId="Nagwek2Znak">
    <w:name w:val="Nagłówek 2 Znak"/>
    <w:link w:val="Nagwek2"/>
    <w:uiPriority w:val="99"/>
    <w:rsid w:val="001A1890"/>
    <w:rPr>
      <w:rFonts w:ascii="Arial" w:hAnsi="Arial"/>
      <w:b/>
    </w:rPr>
  </w:style>
  <w:style w:type="character" w:customStyle="1" w:styleId="Nagwek3Znak">
    <w:name w:val="Nagłówek 3 Znak"/>
    <w:link w:val="Nagwek3"/>
    <w:uiPriority w:val="99"/>
    <w:rsid w:val="001A1890"/>
    <w:rPr>
      <w:rFonts w:ascii="Arial" w:hAnsi="Arial"/>
      <w:b/>
      <w:sz w:val="36"/>
      <w:u w:val="single"/>
    </w:rPr>
  </w:style>
  <w:style w:type="paragraph" w:styleId="Nagwek">
    <w:name w:val="header"/>
    <w:basedOn w:val="Normalny"/>
    <w:link w:val="NagwekZnak"/>
    <w:uiPriority w:val="99"/>
    <w:rsid w:val="000601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890"/>
  </w:style>
  <w:style w:type="paragraph" w:styleId="Stopka">
    <w:name w:val="footer"/>
    <w:basedOn w:val="Normalny"/>
    <w:link w:val="StopkaZnak"/>
    <w:uiPriority w:val="99"/>
    <w:rsid w:val="000601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060183"/>
  </w:style>
  <w:style w:type="paragraph" w:customStyle="1" w:styleId="jarek">
    <w:name w:val="jarek"/>
    <w:basedOn w:val="Normalny"/>
    <w:rsid w:val="00060183"/>
    <w:pPr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060183"/>
    <w:pPr>
      <w:spacing w:line="360" w:lineRule="auto"/>
      <w:jc w:val="both"/>
    </w:pPr>
    <w:rPr>
      <w:rFonts w:ascii="Arial" w:hAnsi="Arial"/>
    </w:rPr>
  </w:style>
  <w:style w:type="character" w:customStyle="1" w:styleId="TekstpodstawowyZnak">
    <w:name w:val="Tekst podstawowy Znak"/>
    <w:link w:val="Tekstpodstawowy"/>
    <w:uiPriority w:val="99"/>
    <w:rsid w:val="001A1890"/>
    <w:rPr>
      <w:rFonts w:ascii="Arial" w:hAnsi="Arial"/>
    </w:rPr>
  </w:style>
  <w:style w:type="paragraph" w:styleId="Tekstpodstawowywcity">
    <w:name w:val="Body Text Indent"/>
    <w:basedOn w:val="Normalny"/>
    <w:rsid w:val="00060183"/>
    <w:pPr>
      <w:spacing w:line="360" w:lineRule="auto"/>
      <w:ind w:left="3540" w:hanging="3540"/>
      <w:jc w:val="both"/>
    </w:pPr>
    <w:rPr>
      <w:rFonts w:ascii="Arial" w:hAnsi="Arial"/>
    </w:rPr>
  </w:style>
  <w:style w:type="paragraph" w:styleId="Tekstpodstawowy2">
    <w:name w:val="Body Text 2"/>
    <w:basedOn w:val="Normalny"/>
    <w:rsid w:val="00060183"/>
    <w:pPr>
      <w:spacing w:line="360" w:lineRule="auto"/>
      <w:jc w:val="both"/>
    </w:pPr>
    <w:rPr>
      <w:rFonts w:ascii="Arial" w:hAnsi="Arial"/>
      <w:sz w:val="18"/>
    </w:rPr>
  </w:style>
  <w:style w:type="paragraph" w:styleId="Tekstpodstawowy3">
    <w:name w:val="Body Text 3"/>
    <w:basedOn w:val="Normalny"/>
    <w:rsid w:val="00060183"/>
    <w:pPr>
      <w:spacing w:line="360" w:lineRule="auto"/>
      <w:jc w:val="both"/>
    </w:pPr>
    <w:rPr>
      <w:rFonts w:ascii="Arial" w:hAnsi="Arial"/>
      <w:b/>
    </w:rPr>
  </w:style>
  <w:style w:type="paragraph" w:styleId="Legenda">
    <w:name w:val="caption"/>
    <w:basedOn w:val="Normalny"/>
    <w:next w:val="Normalny"/>
    <w:uiPriority w:val="99"/>
    <w:qFormat/>
    <w:rsid w:val="00060183"/>
    <w:pPr>
      <w:jc w:val="center"/>
    </w:pPr>
    <w:rPr>
      <w:rFonts w:ascii="Arial" w:hAnsi="Arial"/>
      <w:b/>
      <w:sz w:val="36"/>
      <w:u w:val="single"/>
    </w:rPr>
  </w:style>
  <w:style w:type="paragraph" w:styleId="Tekstprzypisudolnego">
    <w:name w:val="footnote text"/>
    <w:basedOn w:val="Normalny"/>
    <w:semiHidden/>
    <w:rsid w:val="00060183"/>
  </w:style>
  <w:style w:type="character" w:styleId="Odwoanieprzypisudolnego">
    <w:name w:val="footnote reference"/>
    <w:semiHidden/>
    <w:rsid w:val="00060183"/>
    <w:rPr>
      <w:vertAlign w:val="superscript"/>
    </w:rPr>
  </w:style>
  <w:style w:type="paragraph" w:styleId="Tekstpodstawowywcity2">
    <w:name w:val="Body Text Indent 2"/>
    <w:basedOn w:val="Normalny"/>
    <w:rsid w:val="00060183"/>
    <w:pPr>
      <w:spacing w:line="360" w:lineRule="auto"/>
      <w:ind w:left="2832" w:firstLine="708"/>
      <w:jc w:val="both"/>
    </w:pPr>
    <w:rPr>
      <w:rFonts w:ascii="Arial" w:hAnsi="Arial"/>
    </w:rPr>
  </w:style>
  <w:style w:type="paragraph" w:styleId="Tekstpodstawowywcity3">
    <w:name w:val="Body Text Indent 3"/>
    <w:basedOn w:val="Normalny"/>
    <w:rsid w:val="00060183"/>
    <w:pPr>
      <w:spacing w:line="360" w:lineRule="auto"/>
      <w:ind w:left="6373" w:hanging="6373"/>
      <w:jc w:val="both"/>
    </w:pPr>
    <w:rPr>
      <w:rFonts w:ascii="Arial" w:hAnsi="Arial"/>
    </w:rPr>
  </w:style>
  <w:style w:type="paragraph" w:styleId="Tytu">
    <w:name w:val="Title"/>
    <w:basedOn w:val="Normalny"/>
    <w:qFormat/>
    <w:rsid w:val="00060183"/>
    <w:pPr>
      <w:jc w:val="center"/>
    </w:pPr>
    <w:rPr>
      <w:rFonts w:ascii="Arial" w:hAnsi="Arial"/>
      <w:b/>
      <w:sz w:val="40"/>
      <w:u w:val="single"/>
    </w:rPr>
  </w:style>
  <w:style w:type="paragraph" w:styleId="Mapadokumentu">
    <w:name w:val="Document Map"/>
    <w:basedOn w:val="Normalny"/>
    <w:semiHidden/>
    <w:rsid w:val="00060183"/>
    <w:pPr>
      <w:shd w:val="clear" w:color="auto" w:fill="000080"/>
    </w:pPr>
    <w:rPr>
      <w:rFonts w:ascii="Tahoma" w:hAnsi="Tahoma"/>
    </w:rPr>
  </w:style>
  <w:style w:type="character" w:styleId="Hipercze">
    <w:name w:val="Hyperlink"/>
    <w:rsid w:val="009845C1"/>
    <w:rPr>
      <w:color w:val="0000FF"/>
      <w:u w:val="single"/>
    </w:rPr>
  </w:style>
  <w:style w:type="paragraph" w:customStyle="1" w:styleId="Zwyky">
    <w:name w:val="Zwykły"/>
    <w:basedOn w:val="Normalny"/>
    <w:uiPriority w:val="99"/>
    <w:rsid w:val="0069730F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link w:val="Stopka"/>
    <w:uiPriority w:val="99"/>
    <w:rsid w:val="006643F1"/>
  </w:style>
  <w:style w:type="paragraph" w:styleId="Tekstdymka">
    <w:name w:val="Balloon Text"/>
    <w:basedOn w:val="Normalny"/>
    <w:link w:val="TekstdymkaZnak"/>
    <w:uiPriority w:val="99"/>
    <w:rsid w:val="00173C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73C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7D3F"/>
    <w:pPr>
      <w:ind w:left="720"/>
      <w:contextualSpacing/>
    </w:pPr>
  </w:style>
  <w:style w:type="character" w:styleId="Odwoaniedokomentarza">
    <w:name w:val="annotation reference"/>
    <w:basedOn w:val="Domylnaczcionkaakapitu"/>
    <w:rsid w:val="001F42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F4240"/>
  </w:style>
  <w:style w:type="character" w:customStyle="1" w:styleId="TekstkomentarzaZnak">
    <w:name w:val="Tekst komentarza Znak"/>
    <w:basedOn w:val="Domylnaczcionkaakapitu"/>
    <w:link w:val="Tekstkomentarza"/>
    <w:rsid w:val="001F4240"/>
  </w:style>
  <w:style w:type="paragraph" w:styleId="Tematkomentarza">
    <w:name w:val="annotation subject"/>
    <w:basedOn w:val="Tekstkomentarza"/>
    <w:next w:val="Tekstkomentarza"/>
    <w:link w:val="TematkomentarzaZnak"/>
    <w:rsid w:val="001F42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F4240"/>
    <w:rPr>
      <w:b/>
      <w:bCs/>
    </w:rPr>
  </w:style>
  <w:style w:type="character" w:customStyle="1" w:styleId="NagwekZnak1">
    <w:name w:val="Nagłówek Znak1"/>
    <w:basedOn w:val="Domylnaczcionkaakapitu"/>
    <w:uiPriority w:val="99"/>
    <w:semiHidden/>
    <w:rsid w:val="00DC36B3"/>
    <w:rPr>
      <w:rFonts w:ascii="Times New Roman" w:eastAsia="Times New Roman" w:hAnsi="Times New Roman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DC36B3"/>
    <w:rPr>
      <w:rFonts w:ascii="Times New Roman" w:eastAsia="Times New Roman" w:hAnsi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46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emf"/><Relationship Id="rId68" Type="http://schemas.openxmlformats.org/officeDocument/2006/relationships/image" Target="media/image61.wmf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emf"/><Relationship Id="rId66" Type="http://schemas.openxmlformats.org/officeDocument/2006/relationships/image" Target="media/image59.emf"/><Relationship Id="rId7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e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emf"/><Relationship Id="rId65" Type="http://schemas.openxmlformats.org/officeDocument/2006/relationships/image" Target="media/image58.emf"/><Relationship Id="rId7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emf"/><Relationship Id="rId69" Type="http://schemas.openxmlformats.org/officeDocument/2006/relationships/image" Target="media/image62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e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emf"/><Relationship Id="rId70" Type="http://schemas.openxmlformats.org/officeDocument/2006/relationships/image" Target="media/image63.wmf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INWORD\TEMPLATE\jar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33453-7D3A-458C-9833-51E5B7ED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jar2.dot</Template>
  <TotalTime>16</TotalTime>
  <Pages>89</Pages>
  <Words>18478</Words>
  <Characters>110874</Characters>
  <Application>Microsoft Office Word</Application>
  <DocSecurity>0</DocSecurity>
  <Lines>923</Lines>
  <Paragraphs>258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 Innowacyjny  Technik  Energetycznych</vt:lpstr>
    </vt:vector>
  </TitlesOfParts>
  <Company>Promat</Company>
  <LinksUpToDate>false</LinksUpToDate>
  <CharactersWithSpaces>129094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 Innowacyjny  Technik  Energetycznych</dc:title>
  <dc:creator>Jarosław Krośnicki</dc:creator>
  <cp:lastModifiedBy>Damian_K</cp:lastModifiedBy>
  <cp:revision>3</cp:revision>
  <cp:lastPrinted>2016-09-23T12:45:00Z</cp:lastPrinted>
  <dcterms:created xsi:type="dcterms:W3CDTF">2016-09-23T13:55:00Z</dcterms:created>
  <dcterms:modified xsi:type="dcterms:W3CDTF">2016-09-23T14:22:00Z</dcterms:modified>
</cp:coreProperties>
</file>